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69" w:rsidRPr="00E31D81" w:rsidRDefault="006F0F69" w:rsidP="00CC32BF">
      <w:pPr>
        <w:pStyle w:val="NoSpacing"/>
        <w:suppressAutoHyphens/>
        <w:ind w:left="1080"/>
        <w:jc w:val="center"/>
        <w:rPr>
          <w:rFonts w:ascii="Times New Roman" w:hAnsi="Times New Roman"/>
          <w:b/>
        </w:rPr>
      </w:pPr>
      <w:r w:rsidRPr="00CC32BF"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7.4pt;height:496.8pt">
            <v:imagedata r:id="rId7" o:title=""/>
          </v:shape>
        </w:pict>
      </w:r>
      <w:r w:rsidRPr="00E31D81"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</w:rPr>
        <w:t xml:space="preserve"> </w:t>
      </w:r>
      <w:r w:rsidRPr="00E31D81">
        <w:rPr>
          <w:rFonts w:ascii="Times New Roman" w:hAnsi="Times New Roman"/>
          <w:b/>
        </w:rPr>
        <w:t xml:space="preserve"> ПОЯСНИТЕЛЬНАЯ ЗАПИСКА</w:t>
      </w:r>
    </w:p>
    <w:p w:rsidR="006F0F69" w:rsidRPr="00E31D81" w:rsidRDefault="006F0F69" w:rsidP="00F927E2">
      <w:pPr>
        <w:pStyle w:val="13"/>
        <w:jc w:val="both"/>
        <w:rPr>
          <w:rFonts w:ascii="Times New Roman" w:hAnsi="Times New Roman" w:cs="Times New Roman"/>
        </w:rPr>
      </w:pPr>
    </w:p>
    <w:p w:rsidR="006F0F69" w:rsidRPr="00E31D81" w:rsidRDefault="006F0F69" w:rsidP="00F927E2">
      <w:pPr>
        <w:pStyle w:val="13"/>
        <w:jc w:val="both"/>
        <w:rPr>
          <w:rFonts w:ascii="Times New Roman" w:hAnsi="Times New Roman" w:cs="Times New Roman"/>
        </w:rPr>
      </w:pPr>
      <w:r w:rsidRPr="00E31D81">
        <w:rPr>
          <w:rFonts w:ascii="Times New Roman" w:hAnsi="Times New Roman" w:cs="Times New Roman"/>
        </w:rPr>
        <w:t xml:space="preserve"> Настоящая рабочая программа разработана в соответствии с:</w:t>
      </w:r>
    </w:p>
    <w:p w:rsidR="006F0F69" w:rsidRPr="00E31D81" w:rsidRDefault="006F0F69" w:rsidP="00F927E2">
      <w:pPr>
        <w:pStyle w:val="13"/>
        <w:jc w:val="both"/>
        <w:rPr>
          <w:rFonts w:ascii="Times New Roman" w:hAnsi="Times New Roman" w:cs="Times New Roman"/>
        </w:rPr>
      </w:pPr>
      <w:r w:rsidRPr="00E31D81">
        <w:rPr>
          <w:rFonts w:ascii="Times New Roman" w:hAnsi="Times New Roman" w:cs="Times New Roman"/>
        </w:rPr>
        <w:t>1)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;</w:t>
      </w:r>
    </w:p>
    <w:p w:rsidR="006F0F69" w:rsidRPr="00E31D81" w:rsidRDefault="006F0F69" w:rsidP="00F927E2">
      <w:pPr>
        <w:pStyle w:val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 П</w:t>
      </w:r>
      <w:r w:rsidRPr="00E31D81">
        <w:rPr>
          <w:rFonts w:ascii="Times New Roman" w:hAnsi="Times New Roman" w:cs="Times New Roman"/>
        </w:rPr>
        <w:t>рограммой «Окружающий мир» - концепция «Начальная школа 21 века» руководитель проекта Н.Ф.Виноградова (автор Н.Ф.</w:t>
      </w:r>
      <w:r>
        <w:rPr>
          <w:rFonts w:ascii="Times New Roman" w:hAnsi="Times New Roman" w:cs="Times New Roman"/>
        </w:rPr>
        <w:t>Виноградова. М.: Вента-Граф,2013)</w:t>
      </w:r>
      <w:r w:rsidRPr="00E31D81">
        <w:rPr>
          <w:rFonts w:ascii="Times New Roman" w:hAnsi="Times New Roman" w:cs="Times New Roman"/>
        </w:rPr>
        <w:t xml:space="preserve">, </w:t>
      </w:r>
    </w:p>
    <w:p w:rsidR="006F0F69" w:rsidRPr="00E31D81" w:rsidRDefault="006F0F69" w:rsidP="00F927E2">
      <w:pPr>
        <w:pStyle w:val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П</w:t>
      </w:r>
      <w:r w:rsidRPr="00E31D81">
        <w:rPr>
          <w:rFonts w:ascii="Times New Roman" w:hAnsi="Times New Roman" w:cs="Times New Roman"/>
        </w:rPr>
        <w:t>римерной программой начального общего образования по окружающему миру, созданной на основе федерального компонента государственного стандарта начального общего образования начальной школы  (</w:t>
      </w:r>
      <w:smartTag w:uri="urn:schemas-microsoft-com:office:smarttags" w:element="metricconverter">
        <w:smartTagPr>
          <w:attr w:name="ProductID" w:val="2015 г"/>
        </w:smartTagPr>
        <w:r w:rsidRPr="00E31D81">
          <w:rPr>
            <w:rFonts w:ascii="Times New Roman" w:hAnsi="Times New Roman" w:cs="Times New Roman"/>
          </w:rPr>
          <w:t>2015 г</w:t>
        </w:r>
      </w:smartTag>
      <w:r w:rsidRPr="00E31D81">
        <w:rPr>
          <w:rFonts w:ascii="Times New Roman" w:hAnsi="Times New Roman" w:cs="Times New Roman"/>
        </w:rPr>
        <w:t>.)</w:t>
      </w:r>
    </w:p>
    <w:p w:rsidR="006F0F69" w:rsidRPr="00E31D81" w:rsidRDefault="006F0F69" w:rsidP="00F927E2">
      <w:pPr>
        <w:pStyle w:val="13"/>
        <w:jc w:val="both"/>
        <w:rPr>
          <w:rFonts w:ascii="Times New Roman" w:hAnsi="Times New Roman" w:cs="Times New Roman"/>
        </w:rPr>
      </w:pPr>
      <w:r w:rsidRPr="00E31D81">
        <w:rPr>
          <w:rFonts w:ascii="Times New Roman" w:hAnsi="Times New Roman" w:cs="Times New Roman"/>
        </w:rPr>
        <w:t>4)  Положением о рабочей программе МАОУ Стрехнинская СОШ.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/>
          <w:bCs/>
          <w:iCs/>
          <w:lang w:eastAsia="ru-RU"/>
        </w:rPr>
      </w:pPr>
      <w:r w:rsidRPr="00E31D81">
        <w:rPr>
          <w:rFonts w:ascii="Times New Roman" w:hAnsi="Times New Roman"/>
          <w:b/>
          <w:bCs/>
          <w:iCs/>
        </w:rPr>
        <w:t xml:space="preserve">                                                                Целью учебного предмета « Окружающий мир » является</w:t>
      </w:r>
    </w:p>
    <w:p w:rsidR="006F0F69" w:rsidRPr="00E31D81" w:rsidRDefault="006F0F69" w:rsidP="00F927E2">
      <w:pPr>
        <w:pStyle w:val="13"/>
        <w:jc w:val="both"/>
        <w:rPr>
          <w:rFonts w:ascii="Times New Roman" w:hAnsi="Times New Roman" w:cs="Times New Roman"/>
        </w:rPr>
      </w:pPr>
      <w:r w:rsidRPr="00E31D81">
        <w:rPr>
          <w:rFonts w:ascii="Times New Roman" w:hAnsi="Times New Roman" w:cs="Times New Roman"/>
          <w:bCs/>
        </w:rPr>
        <w:t xml:space="preserve">Изучения курса «Окружающий мир» </w:t>
      </w:r>
      <w:r w:rsidRPr="00E31D81">
        <w:rPr>
          <w:rFonts w:ascii="Times New Roman" w:hAnsi="Times New Roman" w:cs="Times New Roman"/>
        </w:rPr>
        <w:t>в начальной школе — формирование целостной картины мира и осознание места в нем человека на основе единства  рационально- научного познания и эмоционально-ценностного осмысления ребенком личного опыта общения с людьми , обществом, природой.</w:t>
      </w:r>
    </w:p>
    <w:p w:rsidR="006F0F69" w:rsidRPr="00E31D81" w:rsidRDefault="006F0F69" w:rsidP="00F927E2">
      <w:pPr>
        <w:pStyle w:val="13"/>
        <w:jc w:val="center"/>
        <w:rPr>
          <w:rFonts w:ascii="Times New Roman" w:hAnsi="Times New Roman" w:cs="Times New Roman"/>
          <w:b/>
        </w:rPr>
      </w:pPr>
      <w:r w:rsidRPr="00E31D81">
        <w:rPr>
          <w:rFonts w:ascii="Times New Roman" w:hAnsi="Times New Roman" w:cs="Times New Roman"/>
          <w:b/>
        </w:rPr>
        <w:t>Задачами учебного предмета «Окружающий мир» являются:</w:t>
      </w:r>
    </w:p>
    <w:p w:rsidR="006F0F69" w:rsidRPr="00E31D81" w:rsidRDefault="006F0F69" w:rsidP="00F927E2">
      <w:pPr>
        <w:pStyle w:val="1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E31D81">
        <w:rPr>
          <w:rFonts w:ascii="Times New Roman" w:hAnsi="Times New Roman" w:cs="Times New Roman"/>
          <w:lang w:eastAsia="ru-RU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</w:t>
      </w:r>
    </w:p>
    <w:p w:rsidR="006F0F69" w:rsidRPr="00E31D81" w:rsidRDefault="006F0F69" w:rsidP="00F927E2">
      <w:pPr>
        <w:pStyle w:val="1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E31D81">
        <w:rPr>
          <w:rFonts w:ascii="Times New Roman" w:hAnsi="Times New Roman" w:cs="Times New Roman"/>
          <w:lang w:eastAsia="ru-RU"/>
        </w:rPr>
        <w:t>осознание ребёнком ценности, целостности и многообразия окружающего мира, своего места в нём;</w:t>
      </w:r>
    </w:p>
    <w:p w:rsidR="006F0F69" w:rsidRPr="00E31D81" w:rsidRDefault="006F0F69" w:rsidP="00F927E2">
      <w:pPr>
        <w:pStyle w:val="1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E31D81">
        <w:rPr>
          <w:rFonts w:ascii="Times New Roman" w:hAnsi="Times New Roman" w:cs="Times New Roman"/>
          <w:lang w:eastAsia="ru-RU"/>
        </w:rPr>
        <w:t>формирование модели безопасного поведения в условиях повседневной жизни и в</w:t>
      </w:r>
    </w:p>
    <w:p w:rsidR="006F0F69" w:rsidRPr="00E31D81" w:rsidRDefault="006F0F69" w:rsidP="00F927E2">
      <w:pPr>
        <w:pStyle w:val="13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E31D81">
        <w:rPr>
          <w:rFonts w:ascii="Times New Roman" w:hAnsi="Times New Roman" w:cs="Times New Roman"/>
          <w:lang w:eastAsia="ru-RU"/>
        </w:rPr>
        <w:t>различных опасных и чрезвычайных ситуациях;</w:t>
      </w:r>
    </w:p>
    <w:p w:rsidR="006F0F69" w:rsidRPr="00E31D81" w:rsidRDefault="006F0F69" w:rsidP="00F927E2">
      <w:pPr>
        <w:pStyle w:val="1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</w:rPr>
      </w:pPr>
      <w:r w:rsidRPr="00E31D81">
        <w:rPr>
          <w:rFonts w:ascii="Times New Roman" w:hAnsi="Times New Roman" w:cs="Times New Roman"/>
          <w:lang w:eastAsia="ru-RU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6F0F69" w:rsidRPr="00E31D81" w:rsidRDefault="006F0F69" w:rsidP="00F927E2">
      <w:pPr>
        <w:pStyle w:val="1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</w:rPr>
      </w:pP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/>
        </w:rPr>
      </w:pPr>
      <w:r w:rsidRPr="00E31D81">
        <w:rPr>
          <w:rFonts w:ascii="Times New Roman" w:hAnsi="Times New Roman"/>
          <w:b/>
        </w:rPr>
        <w:t xml:space="preserve">                                                                    2. Общая характеристика учебного предмета «Окружающий мир»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spacing w:val="-3"/>
          <w:w w:val="105"/>
        </w:rPr>
      </w:pPr>
      <w:r w:rsidRPr="00E31D81">
        <w:rPr>
          <w:rFonts w:ascii="Times New Roman" w:hAnsi="Times New Roman"/>
          <w:b/>
          <w:bCs/>
          <w:w w:val="105"/>
        </w:rPr>
        <w:t xml:space="preserve">Образовательная </w:t>
      </w:r>
      <w:r w:rsidRPr="00E31D81">
        <w:rPr>
          <w:rFonts w:ascii="Times New Roman" w:hAnsi="Times New Roman"/>
          <w:w w:val="105"/>
        </w:rPr>
        <w:t>функция предмета заключается в фор</w:t>
      </w:r>
      <w:r w:rsidRPr="00E31D81">
        <w:rPr>
          <w:rFonts w:ascii="Times New Roman" w:hAnsi="Times New Roman"/>
          <w:w w:val="105"/>
        </w:rPr>
        <w:softHyphen/>
        <w:t>мировании разнообразных представлений о природе, челове</w:t>
      </w:r>
      <w:r w:rsidRPr="00E31D81">
        <w:rPr>
          <w:rFonts w:ascii="Times New Roman" w:hAnsi="Times New Roman"/>
          <w:w w:val="105"/>
        </w:rPr>
        <w:softHyphen/>
      </w:r>
      <w:r w:rsidRPr="00E31D81">
        <w:rPr>
          <w:rFonts w:ascii="Times New Roman" w:hAnsi="Times New Roman"/>
          <w:spacing w:val="-7"/>
          <w:w w:val="105"/>
        </w:rPr>
        <w:t>ке и обществе, элементарной ориентировке в доступных есте</w:t>
      </w:r>
      <w:r w:rsidRPr="00E31D81">
        <w:rPr>
          <w:rFonts w:ascii="Times New Roman" w:hAnsi="Times New Roman"/>
          <w:spacing w:val="-7"/>
          <w:w w:val="105"/>
        </w:rPr>
        <w:softHyphen/>
      </w:r>
      <w:r w:rsidRPr="00E31D81">
        <w:rPr>
          <w:rFonts w:ascii="Times New Roman" w:hAnsi="Times New Roman"/>
          <w:spacing w:val="-1"/>
          <w:w w:val="105"/>
        </w:rPr>
        <w:t>ственнонаучных, обществоведческих, исторических поня</w:t>
      </w:r>
      <w:r w:rsidRPr="00E31D81">
        <w:rPr>
          <w:rFonts w:ascii="Times New Roman" w:hAnsi="Times New Roman"/>
          <w:spacing w:val="-1"/>
          <w:w w:val="105"/>
        </w:rPr>
        <w:softHyphen/>
      </w:r>
      <w:r w:rsidRPr="00E31D81">
        <w:rPr>
          <w:rFonts w:ascii="Times New Roman" w:hAnsi="Times New Roman"/>
          <w:spacing w:val="-3"/>
          <w:w w:val="105"/>
        </w:rPr>
        <w:t xml:space="preserve">тиях, развитии целостного восприятия окружающего мира. 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spacing w:val="-3"/>
          <w:w w:val="105"/>
        </w:rPr>
      </w:pPr>
      <w:r w:rsidRPr="00E31D81">
        <w:rPr>
          <w:rFonts w:ascii="Times New Roman" w:hAnsi="Times New Roman"/>
          <w:w w:val="105"/>
        </w:rPr>
        <w:t xml:space="preserve">Реализация </w:t>
      </w:r>
      <w:r w:rsidRPr="00E31D81">
        <w:rPr>
          <w:rFonts w:ascii="Times New Roman" w:hAnsi="Times New Roman"/>
          <w:b/>
          <w:bCs/>
          <w:w w:val="105"/>
        </w:rPr>
        <w:t xml:space="preserve">развивающей </w:t>
      </w:r>
      <w:r w:rsidRPr="00E31D81">
        <w:rPr>
          <w:rFonts w:ascii="Times New Roman" w:hAnsi="Times New Roman"/>
          <w:w w:val="105"/>
        </w:rPr>
        <w:t>функции обеспечивает осо</w:t>
      </w:r>
      <w:r w:rsidRPr="00E31D81">
        <w:rPr>
          <w:rFonts w:ascii="Times New Roman" w:hAnsi="Times New Roman"/>
          <w:w w:val="105"/>
        </w:rPr>
        <w:softHyphen/>
      </w:r>
      <w:r w:rsidRPr="00E31D81">
        <w:rPr>
          <w:rFonts w:ascii="Times New Roman" w:hAnsi="Times New Roman"/>
          <w:spacing w:val="-4"/>
          <w:w w:val="105"/>
        </w:rPr>
        <w:t>знание отдельных (доступных для понимания) связей в при</w:t>
      </w:r>
      <w:r w:rsidRPr="00E31D81">
        <w:rPr>
          <w:rFonts w:ascii="Times New Roman" w:hAnsi="Times New Roman"/>
          <w:spacing w:val="-4"/>
          <w:w w:val="105"/>
        </w:rPr>
        <w:softHyphen/>
      </w:r>
      <w:r w:rsidRPr="00E31D81">
        <w:rPr>
          <w:rFonts w:ascii="Times New Roman" w:hAnsi="Times New Roman"/>
          <w:w w:val="105"/>
        </w:rPr>
        <w:t>родном и социальном мире, психическое и личностное разви</w:t>
      </w:r>
      <w:r w:rsidRPr="00E31D81">
        <w:rPr>
          <w:rFonts w:ascii="Times New Roman" w:hAnsi="Times New Roman"/>
          <w:w w:val="105"/>
        </w:rPr>
        <w:softHyphen/>
      </w:r>
      <w:r w:rsidRPr="00E31D81">
        <w:rPr>
          <w:rFonts w:ascii="Times New Roman" w:hAnsi="Times New Roman"/>
          <w:spacing w:val="-4"/>
          <w:w w:val="105"/>
        </w:rPr>
        <w:t>тие школьника; формирование предпосылок научного миро</w:t>
      </w:r>
      <w:r w:rsidRPr="00E31D81">
        <w:rPr>
          <w:rFonts w:ascii="Times New Roman" w:hAnsi="Times New Roman"/>
          <w:spacing w:val="-4"/>
          <w:w w:val="105"/>
        </w:rPr>
        <w:softHyphen/>
      </w:r>
      <w:r w:rsidRPr="00E31D81">
        <w:rPr>
          <w:rFonts w:ascii="Times New Roman" w:hAnsi="Times New Roman"/>
          <w:w w:val="105"/>
        </w:rPr>
        <w:t xml:space="preserve">воззрения.  Обеспечивается формирование общеучебных </w:t>
      </w:r>
      <w:r w:rsidRPr="00E31D81">
        <w:rPr>
          <w:rFonts w:ascii="Times New Roman" w:hAnsi="Times New Roman"/>
          <w:spacing w:val="-2"/>
          <w:w w:val="105"/>
        </w:rPr>
        <w:t>умений — выделять существенные и несущественные при</w:t>
      </w:r>
      <w:r w:rsidRPr="00E31D81">
        <w:rPr>
          <w:rFonts w:ascii="Times New Roman" w:hAnsi="Times New Roman"/>
          <w:spacing w:val="-2"/>
          <w:w w:val="105"/>
        </w:rPr>
        <w:softHyphen/>
      </w:r>
      <w:r w:rsidRPr="00E31D81">
        <w:rPr>
          <w:rFonts w:ascii="Times New Roman" w:hAnsi="Times New Roman"/>
          <w:spacing w:val="-5"/>
          <w:w w:val="105"/>
        </w:rPr>
        <w:t>знаки объекта, сравнивать, обобщать, классифицировать, по</w:t>
      </w:r>
      <w:r w:rsidRPr="00E31D81">
        <w:rPr>
          <w:rFonts w:ascii="Times New Roman" w:hAnsi="Times New Roman"/>
          <w:spacing w:val="-5"/>
          <w:w w:val="105"/>
        </w:rPr>
        <w:softHyphen/>
      </w:r>
      <w:r w:rsidRPr="00E31D81">
        <w:rPr>
          <w:rFonts w:ascii="Times New Roman" w:hAnsi="Times New Roman"/>
          <w:spacing w:val="-4"/>
          <w:w w:val="105"/>
        </w:rPr>
        <w:t>нимать главную мысль научного текста, осознавать, что лю</w:t>
      </w:r>
      <w:r w:rsidRPr="00E31D81">
        <w:rPr>
          <w:rFonts w:ascii="Times New Roman" w:hAnsi="Times New Roman"/>
          <w:spacing w:val="-4"/>
          <w:w w:val="105"/>
        </w:rPr>
        <w:softHyphen/>
      </w:r>
      <w:r w:rsidRPr="00E31D81">
        <w:rPr>
          <w:rFonts w:ascii="Times New Roman" w:hAnsi="Times New Roman"/>
          <w:spacing w:val="-3"/>
          <w:w w:val="105"/>
        </w:rPr>
        <w:t>бое событие происходит во времени и пространстве, фикси</w:t>
      </w:r>
      <w:r w:rsidRPr="00E31D81">
        <w:rPr>
          <w:rFonts w:ascii="Times New Roman" w:hAnsi="Times New Roman"/>
          <w:spacing w:val="-3"/>
          <w:w w:val="105"/>
        </w:rPr>
        <w:softHyphen/>
      </w:r>
      <w:r w:rsidRPr="00E31D81">
        <w:rPr>
          <w:rFonts w:ascii="Times New Roman" w:hAnsi="Times New Roman"/>
          <w:w w:val="105"/>
        </w:rPr>
        <w:t xml:space="preserve">ровать  результаты   наблюдений.   Развивающая  функция </w:t>
      </w:r>
      <w:r w:rsidRPr="00E31D81">
        <w:rPr>
          <w:rFonts w:ascii="Times New Roman" w:hAnsi="Times New Roman"/>
          <w:spacing w:val="-2"/>
          <w:w w:val="105"/>
        </w:rPr>
        <w:t>предмета предполагает и формирование элементарной эру</w:t>
      </w:r>
      <w:r w:rsidRPr="00E31D81">
        <w:rPr>
          <w:rFonts w:ascii="Times New Roman" w:hAnsi="Times New Roman"/>
          <w:spacing w:val="-2"/>
          <w:w w:val="105"/>
        </w:rPr>
        <w:softHyphen/>
      </w:r>
      <w:r w:rsidRPr="00E31D81">
        <w:rPr>
          <w:rFonts w:ascii="Times New Roman" w:hAnsi="Times New Roman"/>
          <w:w w:val="105"/>
        </w:rPr>
        <w:t xml:space="preserve">диции ребенка, его общей культуры, овладение знаниями, </w:t>
      </w:r>
      <w:r w:rsidRPr="00E31D81">
        <w:rPr>
          <w:rFonts w:ascii="Times New Roman" w:hAnsi="Times New Roman"/>
          <w:spacing w:val="-4"/>
          <w:w w:val="105"/>
        </w:rPr>
        <w:t>превышающими минимум содержания образования.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/>
        </w:rPr>
      </w:pPr>
      <w:r w:rsidRPr="00E31D81">
        <w:rPr>
          <w:rFonts w:ascii="Times New Roman" w:hAnsi="Times New Roman"/>
        </w:rPr>
        <w:t>«Окружающий мир» — предмет интегрированный. При его изучении младший школьник</w:t>
      </w:r>
      <w:r w:rsidRPr="00E31D81">
        <w:rPr>
          <w:rFonts w:ascii="Times New Roman" w:hAnsi="Times New Roman"/>
          <w:b/>
        </w:rPr>
        <w:t>: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</w:rPr>
      </w:pPr>
      <w:r w:rsidRPr="00E31D81">
        <w:rPr>
          <w:rFonts w:ascii="Times New Roman" w:hAnsi="Times New Roman"/>
        </w:rPr>
        <w:t>устанавливает более тесные связи между познанием природы и социальной жизни; понимает взаимозависимости в системе «человек — природа — общество»;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</w:rPr>
      </w:pPr>
      <w:r w:rsidRPr="00E31D81">
        <w:rPr>
          <w:rFonts w:ascii="Times New Roman" w:hAnsi="Times New Roman"/>
        </w:rPr>
        <w:t>осознает необходимость выполнения правил поведе</w:t>
      </w:r>
      <w:r w:rsidRPr="00E31D81">
        <w:rPr>
          <w:rFonts w:ascii="Times New Roman" w:hAnsi="Times New Roman"/>
        </w:rPr>
        <w:softHyphen/>
        <w:t>ния, сущность нравственно-этических установок; получает начальные навыки экологической культуры;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</w:rPr>
      </w:pPr>
      <w:r w:rsidRPr="00E31D81">
        <w:rPr>
          <w:rFonts w:ascii="Times New Roman" w:hAnsi="Times New Roman"/>
        </w:rPr>
        <w:t>подходит к пониманию себя как индивидуальности, своих способностей и возможностей, осознает возможность изменять себя, понимает важность здорового образа жизни; подготавливается к изучению базовых предметов в ос</w:t>
      </w:r>
      <w:r w:rsidRPr="00E31D81">
        <w:rPr>
          <w:rFonts w:ascii="Times New Roman" w:hAnsi="Times New Roman"/>
        </w:rPr>
        <w:softHyphen/>
        <w:t>новной школе.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/>
          <w:i/>
          <w:iCs/>
        </w:rPr>
      </w:pPr>
      <w:r w:rsidRPr="00E31D81">
        <w:rPr>
          <w:rFonts w:ascii="Times New Roman" w:hAnsi="Times New Roman"/>
        </w:rPr>
        <w:t xml:space="preserve">В основе построения курса лежат </w:t>
      </w:r>
      <w:r w:rsidRPr="00E31D81">
        <w:rPr>
          <w:rFonts w:ascii="Times New Roman" w:hAnsi="Times New Roman"/>
          <w:b/>
        </w:rPr>
        <w:t xml:space="preserve">следующие </w:t>
      </w:r>
      <w:r w:rsidRPr="00E31D81">
        <w:rPr>
          <w:rFonts w:ascii="Times New Roman" w:hAnsi="Times New Roman"/>
          <w:b/>
          <w:i/>
          <w:iCs/>
        </w:rPr>
        <w:t xml:space="preserve">принципы: 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</w:rPr>
      </w:pPr>
      <w:r w:rsidRPr="00E31D81">
        <w:rPr>
          <w:rFonts w:ascii="Times New Roman" w:hAnsi="Times New Roman"/>
          <w:b/>
        </w:rPr>
        <w:t>1</w:t>
      </w:r>
      <w:r w:rsidRPr="00E31D81">
        <w:rPr>
          <w:rFonts w:ascii="Times New Roman" w:hAnsi="Times New Roman"/>
        </w:rPr>
        <w:t xml:space="preserve">. </w:t>
      </w:r>
      <w:r w:rsidRPr="00E31D81">
        <w:rPr>
          <w:rFonts w:ascii="Times New Roman" w:hAnsi="Times New Roman"/>
          <w:b/>
        </w:rPr>
        <w:t>П</w:t>
      </w:r>
      <w:r w:rsidRPr="00E31D81">
        <w:rPr>
          <w:rFonts w:ascii="Times New Roman" w:hAnsi="Times New Roman"/>
          <w:b/>
          <w:bCs/>
        </w:rPr>
        <w:t xml:space="preserve">оступательность - </w:t>
      </w:r>
      <w:r w:rsidRPr="00E31D81">
        <w:rPr>
          <w:rFonts w:ascii="Times New Roman" w:hAnsi="Times New Roman"/>
        </w:rPr>
        <w:t>обеспечение постепенно</w:t>
      </w:r>
      <w:r w:rsidRPr="00E31D81">
        <w:rPr>
          <w:rFonts w:ascii="Times New Roman" w:hAnsi="Times New Roman"/>
        </w:rPr>
        <w:softHyphen/>
        <w:t>сти, последовательности и перспективности обучения, создание возмо</w:t>
      </w:r>
      <w:r w:rsidRPr="00E31D81">
        <w:rPr>
          <w:rFonts w:ascii="Times New Roman" w:hAnsi="Times New Roman"/>
        </w:rPr>
        <w:softHyphen/>
        <w:t>жности успешного изучения соответствующих естественно</w:t>
      </w:r>
      <w:r w:rsidRPr="00E31D81">
        <w:rPr>
          <w:rFonts w:ascii="Times New Roman" w:hAnsi="Times New Roman"/>
        </w:rPr>
        <w:softHyphen/>
        <w:t xml:space="preserve">научных и гуманитарных предметов в среднем звене школы. 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/>
        </w:rPr>
      </w:pPr>
      <w:r w:rsidRPr="00E31D81">
        <w:rPr>
          <w:rFonts w:ascii="Times New Roman" w:hAnsi="Times New Roman"/>
          <w:b/>
        </w:rPr>
        <w:t>2</w:t>
      </w:r>
      <w:r w:rsidRPr="00E31D81">
        <w:rPr>
          <w:rFonts w:ascii="Times New Roman" w:hAnsi="Times New Roman"/>
        </w:rPr>
        <w:t xml:space="preserve">. </w:t>
      </w:r>
      <w:r w:rsidRPr="00E31D81">
        <w:rPr>
          <w:rFonts w:ascii="Times New Roman" w:hAnsi="Times New Roman"/>
          <w:b/>
        </w:rPr>
        <w:t xml:space="preserve">Тематичность  –  </w:t>
      </w:r>
      <w:r w:rsidRPr="00E31D81">
        <w:rPr>
          <w:rFonts w:ascii="Times New Roman" w:hAnsi="Times New Roman"/>
        </w:rPr>
        <w:t>построение программы по темам, объединяющим содержание из разных образовательных областей человек природа общество).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Cs/>
        </w:rPr>
      </w:pPr>
      <w:r w:rsidRPr="00E31D81">
        <w:rPr>
          <w:rFonts w:ascii="Times New Roman" w:hAnsi="Times New Roman"/>
          <w:b/>
          <w:bCs/>
        </w:rPr>
        <w:t xml:space="preserve">3. Природосообразность  -  </w:t>
      </w:r>
      <w:r w:rsidRPr="00E31D81">
        <w:rPr>
          <w:rFonts w:ascii="Times New Roman" w:hAnsi="Times New Roman"/>
          <w:bCs/>
        </w:rPr>
        <w:t>отбор доступного, наиболее актуального содержания знаний, учет  меры трудности, возможность для каждого ученика удовлетворить свои познавательные интересы.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Cs/>
        </w:rPr>
      </w:pPr>
      <w:r w:rsidRPr="00E31D81">
        <w:rPr>
          <w:rFonts w:ascii="Times New Roman" w:hAnsi="Times New Roman"/>
          <w:b/>
          <w:bCs/>
        </w:rPr>
        <w:t xml:space="preserve">4. Краеведческий принцип – </w:t>
      </w:r>
      <w:r w:rsidRPr="00E31D81">
        <w:rPr>
          <w:rFonts w:ascii="Times New Roman" w:hAnsi="Times New Roman"/>
          <w:bCs/>
        </w:rPr>
        <w:t>учет особенностей протекания природных явлений в данной области, знакомство с достопримечательностями (природными и социальными) родного края.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</w:rPr>
      </w:pPr>
      <w:r w:rsidRPr="00E31D81">
        <w:rPr>
          <w:rFonts w:ascii="Times New Roman" w:hAnsi="Times New Roman"/>
          <w:b/>
          <w:bCs/>
        </w:rPr>
        <w:t>5.</w:t>
      </w:r>
      <w:r w:rsidRPr="00E31D81">
        <w:rPr>
          <w:rFonts w:ascii="Times New Roman" w:hAnsi="Times New Roman"/>
          <w:b/>
        </w:rPr>
        <w:t>Экологический принцип</w:t>
      </w:r>
      <w:r w:rsidRPr="00E31D81">
        <w:rPr>
          <w:rFonts w:ascii="Times New Roman" w:hAnsi="Times New Roman"/>
        </w:rPr>
        <w:t xml:space="preserve">  - особое внимание к содержанию ознакомления с окружающим миром, формирование у младшего школьника элементарных умений предвидеть последствия своего поведения, сравнивать свои действия с установленными нормами поведения в окружающей среде. Кроме того, развитие культуры отношения к своему здоровью, образу жизни. 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iCs/>
        </w:rPr>
      </w:pPr>
      <w:r w:rsidRPr="00E31D81">
        <w:rPr>
          <w:rFonts w:ascii="Times New Roman" w:hAnsi="Times New Roman"/>
          <w:iCs/>
        </w:rPr>
        <w:t>Основные содержательные линии предмета «Окружающий мир» определены стандартом начального общего образования второго поколения и представлены содержательными блоками «Человек и природа, « Человек и общество».</w:t>
      </w:r>
    </w:p>
    <w:p w:rsidR="006F0F69" w:rsidRPr="00E31D81" w:rsidRDefault="006F0F69" w:rsidP="00F927E2">
      <w:pPr>
        <w:pStyle w:val="NoSpacing"/>
        <w:jc w:val="both"/>
        <w:rPr>
          <w:rFonts w:ascii="Times New Roman" w:hAnsi="Times New Roman"/>
          <w:b/>
          <w:iCs/>
        </w:rPr>
      </w:pPr>
      <w:r w:rsidRPr="00E31D81">
        <w:rPr>
          <w:rFonts w:ascii="Times New Roman" w:hAnsi="Times New Roman"/>
          <w:b/>
          <w:iCs/>
        </w:rPr>
        <w:t xml:space="preserve">                                                     3. Описание места учебного предмета  «Окружающий мир»в учебном плане.</w:t>
      </w:r>
    </w:p>
    <w:p w:rsidR="006F0F69" w:rsidRPr="00E31D81" w:rsidRDefault="006F0F69" w:rsidP="00F927E2">
      <w:pPr>
        <w:pStyle w:val="NoSpacing"/>
        <w:suppressAutoHyphens/>
        <w:jc w:val="both"/>
        <w:rPr>
          <w:rFonts w:ascii="Times New Roman" w:hAnsi="Times New Roman"/>
        </w:rPr>
      </w:pPr>
      <w:r w:rsidRPr="00E31D81">
        <w:rPr>
          <w:rFonts w:ascii="Times New Roman" w:hAnsi="Times New Roman"/>
        </w:rPr>
        <w:t>В соответствии с учебным планом на преподавание «Окружающего мира» во втором классе   отводится 2 часа в неделю. Соответственно программа рассчитана на 68 учебных часов (34 учебных недели)</w:t>
      </w:r>
    </w:p>
    <w:p w:rsidR="006F0F69" w:rsidRPr="00E31D81" w:rsidRDefault="006F0F69" w:rsidP="00F927E2">
      <w:pPr>
        <w:pStyle w:val="NoSpacing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(1 четверть -  16</w:t>
      </w:r>
      <w:r w:rsidRPr="00E31D81">
        <w:rPr>
          <w:rFonts w:ascii="Times New Roman" w:hAnsi="Times New Roman"/>
        </w:rPr>
        <w:t xml:space="preserve">  часов, 2 четверть -</w:t>
      </w:r>
      <w:r>
        <w:rPr>
          <w:rFonts w:ascii="Times New Roman" w:hAnsi="Times New Roman"/>
        </w:rPr>
        <w:t xml:space="preserve"> 16    часов , 3 четверть  -  20 часов , 4 четверть  –   16</w:t>
      </w:r>
      <w:r w:rsidRPr="00E31D81">
        <w:rPr>
          <w:rFonts w:ascii="Times New Roman" w:hAnsi="Times New Roman"/>
        </w:rPr>
        <w:t xml:space="preserve">  часов )</w:t>
      </w:r>
    </w:p>
    <w:p w:rsidR="006F0F69" w:rsidRPr="00E31D81" w:rsidRDefault="006F0F69" w:rsidP="00F927E2">
      <w:pPr>
        <w:pStyle w:val="NoSpacing"/>
        <w:suppressAutoHyphens/>
        <w:jc w:val="both"/>
        <w:rPr>
          <w:rFonts w:ascii="Times New Roman" w:hAnsi="Times New Roman"/>
          <w:b/>
        </w:rPr>
      </w:pPr>
      <w:r w:rsidRPr="00E31D81">
        <w:rPr>
          <w:rFonts w:ascii="Times New Roman" w:hAnsi="Times New Roman"/>
          <w:b/>
        </w:rPr>
        <w:t xml:space="preserve">                                                        4.  Описание ценностных ориентиров содержания учебного предмета « Окружающий мир»</w:t>
      </w:r>
    </w:p>
    <w:p w:rsidR="006F0F69" w:rsidRPr="00E31D81" w:rsidRDefault="006F0F69" w:rsidP="00F927E2">
      <w:pPr>
        <w:spacing w:line="240" w:lineRule="auto"/>
        <w:jc w:val="both"/>
        <w:rPr>
          <w:rFonts w:ascii="Times New Roman" w:hAnsi="Times New Roman"/>
        </w:rPr>
      </w:pPr>
      <w:r w:rsidRPr="00E31D81">
        <w:rPr>
          <w:rFonts w:ascii="Times New Roman" w:hAnsi="Times New Roman"/>
        </w:rPr>
        <w:t>Изучение Окружающего мира «позволяет достичь личностных, предметных и метапредметных результатов обучения, т. е. реализовать социальные и образовательные цели естественнонаучного и обществоведческого образования младших школьников. Значение приобщения подрастающего поколения к культуре , обычаям и традициям народа, традиционным, духовным и нравственно-эстетическим ценностям никогда не может потерять своей актуальности. Этнографические знания, получаемые детьми, дают возможность почувствовать то общее, что связывает всех, увидеть интересное, прекрасное, необычное в том, что рядом, воспитывают чувство сопричастности к культуре и истории родного края, прежде всего через уважение к народам, культуры которых сформировались на его территории.</w:t>
      </w:r>
    </w:p>
    <w:p w:rsidR="006F0F69" w:rsidRPr="00E31D81" w:rsidRDefault="006F0F69" w:rsidP="00F927E2">
      <w:pPr>
        <w:pStyle w:val="ListParagraph"/>
        <w:suppressAutoHyphens/>
        <w:spacing w:after="0" w:line="240" w:lineRule="auto"/>
        <w:ind w:left="0"/>
        <w:rPr>
          <w:rFonts w:ascii="Times New Roman" w:hAnsi="Times New Roman"/>
          <w:b/>
          <w:bCs/>
        </w:rPr>
      </w:pPr>
      <w:r w:rsidRPr="00E31D81">
        <w:rPr>
          <w:rFonts w:ascii="Times New Roman" w:hAnsi="Times New Roman"/>
          <w:b/>
          <w:bCs/>
        </w:rPr>
        <w:t xml:space="preserve">                                                         5.</w:t>
      </w:r>
      <w:r>
        <w:rPr>
          <w:rFonts w:ascii="Times New Roman" w:hAnsi="Times New Roman"/>
          <w:b/>
          <w:bCs/>
        </w:rPr>
        <w:t xml:space="preserve">  Л</w:t>
      </w:r>
      <w:r w:rsidRPr="00E31D81">
        <w:rPr>
          <w:rFonts w:ascii="Times New Roman" w:hAnsi="Times New Roman"/>
          <w:b/>
          <w:bCs/>
        </w:rPr>
        <w:t>ичностные, метапредметные и предметные результаты освоения</w:t>
      </w:r>
    </w:p>
    <w:p w:rsidR="006F0F69" w:rsidRPr="00E31D81" w:rsidRDefault="006F0F69" w:rsidP="00F927E2">
      <w:pPr>
        <w:pStyle w:val="ListParagraph"/>
        <w:suppressAutoHyphens/>
        <w:spacing w:after="0" w:line="240" w:lineRule="auto"/>
        <w:ind w:left="0"/>
        <w:rPr>
          <w:rFonts w:ascii="Times New Roman" w:hAnsi="Times New Roman"/>
          <w:b/>
          <w:bCs/>
        </w:rPr>
      </w:pPr>
      <w:r w:rsidRPr="00E31D81">
        <w:rPr>
          <w:rFonts w:ascii="Times New Roman" w:hAnsi="Times New Roman"/>
          <w:b/>
          <w:bCs/>
        </w:rPr>
        <w:t xml:space="preserve">                                                                      учебного предмета «Окружающий мир».</w:t>
      </w:r>
    </w:p>
    <w:p w:rsidR="006F0F69" w:rsidRPr="00E31D81" w:rsidRDefault="006F0F69" w:rsidP="00F927E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D81">
        <w:rPr>
          <w:rFonts w:ascii="Times New Roman" w:hAnsi="Times New Roman" w:cs="Times New Roman"/>
          <w:b/>
          <w:bCs/>
          <w:sz w:val="22"/>
          <w:szCs w:val="22"/>
        </w:rPr>
        <w:t>Личностные:</w:t>
      </w:r>
      <w:r w:rsidRPr="00E31D8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F0F69" w:rsidRPr="00E31D81" w:rsidRDefault="006F0F69" w:rsidP="00F927E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31D81">
        <w:rPr>
          <w:rFonts w:ascii="Times New Roman" w:hAnsi="Times New Roman" w:cs="Times New Roman"/>
          <w:sz w:val="22"/>
          <w:szCs w:val="22"/>
        </w:rPr>
        <w:t xml:space="preserve">В результате изучения </w:t>
      </w:r>
      <w:r w:rsidRPr="00E31D81">
        <w:rPr>
          <w:rFonts w:ascii="Times New Roman" w:hAnsi="Times New Roman" w:cs="Times New Roman"/>
          <w:b/>
          <w:bCs/>
          <w:sz w:val="22"/>
          <w:szCs w:val="22"/>
        </w:rPr>
        <w:t xml:space="preserve">всех без исключения предметов </w:t>
      </w:r>
      <w:r w:rsidRPr="00E31D81">
        <w:rPr>
          <w:rFonts w:ascii="Times New Roman" w:hAnsi="Times New Roman" w:cs="Times New Roman"/>
          <w:sz w:val="22"/>
          <w:szCs w:val="22"/>
        </w:rPr>
        <w:t xml:space="preserve">при получении начального общего образования у выпускников </w:t>
      </w:r>
      <w:r w:rsidRPr="00E31D81">
        <w:rPr>
          <w:rFonts w:ascii="Times New Roman" w:hAnsi="Times New Roman" w:cs="Times New Roman"/>
          <w:spacing w:val="2"/>
          <w:sz w:val="22"/>
          <w:szCs w:val="22"/>
        </w:rPr>
        <w:t xml:space="preserve">будут сформированы </w:t>
      </w:r>
      <w:r w:rsidRPr="00E31D81">
        <w:rPr>
          <w:rFonts w:ascii="Times New Roman" w:hAnsi="Times New Roman" w:cs="Times New Roman"/>
          <w:iCs/>
          <w:spacing w:val="2"/>
          <w:sz w:val="22"/>
          <w:szCs w:val="22"/>
        </w:rPr>
        <w:t>личностные, регулятивные, познава</w:t>
      </w:r>
      <w:r w:rsidRPr="00E31D81">
        <w:rPr>
          <w:rFonts w:ascii="Times New Roman" w:hAnsi="Times New Roman" w:cs="Times New Roman"/>
          <w:iCs/>
          <w:sz w:val="22"/>
          <w:szCs w:val="22"/>
        </w:rPr>
        <w:t xml:space="preserve">тельные </w:t>
      </w:r>
      <w:r w:rsidRPr="00E31D81">
        <w:rPr>
          <w:rFonts w:ascii="Times New Roman" w:hAnsi="Times New Roman" w:cs="Times New Roman"/>
          <w:sz w:val="22"/>
          <w:szCs w:val="22"/>
        </w:rPr>
        <w:t xml:space="preserve">и </w:t>
      </w:r>
      <w:r w:rsidRPr="00E31D81">
        <w:rPr>
          <w:rFonts w:ascii="Times New Roman" w:hAnsi="Times New Roman" w:cs="Times New Roman"/>
          <w:iCs/>
          <w:sz w:val="22"/>
          <w:szCs w:val="22"/>
        </w:rPr>
        <w:t xml:space="preserve">коммуникативные </w:t>
      </w:r>
      <w:r w:rsidRPr="00E31D81">
        <w:rPr>
          <w:rFonts w:ascii="Times New Roman" w:hAnsi="Times New Roman" w:cs="Times New Roman"/>
          <w:sz w:val="22"/>
          <w:szCs w:val="22"/>
        </w:rPr>
        <w:t>универсальные учебные действия как основа умения учиться.</w:t>
      </w:r>
    </w:p>
    <w:p w:rsidR="006F0F69" w:rsidRPr="00E31D81" w:rsidRDefault="006F0F69" w:rsidP="00F927E2">
      <w:pPr>
        <w:pStyle w:val="40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31D8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Личностные результаты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color w:val="auto"/>
          <w:sz w:val="22"/>
          <w:szCs w:val="22"/>
        </w:rPr>
        <w:t>У выпускника будут сформированы: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внутренняя позиция школьника на уровне положитель</w:t>
      </w:r>
      <w:r w:rsidRPr="00E31D81">
        <w:rPr>
          <w:rFonts w:ascii="Times New Roman" w:hAnsi="Times New Roman"/>
          <w:color w:val="auto"/>
          <w:spacing w:val="4"/>
          <w:sz w:val="22"/>
          <w:szCs w:val="22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E31D81">
        <w:rPr>
          <w:rFonts w:ascii="Times New Roman" w:hAnsi="Times New Roman"/>
          <w:color w:val="auto"/>
          <w:sz w:val="22"/>
          <w:szCs w:val="22"/>
        </w:rPr>
        <w:t>«хорошего ученика»;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 xml:space="preserve">широкая мотивационная основа учебной деятельности, </w:t>
      </w:r>
      <w:r w:rsidRPr="00E31D81">
        <w:rPr>
          <w:rFonts w:ascii="Times New Roman" w:hAnsi="Times New Roman"/>
          <w:color w:val="auto"/>
          <w:sz w:val="22"/>
          <w:szCs w:val="22"/>
        </w:rPr>
        <w:t>включающая социальные, учебно­познавательные и внешние мотивы;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учебно­познавательный интерес к новому учебному материалу и способам решения новой задачи;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4"/>
          <w:sz w:val="22"/>
          <w:szCs w:val="22"/>
        </w:rPr>
        <w:t xml:space="preserve">ориентация на понимание причин успеха в учебной </w:t>
      </w: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деятельности, в том числе на самоанализ и самоконтроль резуль</w:t>
      </w:r>
      <w:r w:rsidRPr="00E31D81">
        <w:rPr>
          <w:rFonts w:ascii="Times New Roman" w:hAnsi="Times New Roman"/>
          <w:color w:val="auto"/>
          <w:sz w:val="22"/>
          <w:szCs w:val="22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способность к оценке своей учебной деятельности;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4"/>
          <w:sz w:val="22"/>
          <w:szCs w:val="22"/>
        </w:rPr>
        <w:t xml:space="preserve">основы гражданской идентичности, своей этнической </w:t>
      </w: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принадлежности в форме осознания «Я» как члена семьи,</w:t>
      </w:r>
      <w:r w:rsidRPr="00E31D81">
        <w:rPr>
          <w:rFonts w:ascii="Times New Roman" w:hAnsi="Times New Roman"/>
          <w:color w:val="auto"/>
          <w:spacing w:val="-2"/>
          <w:sz w:val="22"/>
          <w:szCs w:val="22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 xml:space="preserve">ориентация в нравственном содержании и смысле как </w:t>
      </w:r>
      <w:r w:rsidRPr="00E31D81">
        <w:rPr>
          <w:rFonts w:ascii="Times New Roman" w:hAnsi="Times New Roman"/>
          <w:color w:val="auto"/>
          <w:sz w:val="22"/>
          <w:szCs w:val="22"/>
        </w:rPr>
        <w:t>собственных поступков, так и поступков окружающих людей;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знание основных моральных норм и ориентация на их выполнение;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установка на здоровый образ жизни;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2"/>
          <w:sz w:val="22"/>
          <w:szCs w:val="22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E31D81">
        <w:rPr>
          <w:rFonts w:ascii="Times New Roman" w:hAnsi="Times New Roman"/>
          <w:color w:val="auto"/>
          <w:sz w:val="22"/>
          <w:szCs w:val="22"/>
        </w:rPr>
        <w:t>мам природоохранного, нерасточительного, здоровьесберегающего поведения;</w:t>
      </w:r>
    </w:p>
    <w:p w:rsidR="006F0F69" w:rsidRPr="00E31D81" w:rsidRDefault="006F0F69" w:rsidP="00F927E2">
      <w:pPr>
        <w:pStyle w:val="a3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 xml:space="preserve">чувство прекрасного и эстетические чувства на основе </w:t>
      </w:r>
      <w:r w:rsidRPr="00E31D81">
        <w:rPr>
          <w:rFonts w:ascii="Times New Roman" w:hAnsi="Times New Roman"/>
          <w:color w:val="auto"/>
          <w:sz w:val="22"/>
          <w:szCs w:val="22"/>
        </w:rPr>
        <w:t>знакомства с мировой и отечественной художественной культурой.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для формирования: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4"/>
          <w:sz w:val="22"/>
          <w:szCs w:val="22"/>
        </w:rPr>
        <w:t>внутренней позиции обучающегося на уровне поло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-2"/>
          <w:sz w:val="22"/>
          <w:szCs w:val="22"/>
        </w:rPr>
        <w:t>выраженной устойчивой учебно­познавательной моти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вации учения;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-2"/>
          <w:sz w:val="22"/>
          <w:szCs w:val="22"/>
        </w:rPr>
        <w:t xml:space="preserve">устойчивого учебно­познавательного интереса к новым 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общим способам решения задач;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адекватного понимания причин успешности/неуспешности учебной деятельности;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-2"/>
          <w:sz w:val="22"/>
          <w:szCs w:val="22"/>
        </w:rPr>
        <w:t>положительной адекватной дифференцированной само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оценки на основе критерия успешности реализации социальной роли «хорошего ученика»;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4"/>
          <w:sz w:val="22"/>
          <w:szCs w:val="22"/>
        </w:rPr>
        <w:t xml:space="preserve">компетентности в реализации основ гражданской 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идентичности в поступках и деятельности;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установки на здоровый образ жизни и реализации ее в реальном поведении и поступках;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F0F69" w:rsidRPr="00E31D81" w:rsidRDefault="006F0F69" w:rsidP="00F927E2">
      <w:pPr>
        <w:pStyle w:val="a3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6F0F69" w:rsidRPr="00E31D81" w:rsidRDefault="006F0F69" w:rsidP="00F927E2">
      <w:pPr>
        <w:pStyle w:val="40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31D8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Регулятивные универсальные учебные действия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принимать и сохранять учебную задачу;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4"/>
          <w:sz w:val="22"/>
          <w:szCs w:val="22"/>
        </w:rPr>
        <w:t>учитывать выделенные учителем ориентиры действия в но</w:t>
      </w:r>
      <w:r w:rsidRPr="00E31D81">
        <w:rPr>
          <w:rFonts w:ascii="Times New Roman" w:hAnsi="Times New Roman"/>
          <w:color w:val="auto"/>
          <w:sz w:val="22"/>
          <w:szCs w:val="22"/>
        </w:rPr>
        <w:t>вом учебном материале в сотрудничестве с учителем;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4"/>
          <w:sz w:val="22"/>
          <w:szCs w:val="22"/>
        </w:rPr>
        <w:t>учитывать установленные правила в планировании и конт</w:t>
      </w:r>
      <w:r w:rsidRPr="00E31D81">
        <w:rPr>
          <w:rFonts w:ascii="Times New Roman" w:hAnsi="Times New Roman"/>
          <w:color w:val="auto"/>
          <w:sz w:val="22"/>
          <w:szCs w:val="22"/>
        </w:rPr>
        <w:t>роле способа решения;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2"/>
          <w:sz w:val="22"/>
          <w:szCs w:val="22"/>
        </w:rPr>
        <w:t>осуществлять итоговый и пошаговый контроль по резуль</w:t>
      </w:r>
      <w:r w:rsidRPr="00E31D81">
        <w:rPr>
          <w:rFonts w:ascii="Times New Roman" w:hAnsi="Times New Roman"/>
          <w:color w:val="auto"/>
          <w:sz w:val="22"/>
          <w:szCs w:val="22"/>
        </w:rPr>
        <w:t>тату;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 xml:space="preserve">оценивать правильность выполнения действия на уровне </w:t>
      </w: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адекватной ретроспективной оценки соответствия результа</w:t>
      </w:r>
      <w:r w:rsidRPr="00E31D81">
        <w:rPr>
          <w:rFonts w:ascii="Times New Roman" w:hAnsi="Times New Roman"/>
          <w:color w:val="auto"/>
          <w:sz w:val="22"/>
          <w:szCs w:val="22"/>
        </w:rPr>
        <w:t>тов требованиям данной задачи;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адекватно воспринимать предложения и оценку учите</w:t>
      </w:r>
      <w:r w:rsidRPr="00E31D81">
        <w:rPr>
          <w:rFonts w:ascii="Times New Roman" w:hAnsi="Times New Roman"/>
          <w:color w:val="auto"/>
          <w:sz w:val="22"/>
          <w:szCs w:val="22"/>
        </w:rPr>
        <w:t>лей, товарищей, родителей и других людей;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различать способ и результат действия;</w:t>
      </w:r>
    </w:p>
    <w:p w:rsidR="006F0F69" w:rsidRPr="00E31D81" w:rsidRDefault="006F0F69" w:rsidP="00F927E2">
      <w:pPr>
        <w:pStyle w:val="a3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color w:val="auto"/>
          <w:spacing w:val="-4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4"/>
          <w:sz w:val="22"/>
          <w:szCs w:val="22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E31D81">
        <w:rPr>
          <w:rFonts w:ascii="Times New Roman" w:hAnsi="Times New Roman"/>
          <w:color w:val="auto"/>
          <w:sz w:val="22"/>
          <w:szCs w:val="22"/>
        </w:rPr>
        <w:t xml:space="preserve">ошибок, использовать предложения и оценки для создания </w:t>
      </w:r>
      <w:r w:rsidRPr="00E31D81">
        <w:rPr>
          <w:rFonts w:ascii="Times New Roman" w:hAnsi="Times New Roman"/>
          <w:color w:val="auto"/>
          <w:spacing w:val="-4"/>
          <w:sz w:val="22"/>
          <w:szCs w:val="22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6F0F69" w:rsidRPr="00E31D81" w:rsidRDefault="006F0F69" w:rsidP="00F927E2">
      <w:pPr>
        <w:pStyle w:val="a3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в сотрудничестве с учителем ставить новые учебные задачи;</w:t>
      </w:r>
    </w:p>
    <w:p w:rsidR="006F0F69" w:rsidRPr="00E31D81" w:rsidRDefault="006F0F69" w:rsidP="00F927E2">
      <w:pPr>
        <w:pStyle w:val="a3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pacing w:val="-6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-6"/>
          <w:sz w:val="22"/>
          <w:szCs w:val="22"/>
        </w:rPr>
        <w:t>преобразовывать практическую задачу в познавательную;</w:t>
      </w:r>
    </w:p>
    <w:p w:rsidR="006F0F69" w:rsidRPr="00E31D81" w:rsidRDefault="006F0F69" w:rsidP="00F927E2">
      <w:pPr>
        <w:pStyle w:val="a3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проявлять познавательную инициативу в учебном сотрудничестве;</w:t>
      </w:r>
    </w:p>
    <w:p w:rsidR="006F0F69" w:rsidRPr="00E31D81" w:rsidRDefault="006F0F69" w:rsidP="00F927E2">
      <w:pPr>
        <w:pStyle w:val="a3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-2"/>
          <w:sz w:val="22"/>
          <w:szCs w:val="22"/>
        </w:rPr>
        <w:t>самостоятельно учитывать выделенные учителем ори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ентиры действия в новом учебном материале;</w:t>
      </w:r>
    </w:p>
    <w:p w:rsidR="006F0F69" w:rsidRPr="00E31D81" w:rsidRDefault="006F0F69" w:rsidP="00F927E2">
      <w:pPr>
        <w:pStyle w:val="a3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осуществлять констатирующий и предвосхищающий 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контроль по результату и по способу действия, актуальный контроль на уровне произвольного внимания;</w:t>
      </w:r>
    </w:p>
    <w:p w:rsidR="006F0F69" w:rsidRPr="00E31D81" w:rsidRDefault="006F0F69" w:rsidP="00F927E2">
      <w:pPr>
        <w:pStyle w:val="a3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6F0F69" w:rsidRPr="00E31D81" w:rsidRDefault="006F0F69" w:rsidP="00F927E2">
      <w:pPr>
        <w:pStyle w:val="40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31D8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Познавательные универсальные учебные действия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E31D81">
        <w:rPr>
          <w:rFonts w:ascii="Times New Roman" w:hAnsi="Times New Roman"/>
          <w:color w:val="auto"/>
          <w:spacing w:val="-2"/>
          <w:sz w:val="22"/>
          <w:szCs w:val="22"/>
        </w:rPr>
        <w:t xml:space="preserve">цифровые), в открытом информационном пространстве, в том </w:t>
      </w:r>
      <w:r w:rsidRPr="00E31D81">
        <w:rPr>
          <w:rFonts w:ascii="Times New Roman" w:hAnsi="Times New Roman"/>
          <w:color w:val="auto"/>
          <w:sz w:val="22"/>
          <w:szCs w:val="22"/>
        </w:rPr>
        <w:t>числе контролируемом пространстве сети Интернет;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2"/>
          <w:sz w:val="22"/>
          <w:szCs w:val="22"/>
        </w:rPr>
        <w:t>использовать знаково­символические средства, в том чис</w:t>
      </w:r>
      <w:r w:rsidRPr="00E31D81">
        <w:rPr>
          <w:rFonts w:ascii="Times New Roman" w:hAnsi="Times New Roman"/>
          <w:color w:val="auto"/>
          <w:sz w:val="22"/>
          <w:szCs w:val="22"/>
        </w:rPr>
        <w:t>ле модели (включая виртуальные) и схемы (включая концептуальные), для решения задач;</w:t>
      </w:r>
    </w:p>
    <w:p w:rsidR="006F0F69" w:rsidRPr="00E31D81" w:rsidRDefault="006F0F69" w:rsidP="00F927E2">
      <w:pPr>
        <w:numPr>
          <w:ilvl w:val="0"/>
          <w:numId w:val="12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/>
        </w:rPr>
      </w:pPr>
      <w:r w:rsidRPr="00E31D81">
        <w:rPr>
          <w:rStyle w:val="Zag11"/>
          <w:rFonts w:ascii="Times New Roman" w:eastAsia="@Arial Unicode MS" w:hAnsi="Times New Roman"/>
          <w:iCs/>
        </w:rPr>
        <w:t>проявлять познавательную инициативу в учебном сотрудничестве;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строить сообщения в устной и письменной форме;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pacing w:val="-4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4"/>
          <w:sz w:val="22"/>
          <w:szCs w:val="22"/>
        </w:rPr>
        <w:t>ориентироваться на разнообразие способов решения задач;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-2"/>
          <w:sz w:val="22"/>
          <w:szCs w:val="22"/>
        </w:rPr>
        <w:t>основам смыслового восприятия художественных и позна</w:t>
      </w:r>
      <w:r w:rsidRPr="00E31D81">
        <w:rPr>
          <w:rFonts w:ascii="Times New Roman" w:hAnsi="Times New Roman"/>
          <w:color w:val="auto"/>
          <w:sz w:val="22"/>
          <w:szCs w:val="22"/>
        </w:rPr>
        <w:t>вательных текстов, выделять существенную информацию из сообщений разных видов (в первую очередь текстов);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осуществлять анализ объектов с выделением существенных и несущественных признаков;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осуществлять синтез как составление целого из частей;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4"/>
          <w:sz w:val="22"/>
          <w:szCs w:val="22"/>
        </w:rPr>
        <w:t xml:space="preserve">проводить сравнение, сериацию и классификацию по </w:t>
      </w:r>
      <w:r w:rsidRPr="00E31D81">
        <w:rPr>
          <w:rFonts w:ascii="Times New Roman" w:hAnsi="Times New Roman"/>
          <w:color w:val="auto"/>
          <w:sz w:val="22"/>
          <w:szCs w:val="22"/>
        </w:rPr>
        <w:t>заданным критериям;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устанавливать причинно­следственные связи в изучае</w:t>
      </w:r>
      <w:r w:rsidRPr="00E31D81">
        <w:rPr>
          <w:rFonts w:ascii="Times New Roman" w:hAnsi="Times New Roman"/>
          <w:color w:val="auto"/>
          <w:sz w:val="22"/>
          <w:szCs w:val="22"/>
        </w:rPr>
        <w:t>мом круге явлений;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строить рассуждения в форме связи простых суждений об объекте, его строении, свойствах и связях;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обобщать, т.</w:t>
      </w:r>
      <w:r w:rsidRPr="00E31D81">
        <w:rPr>
          <w:rFonts w:ascii="Times New Roman" w:hAnsi="Times New Roman"/>
          <w:color w:val="auto"/>
          <w:sz w:val="22"/>
          <w:szCs w:val="22"/>
        </w:rPr>
        <w:t> </w:t>
      </w:r>
      <w:r w:rsidRPr="00E31D81">
        <w:rPr>
          <w:rFonts w:ascii="Times New Roman" w:hAnsi="Times New Roman"/>
          <w:color w:val="auto"/>
          <w:sz w:val="22"/>
          <w:szCs w:val="22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устанавливать аналогии;</w:t>
      </w:r>
    </w:p>
    <w:p w:rsidR="006F0F69" w:rsidRPr="00E31D81" w:rsidRDefault="006F0F69" w:rsidP="00F927E2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владеть рядом общих приемов решения задач.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осуществлять расширенный поиск информации с использованием ресурсов библиотек и сети Интернет;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записывать, фиксировать информацию об окружающем мире с помощью инструментов ИКТ;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создавать и преобразовывать модели и схемы для решения задач;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осознанно и произвольно строить сообщения в устной и письменной форме;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осуществлять выбор наиболее эффективных способов решения задач в зависимости от конкретных условий;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строить логическое рассуждение, включающее установление причинно­следственных связей;</w:t>
      </w:r>
    </w:p>
    <w:p w:rsidR="006F0F69" w:rsidRPr="00E31D81" w:rsidRDefault="006F0F69" w:rsidP="00F927E2">
      <w:pPr>
        <w:pStyle w:val="a3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произвольно и осознанно владеть общими приемами 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решения задач.</w:t>
      </w:r>
    </w:p>
    <w:p w:rsidR="006F0F69" w:rsidRPr="00E31D81" w:rsidRDefault="006F0F69" w:rsidP="00F927E2">
      <w:pPr>
        <w:pStyle w:val="40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31D8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Коммуникативные универсальные учебные действия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адекватно использовать коммуникативные, прежде все</w:t>
      </w:r>
      <w:r w:rsidRPr="00E31D81">
        <w:rPr>
          <w:rFonts w:ascii="Times New Roman" w:hAnsi="Times New Roman"/>
          <w:color w:val="auto"/>
          <w:sz w:val="22"/>
          <w:szCs w:val="22"/>
        </w:rPr>
        <w:t xml:space="preserve">го </w:t>
      </w:r>
      <w:r w:rsidRPr="00E31D81">
        <w:rPr>
          <w:rFonts w:ascii="Times New Roman" w:hAnsi="Times New Roman"/>
          <w:color w:val="auto"/>
          <w:spacing w:val="-2"/>
          <w:sz w:val="22"/>
          <w:szCs w:val="22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 xml:space="preserve">ле сопровождая его аудиовизуальной поддержкой), владеть </w:t>
      </w:r>
      <w:r w:rsidRPr="00E31D81">
        <w:rPr>
          <w:rFonts w:ascii="Times New Roman" w:hAnsi="Times New Roman"/>
          <w:color w:val="auto"/>
          <w:sz w:val="22"/>
          <w:szCs w:val="22"/>
        </w:rPr>
        <w:t>диалогической формой коммуникации, используя в том чис</w:t>
      </w: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ле средства и инструменты ИКТ и дистанционного обще</w:t>
      </w:r>
      <w:r w:rsidRPr="00E31D81">
        <w:rPr>
          <w:rFonts w:ascii="Times New Roman" w:hAnsi="Times New Roman"/>
          <w:color w:val="auto"/>
          <w:sz w:val="22"/>
          <w:szCs w:val="22"/>
        </w:rPr>
        <w:t>ния;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учитывать разные мнения и стремиться к координации различных позиций в сотрудничестве;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формулировать собственное мнение и позицию;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>договариваться и приходить к общему решению в со</w:t>
      </w:r>
      <w:r w:rsidRPr="00E31D81">
        <w:rPr>
          <w:rFonts w:ascii="Times New Roman" w:hAnsi="Times New Roman"/>
          <w:color w:val="auto"/>
          <w:sz w:val="22"/>
          <w:szCs w:val="22"/>
        </w:rPr>
        <w:t>вместной деятельности, в том числе в ситуации столкновения интересов;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строить понятные для партнера высказывания, учитывающие, что партнер знает и видит, а что нет;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задавать вопросы;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контролировать действия партнера;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z w:val="22"/>
          <w:szCs w:val="22"/>
        </w:rPr>
        <w:t>использовать речь для регуляции своего действия;</w:t>
      </w:r>
    </w:p>
    <w:p w:rsidR="006F0F69" w:rsidRPr="00E31D81" w:rsidRDefault="006F0F69" w:rsidP="00F927E2">
      <w:pPr>
        <w:pStyle w:val="a3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color w:val="auto"/>
          <w:spacing w:val="2"/>
          <w:sz w:val="22"/>
          <w:szCs w:val="22"/>
        </w:rPr>
        <w:t xml:space="preserve">адекватно использовать речевые средства для решения </w:t>
      </w:r>
      <w:r w:rsidRPr="00E31D81">
        <w:rPr>
          <w:rFonts w:ascii="Times New Roman" w:hAnsi="Times New Roman"/>
          <w:color w:val="auto"/>
          <w:sz w:val="22"/>
          <w:szCs w:val="22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iCs/>
          <w:color w:val="auto"/>
          <w:sz w:val="22"/>
          <w:szCs w:val="22"/>
        </w:rPr>
        <w:t>Выпускник получит возможность научиться: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pacing w:val="2"/>
          <w:sz w:val="22"/>
          <w:szCs w:val="22"/>
        </w:rPr>
        <w:t>учитывать и координировать в сотрудничестве по</w:t>
      </w:r>
      <w:r w:rsidRPr="00E31D81">
        <w:rPr>
          <w:rFonts w:ascii="Times New Roman" w:hAnsi="Times New Roman"/>
          <w:iCs/>
          <w:color w:val="auto"/>
          <w:sz w:val="22"/>
          <w:szCs w:val="22"/>
        </w:rPr>
        <w:t>зиции других людей, отличные от собственной;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учитывать разные мнения и интересы и обосновывать собственную позицию;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понимать относительность мнений и подходов к решению проблемы;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продуктивно содействовать разрешению конфликтов на основе учета интересов и позиций всех участников;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задавать вопросы, необходимые для организации собственной деятельности и сотрудничества с партнером;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осуществлять взаимный контроль и оказывать в сотрудничестве необходимую взаимопомощь;</w:t>
      </w:r>
    </w:p>
    <w:p w:rsidR="006F0F69" w:rsidRPr="00E31D81" w:rsidRDefault="006F0F69" w:rsidP="00F927E2">
      <w:pPr>
        <w:pStyle w:val="a3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iCs/>
          <w:color w:val="auto"/>
          <w:sz w:val="22"/>
          <w:szCs w:val="22"/>
        </w:rPr>
      </w:pPr>
      <w:r w:rsidRPr="00E31D81">
        <w:rPr>
          <w:rFonts w:ascii="Times New Roman" w:hAnsi="Times New Roman"/>
          <w:iCs/>
          <w:color w:val="auto"/>
          <w:sz w:val="22"/>
          <w:szCs w:val="22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6F0F69" w:rsidRPr="00E31D81" w:rsidRDefault="006F0F69" w:rsidP="00F927E2">
      <w:pPr>
        <w:tabs>
          <w:tab w:val="left" w:pos="142"/>
          <w:tab w:val="left" w:leader="dot" w:pos="624"/>
          <w:tab w:val="left" w:pos="709"/>
        </w:tabs>
        <w:spacing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Предметные универсальные учебные действия:</w:t>
      </w:r>
    </w:p>
    <w:p w:rsidR="006F0F69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hAnsi="Times New Roman"/>
          <w:b/>
          <w:bCs/>
        </w:rPr>
      </w:pPr>
      <w:r w:rsidRPr="00E31D81">
        <w:rPr>
          <w:rFonts w:ascii="Times New Roman" w:hAnsi="Times New Roman"/>
        </w:rPr>
        <w:t xml:space="preserve"> </w:t>
      </w:r>
      <w:r w:rsidRPr="00E31D81">
        <w:rPr>
          <w:rStyle w:val="Zag11"/>
          <w:rFonts w:ascii="Times New Roman" w:eastAsia="@Arial Unicode MS" w:hAnsi="Times New Roman"/>
        </w:rPr>
        <w:t>В результате изучения курса «Окружающий мир» обучающиеся на уровне начального общего образования:</w:t>
      </w:r>
    </w:p>
    <w:p w:rsidR="006F0F69" w:rsidRPr="00EB5F79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hAnsi="Times New Roman"/>
          <w:b/>
          <w:bCs/>
        </w:rPr>
      </w:pPr>
      <w:r>
        <w:rPr>
          <w:rStyle w:val="Zag11"/>
          <w:rFonts w:ascii="Times New Roman" w:hAnsi="Times New Roman"/>
          <w:b/>
          <w:bCs/>
        </w:rPr>
        <w:t>-</w:t>
      </w:r>
      <w:r w:rsidRPr="00E31D81">
        <w:rPr>
          <w:rStyle w:val="Zag11"/>
          <w:rFonts w:ascii="Times New Roman" w:eastAsia="@Arial Unicode MS" w:hAnsi="Times New Roman"/>
        </w:rPr>
        <w:t xml:space="preserve">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6F0F69" w:rsidRPr="00E31D81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E31D81">
        <w:rPr>
          <w:rStyle w:val="Zag11"/>
          <w:rFonts w:ascii="Times New Roman" w:eastAsia="@Arial Unicode MS" w:hAnsi="Times New Roman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6F0F69" w:rsidRPr="00E31D81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E31D81">
        <w:rPr>
          <w:rStyle w:val="Zag11"/>
          <w:rFonts w:ascii="Times New Roman" w:eastAsia="@Arial Unicode MS" w:hAnsi="Times New Roman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6F0F69" w:rsidRPr="00E31D81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E31D81">
        <w:rPr>
          <w:rStyle w:val="Zag11"/>
          <w:rFonts w:ascii="Times New Roman" w:eastAsia="@Arial Unicode MS" w:hAnsi="Times New Roman"/>
          <w:spacing w:val="-4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 w:rsidRPr="00E31D81">
        <w:rPr>
          <w:rStyle w:val="Zag11"/>
          <w:rFonts w:ascii="Times New Roman" w:eastAsia="@Arial Unicode MS" w:hAnsi="Times New Roman"/>
        </w:rPr>
        <w:t>;</w:t>
      </w:r>
    </w:p>
    <w:p w:rsidR="006F0F69" w:rsidRPr="00E31D81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E31D81">
        <w:rPr>
          <w:rStyle w:val="Zag11"/>
          <w:rFonts w:ascii="Times New Roman" w:eastAsia="@Arial Unicode MS" w:hAnsi="Times New Roman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6F0F69" w:rsidRPr="00E31D81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E31D81">
        <w:rPr>
          <w:rStyle w:val="Zag11"/>
          <w:rFonts w:ascii="Times New Roman" w:eastAsia="@Arial Unicode MS" w:hAnsi="Times New Roman"/>
        </w:rPr>
        <w:t>- 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E31D81">
        <w:rPr>
          <w:rStyle w:val="Zag11"/>
          <w:rFonts w:ascii="Times New Roman" w:eastAsia="@Arial Unicode MS" w:hAnsi="Times New Roman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6F0F69" w:rsidRPr="00E31D81" w:rsidRDefault="006F0F69" w:rsidP="00CD3DAD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E31D81">
        <w:rPr>
          <w:rStyle w:val="Zag11"/>
          <w:rFonts w:ascii="Times New Roman" w:eastAsia="@Arial Unicode MS" w:hAnsi="Times New Roman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F0F69" w:rsidRPr="00E31D81" w:rsidRDefault="006F0F69" w:rsidP="00CD3DAD">
      <w:pPr>
        <w:pStyle w:val="a1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  <w:sz w:val="22"/>
          <w:szCs w:val="22"/>
        </w:rPr>
      </w:pPr>
      <w:r w:rsidRPr="00E31D81">
        <w:rPr>
          <w:rStyle w:val="Zag11"/>
          <w:rFonts w:ascii="Times New Roman" w:eastAsia="@Arial Unicode MS" w:hAnsi="Times New Roman"/>
          <w:color w:val="auto"/>
          <w:sz w:val="22"/>
          <w:szCs w:val="22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</w:p>
    <w:p w:rsidR="006F0F69" w:rsidRPr="00E31D81" w:rsidRDefault="006F0F69" w:rsidP="00CD3DAD">
      <w:pPr>
        <w:pStyle w:val="40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31D8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Человек и природа</w:t>
      </w:r>
    </w:p>
    <w:p w:rsidR="006F0F69" w:rsidRPr="00E31D81" w:rsidRDefault="006F0F69" w:rsidP="00CD3DAD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6F0F69" w:rsidRPr="00E31D81" w:rsidRDefault="006F0F69" w:rsidP="00CD3DAD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узнавать изученные объекты и явления живой и неживой природы;</w:t>
      </w:r>
    </w:p>
    <w:p w:rsidR="006F0F69" w:rsidRPr="00E31D81" w:rsidRDefault="006F0F69" w:rsidP="00CD3DAD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 xml:space="preserve">описывать на основе предложенного плана изученные </w:t>
      </w:r>
      <w:r w:rsidRPr="00E31D81">
        <w:rPr>
          <w:sz w:val="22"/>
          <w:szCs w:val="22"/>
        </w:rPr>
        <w:t>объекты и явления живой и неживой природы, выделять их существенные признаки;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и правилам техники безопасности при проведении наблюдений и опытов;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 xml:space="preserve">использовать естественно­научные тексты (на бумажных </w:t>
      </w:r>
      <w:r w:rsidRPr="00E31D81">
        <w:rPr>
          <w:spacing w:val="2"/>
          <w:sz w:val="22"/>
          <w:szCs w:val="22"/>
        </w:rPr>
        <w:t xml:space="preserve">и электронных носителях, в том числе в контролируемом </w:t>
      </w:r>
      <w:r w:rsidRPr="00E31D81">
        <w:rPr>
          <w:sz w:val="22"/>
          <w:szCs w:val="22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 xml:space="preserve">использовать готовые модели (глобус, карту, план) для </w:t>
      </w:r>
      <w:r w:rsidRPr="00E31D81">
        <w:rPr>
          <w:sz w:val="22"/>
          <w:szCs w:val="22"/>
        </w:rPr>
        <w:t>объяснения явлений или описания свойств объектов;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 xml:space="preserve">обнаруживать простейшие взаимосвязи между живой и </w:t>
      </w:r>
      <w:r w:rsidRPr="00E31D81">
        <w:rPr>
          <w:sz w:val="22"/>
          <w:szCs w:val="22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-2"/>
          <w:sz w:val="22"/>
          <w:szCs w:val="22"/>
        </w:rPr>
        <w:t>понимать необходимость здорового образа жизни, со</w:t>
      </w:r>
      <w:r w:rsidRPr="00E31D81">
        <w:rPr>
          <w:sz w:val="22"/>
          <w:szCs w:val="22"/>
        </w:rPr>
        <w:t>блю</w:t>
      </w:r>
      <w:r w:rsidRPr="00E31D81">
        <w:rPr>
          <w:spacing w:val="2"/>
          <w:sz w:val="22"/>
          <w:szCs w:val="22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E31D81">
        <w:rPr>
          <w:sz w:val="22"/>
          <w:szCs w:val="22"/>
        </w:rPr>
        <w:t>сохранения и укрепления своего здоровья.</w:t>
      </w:r>
    </w:p>
    <w:p w:rsidR="006F0F69" w:rsidRPr="00E31D81" w:rsidRDefault="006F0F69" w:rsidP="00F927E2">
      <w:pPr>
        <w:spacing w:line="240" w:lineRule="auto"/>
        <w:ind w:firstLine="454"/>
        <w:rPr>
          <w:rFonts w:ascii="Times New Roman" w:hAnsi="Times New Roman"/>
          <w:b/>
          <w:i/>
        </w:rPr>
      </w:pPr>
      <w:r w:rsidRPr="00E31D81">
        <w:rPr>
          <w:rFonts w:ascii="Times New Roman" w:hAnsi="Times New Roman"/>
          <w:b/>
          <w:i/>
        </w:rPr>
        <w:t>Выпускник получит возможность научиться: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использовать при проведении практических работ инструменты ИКТ (фото</w:t>
      </w:r>
      <w:r w:rsidRPr="00E31D81">
        <w:rPr>
          <w:sz w:val="22"/>
          <w:szCs w:val="22"/>
        </w:rPr>
        <w:noBreakHyphen/>
        <w:t xml:space="preserve"> и видеокамеру, микрофон и</w:t>
      </w:r>
      <w:r w:rsidRPr="00E31D81">
        <w:rPr>
          <w:sz w:val="22"/>
          <w:szCs w:val="22"/>
        </w:rPr>
        <w:t> </w:t>
      </w:r>
      <w:r w:rsidRPr="00E31D81">
        <w:rPr>
          <w:sz w:val="22"/>
          <w:szCs w:val="22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6F0F69" w:rsidRPr="00E31D81" w:rsidRDefault="006F0F69" w:rsidP="00F927E2">
      <w:pPr>
        <w:pStyle w:val="21"/>
        <w:spacing w:line="240" w:lineRule="auto"/>
        <w:rPr>
          <w:spacing w:val="-4"/>
          <w:sz w:val="22"/>
          <w:szCs w:val="22"/>
        </w:rPr>
      </w:pPr>
      <w:r w:rsidRPr="00E31D81">
        <w:rPr>
          <w:sz w:val="22"/>
          <w:szCs w:val="22"/>
        </w:rPr>
        <w:t xml:space="preserve">осознавать ценность природы и необходимость нести </w:t>
      </w:r>
      <w:r w:rsidRPr="00E31D81">
        <w:rPr>
          <w:spacing w:val="-4"/>
          <w:sz w:val="22"/>
          <w:szCs w:val="22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>пользоваться простыми навыками самоконтроля са</w:t>
      </w:r>
      <w:r w:rsidRPr="00E31D81">
        <w:rPr>
          <w:sz w:val="22"/>
          <w:szCs w:val="22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 xml:space="preserve">выполнять правила безопасного поведения в доме, на </w:t>
      </w:r>
      <w:r w:rsidRPr="00E31D81">
        <w:rPr>
          <w:spacing w:val="2"/>
          <w:sz w:val="22"/>
          <w:szCs w:val="22"/>
        </w:rPr>
        <w:t xml:space="preserve">улице, природной среде, оказывать первую помощь при </w:t>
      </w:r>
      <w:r w:rsidRPr="00E31D81">
        <w:rPr>
          <w:sz w:val="22"/>
          <w:szCs w:val="22"/>
        </w:rPr>
        <w:t>несложных несчастных случаях;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 xml:space="preserve">планировать, контролировать и оценивать учебные </w:t>
      </w:r>
      <w:r w:rsidRPr="00E31D81">
        <w:rPr>
          <w:sz w:val="22"/>
          <w:szCs w:val="22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6F0F69" w:rsidRPr="00E31D81" w:rsidRDefault="006F0F69" w:rsidP="00F927E2">
      <w:pPr>
        <w:pStyle w:val="40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E31D81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Человек и общество</w:t>
      </w:r>
    </w:p>
    <w:p w:rsidR="006F0F69" w:rsidRPr="00E31D81" w:rsidRDefault="006F0F69" w:rsidP="00F927E2">
      <w:pPr>
        <w:pStyle w:val="a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E31D81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узнавать государственную символику Российской Феде</w:t>
      </w:r>
      <w:r w:rsidRPr="00E31D81">
        <w:rPr>
          <w:spacing w:val="2"/>
          <w:sz w:val="22"/>
          <w:szCs w:val="22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E31D81">
        <w:rPr>
          <w:sz w:val="22"/>
          <w:szCs w:val="22"/>
        </w:rPr>
        <w:t>скую Федерацию, на карте России Москву, свой регион и его главный город;</w:t>
      </w:r>
    </w:p>
    <w:p w:rsidR="006F0F69" w:rsidRPr="00E31D81" w:rsidRDefault="006F0F69" w:rsidP="00F927E2">
      <w:pPr>
        <w:pStyle w:val="21"/>
        <w:spacing w:line="240" w:lineRule="auto"/>
        <w:rPr>
          <w:spacing w:val="-2"/>
          <w:sz w:val="22"/>
          <w:szCs w:val="22"/>
        </w:rPr>
      </w:pPr>
      <w:r w:rsidRPr="00E31D81">
        <w:rPr>
          <w:sz w:val="22"/>
          <w:szCs w:val="22"/>
        </w:rPr>
        <w:t>различать прошлое, настоящее, будущее; соотносить из</w:t>
      </w:r>
      <w:r w:rsidRPr="00E31D81">
        <w:rPr>
          <w:spacing w:val="-2"/>
          <w:sz w:val="22"/>
          <w:szCs w:val="22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 xml:space="preserve">используя дополнительные источники информации (на </w:t>
      </w:r>
      <w:r w:rsidRPr="00E31D81">
        <w:rPr>
          <w:sz w:val="22"/>
          <w:szCs w:val="22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>оценивать характер взаимоотношений людей в различ</w:t>
      </w:r>
      <w:r w:rsidRPr="00E31D81">
        <w:rPr>
          <w:sz w:val="22"/>
          <w:szCs w:val="22"/>
        </w:rPr>
        <w:t xml:space="preserve">ных социальных группах (семья, группа сверстников, этнос), </w:t>
      </w:r>
      <w:r w:rsidRPr="00E31D81">
        <w:rPr>
          <w:spacing w:val="2"/>
          <w:sz w:val="22"/>
          <w:szCs w:val="22"/>
        </w:rPr>
        <w:t>в том числе с позиции развития этических чувств, добро</w:t>
      </w:r>
      <w:r w:rsidRPr="00E31D81">
        <w:rPr>
          <w:sz w:val="22"/>
          <w:szCs w:val="22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 xml:space="preserve">использовать различные справочные издания (словари, </w:t>
      </w:r>
      <w:r w:rsidRPr="00E31D81">
        <w:rPr>
          <w:sz w:val="22"/>
          <w:szCs w:val="22"/>
        </w:rPr>
        <w:t xml:space="preserve">энциклопедии) и детскую литературу о человеке и обществе </w:t>
      </w:r>
      <w:r w:rsidRPr="00E31D81">
        <w:rPr>
          <w:spacing w:val="2"/>
          <w:sz w:val="22"/>
          <w:szCs w:val="22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E31D81">
        <w:rPr>
          <w:sz w:val="22"/>
          <w:szCs w:val="22"/>
        </w:rPr>
        <w:t>высказываний.</w:t>
      </w:r>
    </w:p>
    <w:p w:rsidR="006F0F69" w:rsidRPr="00E31D81" w:rsidRDefault="006F0F69" w:rsidP="00F927E2">
      <w:pPr>
        <w:spacing w:line="240" w:lineRule="auto"/>
        <w:ind w:firstLine="454"/>
        <w:rPr>
          <w:rFonts w:ascii="Times New Roman" w:hAnsi="Times New Roman"/>
          <w:b/>
          <w:i/>
        </w:rPr>
      </w:pPr>
      <w:r w:rsidRPr="00E31D81">
        <w:rPr>
          <w:rFonts w:ascii="Times New Roman" w:hAnsi="Times New Roman"/>
          <w:b/>
          <w:i/>
        </w:rPr>
        <w:t>Выпускник получит возможность научиться: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осознавать свою неразрывную связь с разнообразными окружающими социальными группами;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z w:val="22"/>
          <w:szCs w:val="22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>наблюдать и описывать проявления богатства вну</w:t>
      </w:r>
      <w:r w:rsidRPr="00E31D81">
        <w:rPr>
          <w:sz w:val="22"/>
          <w:szCs w:val="22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6F0F69" w:rsidRPr="00E31D81" w:rsidRDefault="006F0F69" w:rsidP="00F927E2">
      <w:pPr>
        <w:pStyle w:val="21"/>
        <w:spacing w:line="240" w:lineRule="auto"/>
        <w:rPr>
          <w:spacing w:val="-2"/>
          <w:sz w:val="22"/>
          <w:szCs w:val="22"/>
        </w:rPr>
      </w:pPr>
      <w:r w:rsidRPr="00E31D81">
        <w:rPr>
          <w:spacing w:val="-2"/>
          <w:sz w:val="22"/>
          <w:szCs w:val="22"/>
        </w:rPr>
        <w:t>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E31D81">
        <w:rPr>
          <w:sz w:val="22"/>
          <w:szCs w:val="22"/>
        </w:rPr>
        <w:t xml:space="preserve">тивной деятельности в информационной образовательной </w:t>
      </w:r>
      <w:r w:rsidRPr="00E31D81">
        <w:rPr>
          <w:spacing w:val="-2"/>
          <w:sz w:val="22"/>
          <w:szCs w:val="22"/>
        </w:rPr>
        <w:t>среде;</w:t>
      </w:r>
    </w:p>
    <w:p w:rsidR="006F0F69" w:rsidRPr="00E31D81" w:rsidRDefault="006F0F69" w:rsidP="00F927E2">
      <w:pPr>
        <w:pStyle w:val="21"/>
        <w:spacing w:line="240" w:lineRule="auto"/>
        <w:rPr>
          <w:sz w:val="22"/>
          <w:szCs w:val="22"/>
        </w:rPr>
      </w:pPr>
      <w:r w:rsidRPr="00E31D81">
        <w:rPr>
          <w:spacing w:val="2"/>
          <w:sz w:val="22"/>
          <w:szCs w:val="22"/>
        </w:rPr>
        <w:t xml:space="preserve">определять общую цель в совместной деятельности </w:t>
      </w:r>
      <w:r w:rsidRPr="00E31D81">
        <w:rPr>
          <w:sz w:val="22"/>
          <w:szCs w:val="22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6F0F69" w:rsidRPr="00E31D81" w:rsidRDefault="006F0F69" w:rsidP="00F927E2">
      <w:pPr>
        <w:pStyle w:val="21"/>
        <w:numPr>
          <w:ilvl w:val="0"/>
          <w:numId w:val="0"/>
        </w:numPr>
        <w:spacing w:line="240" w:lineRule="auto"/>
        <w:ind w:left="680"/>
        <w:rPr>
          <w:rStyle w:val="Zag11"/>
          <w:rFonts w:eastAsia="@Arial Unicode MS"/>
          <w:b/>
          <w:i/>
          <w:sz w:val="22"/>
          <w:szCs w:val="22"/>
        </w:rPr>
      </w:pPr>
    </w:p>
    <w:p w:rsidR="006F0F69" w:rsidRPr="00E31D81" w:rsidRDefault="006F0F69" w:rsidP="002B6A6C">
      <w:pPr>
        <w:pStyle w:val="ListParagraph"/>
        <w:suppressAutoHyphens/>
        <w:spacing w:after="0" w:line="24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eastAsia="SimSun" w:hAnsi="Times New Roman"/>
          <w:lang w:eastAsia="zh-CN"/>
        </w:rPr>
        <w:t xml:space="preserve">                                                                 </w:t>
      </w:r>
      <w:r w:rsidRPr="00E31D81">
        <w:rPr>
          <w:rFonts w:ascii="Times New Roman" w:hAnsi="Times New Roman"/>
          <w:b/>
        </w:rPr>
        <w:t xml:space="preserve">  6.</w:t>
      </w:r>
      <w:r>
        <w:rPr>
          <w:rFonts w:ascii="Times New Roman" w:hAnsi="Times New Roman"/>
          <w:b/>
        </w:rPr>
        <w:t xml:space="preserve"> </w:t>
      </w:r>
      <w:r w:rsidRPr="00E31D81">
        <w:rPr>
          <w:rFonts w:ascii="Times New Roman" w:hAnsi="Times New Roman"/>
          <w:b/>
        </w:rPr>
        <w:t>Содержание учебного предмета  «Окружающий мир»</w:t>
      </w:r>
    </w:p>
    <w:p w:rsidR="006F0F69" w:rsidRPr="001559BC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1559BC">
        <w:rPr>
          <w:rFonts w:ascii="Times New Roman" w:hAnsi="Times New Roman"/>
          <w:b/>
          <w:bCs/>
          <w:iCs/>
          <w:color w:val="auto"/>
          <w:sz w:val="22"/>
          <w:szCs w:val="22"/>
        </w:rPr>
        <w:t>Человек и природа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 xml:space="preserve">Звезды и планеты. </w:t>
      </w:r>
      <w:r w:rsidRPr="001559BC">
        <w:rPr>
          <w:rStyle w:val="Zag11"/>
          <w:rFonts w:ascii="Times New Roman" w:eastAsia="@Arial Unicode MS" w:hAnsi="Times New Roman"/>
          <w:iCs/>
        </w:rPr>
        <w:t>Солнце</w:t>
      </w:r>
      <w:r w:rsidRPr="001559BC">
        <w:rPr>
          <w:rStyle w:val="Zag11"/>
          <w:rFonts w:ascii="Times New Roman" w:eastAsia="@Arial Unicode MS" w:hAnsi="Times New Roman"/>
        </w:rPr>
        <w:t xml:space="preserve"> – </w:t>
      </w:r>
      <w:r w:rsidRPr="001559BC">
        <w:rPr>
          <w:rStyle w:val="Zag11"/>
          <w:rFonts w:ascii="Times New Roman" w:eastAsia="@Arial Unicode MS" w:hAnsi="Times New Roman"/>
          <w:iCs/>
        </w:rPr>
        <w:t>ближайшая к нам звезда, источник света и тепла для всего живого на Земле</w:t>
      </w:r>
      <w:r w:rsidRPr="001559BC">
        <w:rPr>
          <w:rStyle w:val="Zag11"/>
          <w:rFonts w:ascii="Times New Roman" w:eastAsia="@Arial Unicode MS" w:hAnsi="Times New Roman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1559BC">
        <w:rPr>
          <w:rStyle w:val="Zag11"/>
          <w:rFonts w:ascii="Times New Roman" w:eastAsia="@Arial Unicode MS" w:hAnsi="Times New Roman"/>
          <w:iCs/>
        </w:rPr>
        <w:t>Важнейшие природные объекты своей страны, района</w:t>
      </w:r>
      <w:r w:rsidRPr="001559BC">
        <w:rPr>
          <w:rStyle w:val="Zag11"/>
          <w:rFonts w:ascii="Times New Roman" w:eastAsia="@Arial Unicode MS" w:hAnsi="Times New Roman"/>
        </w:rPr>
        <w:t>. Ориентирование на местности. Компас.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1559BC">
        <w:rPr>
          <w:rStyle w:val="Zag11"/>
          <w:rFonts w:ascii="Times New Roman" w:eastAsia="@Arial Unicode MS" w:hAnsi="Times New Roman"/>
          <w:iCs/>
        </w:rPr>
        <w:t>Обращение Земли вокруг Солнца как причина смены времен года</w:t>
      </w:r>
      <w:r w:rsidRPr="001559BC">
        <w:rPr>
          <w:rStyle w:val="Zag11"/>
          <w:rFonts w:ascii="Times New Roman" w:eastAsia="@Arial Unicode MS" w:hAnsi="Times New Roman"/>
        </w:rPr>
        <w:t>. Смена времен года в родном крае на основе наблюдений.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1559BC">
        <w:rPr>
          <w:rStyle w:val="Zag11"/>
          <w:rFonts w:ascii="Times New Roman" w:eastAsia="@Arial Unicode MS" w:hAnsi="Times New Roman"/>
          <w:iCs/>
        </w:rPr>
        <w:t>Предсказание погоды и его значение в жизни людей</w:t>
      </w:r>
      <w:r w:rsidRPr="001559BC">
        <w:rPr>
          <w:rStyle w:val="Zag11"/>
          <w:rFonts w:ascii="Times New Roman" w:eastAsia="@Arial Unicode MS" w:hAnsi="Times New Roman"/>
        </w:rPr>
        <w:t>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Воздух – смесь газов. Свойства воздуха. Значение воздуха для растений, животных, человека.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Почва, ее состав, значение для живой природы и для хозяйственной жизни человека.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Грибы: съедобные и ядовитые. Правила сбора грибов.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 xml:space="preserve">Лес, луг, водоем – единство живой и неживой природы (солнечный свет, воздух, вода, почва, растения, животные). </w:t>
      </w:r>
      <w:r w:rsidRPr="001559BC">
        <w:rPr>
          <w:rStyle w:val="Zag11"/>
          <w:rFonts w:ascii="Times New Roman" w:eastAsia="@Arial Unicode MS" w:hAnsi="Times New Roman"/>
          <w:iCs/>
        </w:rPr>
        <w:t>Круговорот веществ.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1559BC">
        <w:rPr>
          <w:rStyle w:val="Zag11"/>
          <w:rFonts w:ascii="Times New Roman" w:eastAsia="@Arial Unicode MS" w:hAnsi="Times New Roman"/>
        </w:rPr>
        <w:t>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6F0F69" w:rsidRPr="001559BC" w:rsidRDefault="006F0F69" w:rsidP="001559BC">
      <w:pPr>
        <w:pStyle w:val="zag4"/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2"/>
          <w:szCs w:val="22"/>
          <w:lang w:val="ru-RU"/>
        </w:rPr>
      </w:pPr>
      <w:r w:rsidRPr="001559BC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2"/>
          <w:szCs w:val="22"/>
          <w:lang w:val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1559BC">
        <w:rPr>
          <w:rFonts w:ascii="Times New Roman" w:hAnsi="Times New Roman" w:cs="Times New Roman"/>
          <w:b w:val="0"/>
          <w:i w:val="0"/>
          <w:color w:val="auto"/>
          <w:sz w:val="22"/>
          <w:szCs w:val="22"/>
          <w:lang w:val="ru-RU"/>
        </w:rPr>
        <w:t>.</w:t>
      </w:r>
    </w:p>
    <w:p w:rsidR="006F0F69" w:rsidRPr="007B792A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7B792A">
        <w:rPr>
          <w:rFonts w:ascii="Times New Roman" w:hAnsi="Times New Roman"/>
          <w:b/>
          <w:bCs/>
          <w:iCs/>
          <w:color w:val="auto"/>
          <w:sz w:val="22"/>
          <w:szCs w:val="22"/>
        </w:rPr>
        <w:t>Человек и общество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1559BC">
        <w:rPr>
          <w:rStyle w:val="Zag11"/>
          <w:rFonts w:ascii="Times New Roman" w:eastAsia="@Arial Unicode MS" w:hAnsi="Times New Roman"/>
          <w:iCs/>
        </w:rPr>
        <w:t>Внутренний мир человека: общее представление о человеческих свойствах и качествах</w:t>
      </w:r>
      <w:r w:rsidRPr="001559BC">
        <w:rPr>
          <w:rStyle w:val="Zag11"/>
          <w:rFonts w:ascii="Times New Roman" w:eastAsia="@Arial Unicode MS" w:hAnsi="Times New Roman"/>
        </w:rPr>
        <w:t>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1559BC">
        <w:rPr>
          <w:rStyle w:val="Zag11"/>
          <w:rFonts w:ascii="Times New Roman" w:eastAsia="@Arial Unicode MS" w:hAnsi="Times New Roman"/>
          <w:iCs/>
        </w:rPr>
        <w:t>Хозяйство семьи</w:t>
      </w:r>
      <w:r w:rsidRPr="001559BC">
        <w:rPr>
          <w:rStyle w:val="Zag11"/>
          <w:rFonts w:ascii="Times New Roman" w:eastAsia="@Arial Unicode MS" w:hAnsi="Times New Roman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  <w:iCs/>
        </w:rPr>
      </w:pPr>
      <w:r w:rsidRPr="001559BC">
        <w:rPr>
          <w:rStyle w:val="Zag11"/>
          <w:rFonts w:ascii="Times New Roman" w:eastAsia="@Arial Unicode MS" w:hAnsi="Times New Roman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  <w:r w:rsidRPr="001559BC">
        <w:rPr>
          <w:rStyle w:val="Zag11"/>
          <w:rFonts w:ascii="Times New Roman" w:eastAsia="@Arial Unicode MS" w:hAnsi="Times New Roman"/>
          <w:iCs/>
        </w:rPr>
        <w:t>Средства связи</w:t>
      </w:r>
      <w:r w:rsidRPr="001559BC">
        <w:rPr>
          <w:rStyle w:val="Zag11"/>
          <w:rFonts w:ascii="Times New Roman" w:eastAsia="@Arial Unicode MS" w:hAnsi="Times New Roman"/>
        </w:rPr>
        <w:t xml:space="preserve">: </w:t>
      </w:r>
      <w:r w:rsidRPr="001559BC">
        <w:rPr>
          <w:rStyle w:val="Zag11"/>
          <w:rFonts w:ascii="Times New Roman" w:eastAsia="@Arial Unicode MS" w:hAnsi="Times New Roman"/>
          <w:iCs/>
        </w:rPr>
        <w:t>почта</w:t>
      </w:r>
      <w:r w:rsidRPr="001559BC">
        <w:rPr>
          <w:rStyle w:val="Zag11"/>
          <w:rFonts w:ascii="Times New Roman" w:eastAsia="@Arial Unicode MS" w:hAnsi="Times New Roman"/>
        </w:rPr>
        <w:t xml:space="preserve">, </w:t>
      </w:r>
      <w:r w:rsidRPr="001559BC">
        <w:rPr>
          <w:rStyle w:val="Zag11"/>
          <w:rFonts w:ascii="Times New Roman" w:eastAsia="@Arial Unicode MS" w:hAnsi="Times New Roman"/>
          <w:iCs/>
        </w:rPr>
        <w:t>телеграф</w:t>
      </w:r>
      <w:r w:rsidRPr="001559BC">
        <w:rPr>
          <w:rStyle w:val="Zag11"/>
          <w:rFonts w:ascii="Times New Roman" w:eastAsia="@Arial Unicode MS" w:hAnsi="Times New Roman"/>
        </w:rPr>
        <w:t xml:space="preserve">, </w:t>
      </w:r>
      <w:r w:rsidRPr="001559BC">
        <w:rPr>
          <w:rStyle w:val="Zag11"/>
          <w:rFonts w:ascii="Times New Roman" w:eastAsia="@Arial Unicode MS" w:hAnsi="Times New Roman"/>
          <w:iCs/>
        </w:rPr>
        <w:t>телефон, электронная почта, аудио- и видеочаты, форум.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  <w:iCs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Россия на карте, государственная граница России.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1559BC">
        <w:rPr>
          <w:rStyle w:val="Zag11"/>
          <w:rFonts w:ascii="Times New Roman" w:eastAsia="@Arial Unicode MS" w:hAnsi="Times New Roman"/>
          <w:iCs/>
        </w:rPr>
        <w:t>разводные мосты через Неву</w:t>
      </w:r>
      <w:r w:rsidRPr="001559BC">
        <w:rPr>
          <w:rStyle w:val="Zag11"/>
          <w:rFonts w:ascii="Times New Roman" w:eastAsia="@Arial Unicode MS" w:hAnsi="Times New Roman"/>
        </w:rPr>
        <w:t xml:space="preserve"> 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6F0F69" w:rsidRPr="001559BC" w:rsidRDefault="006F0F69" w:rsidP="001559B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</w:rPr>
      </w:pPr>
      <w:r w:rsidRPr="001559BC">
        <w:rPr>
          <w:rStyle w:val="Zag11"/>
          <w:rFonts w:ascii="Times New Roman" w:eastAsia="@Arial Unicode MS" w:hAnsi="Times New Roman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F0F69" w:rsidRPr="001559BC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1559BC">
        <w:rPr>
          <w:rStyle w:val="Zag11"/>
          <w:rFonts w:ascii="Times New Roman" w:eastAsia="@Arial Unicode MS" w:hAnsi="Times New Roman"/>
          <w:color w:val="auto"/>
          <w:sz w:val="22"/>
          <w:szCs w:val="22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1559BC">
        <w:rPr>
          <w:rFonts w:ascii="Times New Roman" w:hAnsi="Times New Roman"/>
          <w:color w:val="auto"/>
          <w:sz w:val="22"/>
          <w:szCs w:val="22"/>
        </w:rPr>
        <w:t>.</w:t>
      </w:r>
    </w:p>
    <w:p w:rsidR="006F0F69" w:rsidRPr="007B792A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7B792A">
        <w:rPr>
          <w:rFonts w:ascii="Times New Roman" w:hAnsi="Times New Roman"/>
          <w:b/>
          <w:bCs/>
          <w:iCs/>
          <w:color w:val="auto"/>
          <w:sz w:val="22"/>
          <w:szCs w:val="22"/>
        </w:rPr>
        <w:t>Правила безопасной жизни</w:t>
      </w:r>
    </w:p>
    <w:p w:rsidR="006F0F69" w:rsidRPr="001559BC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1559BC">
        <w:rPr>
          <w:rFonts w:ascii="Times New Roman" w:hAnsi="Times New Roman"/>
          <w:color w:val="auto"/>
          <w:sz w:val="22"/>
          <w:szCs w:val="22"/>
        </w:rPr>
        <w:t>Ценность здоровья и здорового образа жизни.</w:t>
      </w:r>
    </w:p>
    <w:p w:rsidR="006F0F69" w:rsidRPr="001559BC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1559BC">
        <w:rPr>
          <w:rFonts w:ascii="Times New Roman" w:hAnsi="Times New Roman"/>
          <w:color w:val="auto"/>
          <w:spacing w:val="2"/>
          <w:sz w:val="22"/>
          <w:szCs w:val="22"/>
        </w:rPr>
        <w:t xml:space="preserve">Режим дня школьника, чередование труда и отдыха в </w:t>
      </w:r>
      <w:r w:rsidRPr="001559BC">
        <w:rPr>
          <w:rFonts w:ascii="Times New Roman" w:hAnsi="Times New Roman"/>
          <w:color w:val="auto"/>
          <w:sz w:val="22"/>
          <w:szCs w:val="22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1559BC">
        <w:rPr>
          <w:rFonts w:ascii="Times New Roman" w:hAnsi="Times New Roman"/>
          <w:color w:val="auto"/>
          <w:spacing w:val="2"/>
          <w:sz w:val="22"/>
          <w:szCs w:val="22"/>
        </w:rPr>
        <w:t>здоровья. Личная ответственность каждого человека за со</w:t>
      </w:r>
      <w:r w:rsidRPr="001559BC">
        <w:rPr>
          <w:rFonts w:ascii="Times New Roman" w:hAnsi="Times New Roman"/>
          <w:color w:val="auto"/>
          <w:sz w:val="22"/>
          <w:szCs w:val="22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1559BC">
        <w:rPr>
          <w:rFonts w:ascii="Times New Roman" w:hAnsi="Times New Roman"/>
          <w:color w:val="auto"/>
          <w:spacing w:val="2"/>
          <w:sz w:val="22"/>
          <w:szCs w:val="22"/>
        </w:rPr>
        <w:t>помощь при легких травмах (</w:t>
      </w:r>
      <w:r w:rsidRPr="001559BC">
        <w:rPr>
          <w:rFonts w:ascii="Times New Roman" w:hAnsi="Times New Roman"/>
          <w:iCs/>
          <w:color w:val="auto"/>
          <w:spacing w:val="2"/>
          <w:sz w:val="22"/>
          <w:szCs w:val="22"/>
        </w:rPr>
        <w:t>ушиб</w:t>
      </w:r>
      <w:r w:rsidRPr="001559BC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r w:rsidRPr="001559BC">
        <w:rPr>
          <w:rFonts w:ascii="Times New Roman" w:hAnsi="Times New Roman"/>
          <w:iCs/>
          <w:color w:val="auto"/>
          <w:spacing w:val="2"/>
          <w:sz w:val="22"/>
          <w:szCs w:val="22"/>
        </w:rPr>
        <w:t>порез</w:t>
      </w:r>
      <w:r w:rsidRPr="001559BC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r w:rsidRPr="001559BC">
        <w:rPr>
          <w:rFonts w:ascii="Times New Roman" w:hAnsi="Times New Roman"/>
          <w:iCs/>
          <w:color w:val="auto"/>
          <w:spacing w:val="2"/>
          <w:sz w:val="22"/>
          <w:szCs w:val="22"/>
        </w:rPr>
        <w:t>ожог</w:t>
      </w:r>
      <w:r w:rsidRPr="001559BC">
        <w:rPr>
          <w:rFonts w:ascii="Times New Roman" w:hAnsi="Times New Roman"/>
          <w:color w:val="auto"/>
          <w:spacing w:val="2"/>
          <w:sz w:val="22"/>
          <w:szCs w:val="22"/>
        </w:rPr>
        <w:t xml:space="preserve">), </w:t>
      </w:r>
      <w:r w:rsidRPr="001559BC">
        <w:rPr>
          <w:rFonts w:ascii="Times New Roman" w:hAnsi="Times New Roman"/>
          <w:iCs/>
          <w:color w:val="auto"/>
          <w:spacing w:val="2"/>
          <w:sz w:val="22"/>
          <w:szCs w:val="22"/>
        </w:rPr>
        <w:t>обмора</w:t>
      </w:r>
      <w:r w:rsidRPr="001559BC">
        <w:rPr>
          <w:rFonts w:ascii="Times New Roman" w:hAnsi="Times New Roman"/>
          <w:iCs/>
          <w:color w:val="auto"/>
          <w:sz w:val="22"/>
          <w:szCs w:val="22"/>
        </w:rPr>
        <w:t>живании</w:t>
      </w:r>
      <w:r w:rsidRPr="001559BC">
        <w:rPr>
          <w:rFonts w:ascii="Times New Roman" w:hAnsi="Times New Roman"/>
          <w:color w:val="auto"/>
          <w:sz w:val="22"/>
          <w:szCs w:val="22"/>
        </w:rPr>
        <w:t xml:space="preserve">, </w:t>
      </w:r>
      <w:r w:rsidRPr="001559BC">
        <w:rPr>
          <w:rFonts w:ascii="Times New Roman" w:hAnsi="Times New Roman"/>
          <w:iCs/>
          <w:color w:val="auto"/>
          <w:sz w:val="22"/>
          <w:szCs w:val="22"/>
        </w:rPr>
        <w:t>перегреве</w:t>
      </w:r>
      <w:r w:rsidRPr="001559BC">
        <w:rPr>
          <w:rFonts w:ascii="Times New Roman" w:hAnsi="Times New Roman"/>
          <w:color w:val="auto"/>
          <w:sz w:val="22"/>
          <w:szCs w:val="22"/>
        </w:rPr>
        <w:t>.</w:t>
      </w:r>
    </w:p>
    <w:p w:rsidR="006F0F69" w:rsidRPr="001559BC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1559BC">
        <w:rPr>
          <w:rFonts w:ascii="Times New Roman" w:hAnsi="Times New Roman"/>
          <w:color w:val="auto"/>
          <w:sz w:val="22"/>
          <w:szCs w:val="22"/>
        </w:rPr>
        <w:t xml:space="preserve">Дорога от дома до школы, правила безопасного поведения </w:t>
      </w:r>
      <w:r w:rsidRPr="001559BC">
        <w:rPr>
          <w:rFonts w:ascii="Times New Roman" w:hAnsi="Times New Roman"/>
          <w:color w:val="auto"/>
          <w:spacing w:val="2"/>
          <w:sz w:val="22"/>
          <w:szCs w:val="22"/>
        </w:rPr>
        <w:t>на дорогах, в лесу, на водоеме в разное время года. Пра</w:t>
      </w:r>
      <w:r w:rsidRPr="001559BC">
        <w:rPr>
          <w:rFonts w:ascii="Times New Roman" w:hAnsi="Times New Roman"/>
          <w:color w:val="auto"/>
          <w:sz w:val="22"/>
          <w:szCs w:val="22"/>
        </w:rPr>
        <w:t>вила пожарной безопасности, основные правила обращения с газом, электричеством, водой.</w:t>
      </w:r>
    </w:p>
    <w:p w:rsidR="006F0F69" w:rsidRPr="001559BC" w:rsidRDefault="006F0F69" w:rsidP="001559BC">
      <w:pPr>
        <w:pStyle w:val="a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1559BC">
        <w:rPr>
          <w:rFonts w:ascii="Times New Roman" w:hAnsi="Times New Roman"/>
          <w:color w:val="auto"/>
          <w:sz w:val="22"/>
          <w:szCs w:val="22"/>
        </w:rPr>
        <w:t>Правила безопасного поведения в природе.</w:t>
      </w:r>
    </w:p>
    <w:p w:rsidR="006F0F69" w:rsidRDefault="006F0F69" w:rsidP="006C3F7C">
      <w:pPr>
        <w:pStyle w:val="a1"/>
        <w:spacing w:line="240" w:lineRule="auto"/>
        <w:ind w:firstLine="454"/>
      </w:pPr>
      <w:r w:rsidRPr="001559BC">
        <w:t>Забота о здоровье и безопасности окружающих людей.</w:t>
      </w:r>
    </w:p>
    <w:p w:rsidR="006F0F69" w:rsidRPr="006C3F7C" w:rsidRDefault="006F0F69" w:rsidP="006C3F7C">
      <w:pPr>
        <w:pStyle w:val="a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</w:p>
    <w:p w:rsidR="006F0F69" w:rsidRDefault="006F0F69" w:rsidP="006C3F7C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E31D81">
        <w:rPr>
          <w:rFonts w:ascii="Times New Roman" w:hAnsi="Times New Roman"/>
          <w:b/>
        </w:rPr>
        <w:t>7. Тематическое планирование с определением основных видов учебной деятельности учащихся.</w:t>
      </w:r>
    </w:p>
    <w:p w:rsidR="006F0F69" w:rsidRDefault="006F0F69" w:rsidP="006C3F7C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2970"/>
        <w:gridCol w:w="1430"/>
        <w:gridCol w:w="9398"/>
      </w:tblGrid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</w:rPr>
              <w:t>Количество</w:t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</w:rPr>
              <w:t>часов</w:t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</w:rPr>
              <w:t>по разделу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</w:rPr>
              <w:t xml:space="preserve">                                   Виды деятельности</w:t>
            </w:r>
          </w:p>
        </w:tc>
      </w:tr>
      <w:tr w:rsidR="006F0F69" w:rsidTr="00F30889">
        <w:trPr>
          <w:trHeight w:val="297"/>
        </w:trPr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1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Что тебя окружает?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3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Наблюдать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сезонные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изменения в природе.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F30889">
              <w:rPr>
                <w:rFonts w:ascii="Times New Roman" w:hAnsi="Times New Roman"/>
                <w:sz w:val="20"/>
                <w:szCs w:val="20"/>
              </w:rPr>
              <w:t>признаки времен  года, сезонные  изменения в природе.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Исследовать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в процессе наблюдений   связи   жизнедеятельности растений,   животных   с неживой природой.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Читать и пересказывать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тексты о природе.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особенности дикорастущих и культурных растений, диких и домашних животных (на примере своей местности).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конкретные примеры поведения в природе.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правила поведения в различных ситуациях.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Группировать   (классифицировать)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объекты живой или неживой природы  по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отличительным  признакам.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2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Кто ты такой?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14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Обсуждать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правила  поведения в школе, особенности взаимоотношений  с  окружающими  людьми  в зависимости от ситуации общения.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ab/>
              <w:t>и  оценивать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 формы поведения, допустимые и недопустимые в общественных местах.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Моделировать</w:t>
            </w: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ab/>
              <w:t>и   оценивать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различные  ситуации  поведения  в школе   и других общественных местах.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Выбирать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 оптимальные  формы поведения во взаимоотношениях с одноклассниками, друзьями, взрослыми.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F30889">
              <w:rPr>
                <w:rFonts w:ascii="Times New Roman" w:hAnsi="Times New Roman"/>
                <w:sz w:val="20"/>
                <w:szCs w:val="20"/>
              </w:rPr>
              <w:t>основные функции  систем  органов  человеческого тела.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Моделировать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в ходе практической  работы  ситуации  по  применению  правил  сохранения  и  укрепления  здоровья,  по  оказанию  первой помощи при несчастных случаях.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3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Кто живет рядом с тобой.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6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о  семье  (членах семьи, труде, занятиях, традициях), труде  людей  родного  города  (села),  его  достопримечательностях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sz w:val="20"/>
                <w:szCs w:val="20"/>
              </w:rPr>
              <w:t>(по результатам наблюдений и экскурсий). Приводить примеры заботы  школьников  о  младших  членах семьи, престарелых, больных.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с информацией: извлекать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(по заданию учителя)необходимую информацию из учебника и дополнительных источников словарей, энциклопедий, справочников) о природных сообществах и обсуждать полученные сведения</w:t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4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Россия- твоя Родина.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16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Государственную символику Российской Федерации, узнавать российский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sz w:val="20"/>
                <w:szCs w:val="20"/>
              </w:rPr>
              <w:t>российский флаг среди флагов других стран. Находить информацию (в том числе иллюстративную) о достопримечательностях Москвы, праздничных днях России, используя дополнительную и справочную литературу.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(соотносить)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иллюстрации, видеокадры достопримечательностей Москвы со словесным описанием их особенностей.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с информацией: готовить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небольшие сообщения одостопримечательностях одного из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sz w:val="20"/>
                <w:szCs w:val="20"/>
              </w:rPr>
              <w:t>городов  России  на  основе  дополнительной  информации;  подбирать  к  своему  сообщению  видеоматериалы.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Объяснять   о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сновные изображения  Государственного  герба  России,  узнавать  его  среди  гербов других  стран.  Описывать  элементы герба Москвы.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Прослушивать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и  декламировать  (петь) Гимн РФ.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Обмениваться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 сведениями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о родной  стране,  полученными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из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 xml:space="preserve"> средств массовой информации.</w:t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 о  праздничных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днях  России  на  основе  личного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опыта  и  дополнительных  источников  информации  (в  том  числе  по иллюстрациям).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5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Мы- жители Земли.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6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особенности звезд и планет на примере Солнца и Земли.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с готовыми моделями(глобусом, физической картой): показывать на глобусе и карте материки и океаны;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и</w:t>
            </w: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различать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день и ночь, времена года.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>Объяснять  (характеризовать)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sz w:val="20"/>
                <w:szCs w:val="20"/>
              </w:rPr>
              <w:t>движение Земли относительно Солнца и его связь со сменой дня и ночи, времен года.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 на  физической  карте России разные водоемы и определять их названия.</w:t>
            </w: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6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Природные сообщества.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18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Читать и пересказывать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тексты о природе.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особенности дикорастущих и культурных растений, диких и домашних животных (на примере своей местности).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конкретные примеры поведения в природе.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правила поведения в различных ситуациях.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Группировать   (классифицировать)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объекты живой или неживой природы  по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отличительным  признакам.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Наблюдать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погоду самостоятельно и в группах и описывать ее состояние.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Наблюдать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простейшие  опыты  по изучению  свойств  воды.  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свойства  воды,  круговорота воды в природе.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примеры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хвойных и цветковых растений, </w:t>
            </w: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>выделять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их отличия (на примере своей местности).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различать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деревья, кустарники и травы.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условия,  необходимые  для  жизни  растений.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о  роли  растений  в природе и жизни людей.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Различать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съедобные  и  ядовитые   грибы   (на   примере   своей местности).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о  роли  грибов  в природе и жизни людей.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Описывать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внешний  вид,  характерные  особенности  представителей  насекомых,  рыб,  птиц,  зверей (на примере своей местности).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способы  питания,  размножения;  условия,  необходимые для жизни животных.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о  роли  животных в природе и жизни людей.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природныесообщества (на примере леса, луга, водоема).</w:t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7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Природа и человек.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2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природныесообщества (на примере леса, луга, водоема).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влияние человека на природные сообщества (на примере своей местности).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sz w:val="20"/>
                <w:szCs w:val="20"/>
              </w:rPr>
              <w:t xml:space="preserve">знаний 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sz w:val="20"/>
                <w:szCs w:val="20"/>
              </w:rPr>
              <w:t>(</w:t>
            </w: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Работать с информацией: извлекать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(по заданию учителя)необходимую информацию из учебника и дополнительных источников словарей, энциклопедий, справочников) о природных сообществах и обсуждать полученные сведения.</w:t>
            </w:r>
          </w:p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особенности природных сообществ родного края.</w:t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>Моделироват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>ь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ситуации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по сохранению природы и ее защите</w:t>
            </w: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8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Рефлективная фаза учебного года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3</w:t>
            </w:r>
          </w:p>
        </w:tc>
        <w:tc>
          <w:tcPr>
            <w:tcW w:w="9398" w:type="dxa"/>
          </w:tcPr>
          <w:p w:rsidR="006F0F69" w:rsidRPr="00F30889" w:rsidRDefault="006F0F69" w:rsidP="00F308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Обмениваться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 сведениями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о родной  стране,  полученными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из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 xml:space="preserve"> средств массовой информации.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30889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 xml:space="preserve">  о  праздничных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днях  России  на  основе  личного</w:t>
            </w:r>
            <w:r w:rsidRPr="00F30889">
              <w:rPr>
                <w:rFonts w:ascii="Times New Roman" w:hAnsi="Times New Roman"/>
                <w:sz w:val="20"/>
                <w:szCs w:val="20"/>
              </w:rPr>
              <w:tab/>
              <w:t>опыта  и  дополнительных  источников  информации  (в  том  числе  по иллюстрациям).</w:t>
            </w:r>
          </w:p>
        </w:tc>
      </w:tr>
      <w:tr w:rsidR="006F0F69" w:rsidTr="00F30889">
        <w:tc>
          <w:tcPr>
            <w:tcW w:w="98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Итого</w:t>
            </w:r>
          </w:p>
        </w:tc>
        <w:tc>
          <w:tcPr>
            <w:tcW w:w="297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30889">
              <w:rPr>
                <w:rFonts w:ascii="Times New Roman" w:hAnsi="Times New Roman"/>
              </w:rPr>
              <w:t>68 часов</w:t>
            </w:r>
          </w:p>
        </w:tc>
        <w:tc>
          <w:tcPr>
            <w:tcW w:w="1430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98" w:type="dxa"/>
          </w:tcPr>
          <w:p w:rsidR="006F0F69" w:rsidRPr="00F30889" w:rsidRDefault="006F0F69" w:rsidP="00F308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6F0F69" w:rsidRDefault="006F0F69" w:rsidP="007B792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</w:t>
      </w:r>
    </w:p>
    <w:p w:rsidR="006F0F69" w:rsidRDefault="006F0F69" w:rsidP="007B792A">
      <w:pPr>
        <w:jc w:val="center"/>
        <w:rPr>
          <w:rFonts w:ascii="Times New Roman" w:hAnsi="Times New Roman"/>
        </w:rPr>
      </w:pPr>
      <w:r w:rsidRPr="00E31D81">
        <w:rPr>
          <w:rFonts w:ascii="Times New Roman" w:hAnsi="Times New Roman"/>
          <w:b/>
        </w:rPr>
        <w:t>Региональный компонент в содержании программы:</w:t>
      </w:r>
    </w:p>
    <w:p w:rsidR="006F0F69" w:rsidRDefault="006F0F69" w:rsidP="0049396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</w:rPr>
      </w:pPr>
    </w:p>
    <w:tbl>
      <w:tblPr>
        <w:tblW w:w="14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5"/>
        <w:gridCol w:w="4111"/>
        <w:gridCol w:w="3160"/>
      </w:tblGrid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Наименование темы регионального компонента</w:t>
            </w:r>
          </w:p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Порядковый номер урока, где реализуется региональный компонент</w:t>
            </w:r>
          </w:p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Время, отводимое на  реализацию регионального компонента на уроке  ( в минутах)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E31D81">
              <w:rPr>
                <w:rStyle w:val="9pt"/>
                <w:i w:val="0"/>
                <w:color w:val="000000"/>
                <w:sz w:val="22"/>
                <w:szCs w:val="22"/>
              </w:rPr>
              <w:t>Чудеса света Тюменской области.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Растения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Люди разных национальностей проживающие в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Влияние климатических условий на здоровье человека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Выдающиеся спортсмены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Сост</w:t>
            </w:r>
            <w:r>
              <w:rPr>
                <w:rFonts w:ascii="Times New Roman" w:hAnsi="Times New Roman"/>
              </w:rPr>
              <w:t xml:space="preserve">авление генеалогического дерева своей семьи. 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Моя малая Родина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Из истории родного края.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Из истории образования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Тюмень – областной центр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Города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Особенности родного края, отличающие его от других мест родной страны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Достопримечательности родного края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Профессии моих родителей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Труд и быт людей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3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Знаменитые люди Тюменской земли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244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Разнообразие животных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43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58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Разнообразие растений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266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Птицы обитающие в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6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Леса родного края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260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Животные, занесенные в Красную книгу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73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Редкие птицы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253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Болота нашего  края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181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Охрана водоемов и рек нашего края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276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Рыбы, обитающие в реках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F0F69" w:rsidRPr="00E31D81" w:rsidTr="007B792A">
        <w:trPr>
          <w:trHeight w:val="175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Водоплавающие птицы, обитающие в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270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Растения водоемов Тюменской области занесенные в Красную книгу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57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69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Травянистые растения нашей области, лекарственные и ядовитые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278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Обитатели полей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49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Охранные мероприятия Тюменской области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171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Правила поведения в природе родного края</w:t>
            </w: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6F0F69" w:rsidRPr="00E31D81" w:rsidTr="007B792A">
        <w:trPr>
          <w:trHeight w:val="96"/>
        </w:trPr>
        <w:tc>
          <w:tcPr>
            <w:tcW w:w="7665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6F0F69" w:rsidRPr="00E31D81" w:rsidRDefault="006F0F69" w:rsidP="007B79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</w:tcPr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часов = 420 минут</w:t>
            </w:r>
          </w:p>
        </w:tc>
      </w:tr>
    </w:tbl>
    <w:p w:rsidR="006F0F69" w:rsidRDefault="006F0F69" w:rsidP="00493964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</w:rPr>
      </w:pPr>
    </w:p>
    <w:p w:rsidR="006F0F69" w:rsidRDefault="006F0F69" w:rsidP="0034325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Календарно-тематическое планирование является приложением к рабочей программе  (приложение 1)</w:t>
      </w:r>
    </w:p>
    <w:p w:rsidR="006F0F69" w:rsidRDefault="006F0F69" w:rsidP="00BA0E8B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</w:p>
    <w:p w:rsidR="006F0F69" w:rsidRPr="00C260B4" w:rsidRDefault="006F0F69" w:rsidP="00BA0E8B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</w:t>
      </w:r>
      <w:r w:rsidRPr="00C260B4">
        <w:rPr>
          <w:rFonts w:ascii="Times New Roman" w:hAnsi="Times New Roman"/>
          <w:b/>
        </w:rPr>
        <w:t>Описание материально-технического  обеспечение образовательного процесса .</w:t>
      </w:r>
    </w:p>
    <w:p w:rsidR="006F0F69" w:rsidRPr="00C260B4" w:rsidRDefault="006F0F69" w:rsidP="00BA0E8B">
      <w:pPr>
        <w:pStyle w:val="NoSpacing"/>
        <w:jc w:val="both"/>
        <w:rPr>
          <w:rFonts w:ascii="Times New Roman" w:hAnsi="Times New Roman"/>
          <w:b/>
        </w:rPr>
      </w:pPr>
      <w:r w:rsidRPr="00C260B4">
        <w:rPr>
          <w:rFonts w:ascii="Times New Roman" w:hAnsi="Times New Roman"/>
          <w:b/>
        </w:rPr>
        <w:t>Перечень учебно-методических средств обучения:</w:t>
      </w:r>
    </w:p>
    <w:p w:rsidR="006F0F69" w:rsidRPr="00C260B4" w:rsidRDefault="006F0F69" w:rsidP="00BA0E8B">
      <w:pPr>
        <w:pStyle w:val="NoSpacing"/>
        <w:jc w:val="both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Виноградова, Н. Ф. Окружающий мир: 2 класс: Учебник для учащихся общеобразовательных учреждений: в 2 ч. Ч. 1, 2. – 3-е изд., дораб. – М.: Вентана-Граф, 2013.</w:t>
      </w:r>
    </w:p>
    <w:p w:rsidR="006F0F69" w:rsidRPr="00C260B4" w:rsidRDefault="006F0F69" w:rsidP="00BA0E8B">
      <w:pPr>
        <w:pStyle w:val="NoSpacing"/>
        <w:jc w:val="both"/>
        <w:rPr>
          <w:rFonts w:ascii="Times New Roman" w:hAnsi="Times New Roman"/>
          <w:b/>
        </w:rPr>
      </w:pPr>
      <w:r w:rsidRPr="00C260B4">
        <w:rPr>
          <w:rFonts w:ascii="Times New Roman" w:hAnsi="Times New Roman"/>
          <w:b/>
        </w:rPr>
        <w:t>Литература основная:</w:t>
      </w:r>
    </w:p>
    <w:p w:rsidR="006F0F69" w:rsidRPr="00C260B4" w:rsidRDefault="006F0F69" w:rsidP="00BA0E8B">
      <w:pPr>
        <w:pStyle w:val="NoSpacing"/>
        <w:jc w:val="both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Окружающий мир. 2 класс:  Поурочные планы по учебнику Н.Ф. Виноградовой/Авт. – сост. О.А. Исакова –   Волгоград: Учитель, 2013.</w:t>
      </w:r>
    </w:p>
    <w:p w:rsidR="006F0F69" w:rsidRPr="00C260B4" w:rsidRDefault="006F0F69" w:rsidP="00BA0E8B">
      <w:pPr>
        <w:pStyle w:val="NoSpacing"/>
        <w:jc w:val="both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Окружающий мир: 1-2 классы: методика обучения/Н.Ф. Виноградова. – М. Вентана-Граф, 2010 г.</w:t>
      </w:r>
    </w:p>
    <w:p w:rsidR="006F0F69" w:rsidRDefault="006F0F69" w:rsidP="00BA0E8B">
      <w:pPr>
        <w:pStyle w:val="NoSpacing"/>
        <w:jc w:val="both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Окружающий мир: программа: 1-4 классы / Н.Ф. Вин</w:t>
      </w:r>
      <w:r>
        <w:rPr>
          <w:rFonts w:ascii="Times New Roman" w:hAnsi="Times New Roman"/>
        </w:rPr>
        <w:t>оградова. – Вентана – Граф, 2015</w:t>
      </w:r>
      <w:r w:rsidRPr="00C260B4">
        <w:rPr>
          <w:rFonts w:ascii="Times New Roman" w:hAnsi="Times New Roman"/>
        </w:rPr>
        <w:t>г.</w:t>
      </w:r>
    </w:p>
    <w:p w:rsidR="006F0F69" w:rsidRPr="00C260B4" w:rsidRDefault="006F0F69" w:rsidP="00BA0E8B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Рабочие тетради № 1,2 2 класса образовательных учреждений/ Виноградова Н.Ф. – М.: Вентана- Граф,, 2014 г.</w:t>
      </w:r>
    </w:p>
    <w:p w:rsidR="006F0F69" w:rsidRPr="00C260B4" w:rsidRDefault="006F0F69" w:rsidP="00BA0E8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C260B4">
        <w:rPr>
          <w:rFonts w:ascii="Times New Roman" w:hAnsi="Times New Roman"/>
          <w:b/>
        </w:rPr>
        <w:t>Технические средства обучения:</w:t>
      </w:r>
    </w:p>
    <w:p w:rsidR="006F0F69" w:rsidRPr="00C260B4" w:rsidRDefault="006F0F69" w:rsidP="00BA0E8B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Ноутбук.</w:t>
      </w:r>
    </w:p>
    <w:p w:rsidR="006F0F69" w:rsidRPr="00C260B4" w:rsidRDefault="006F0F69" w:rsidP="00BA0E8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C260B4">
        <w:rPr>
          <w:rFonts w:ascii="Times New Roman" w:hAnsi="Times New Roman"/>
          <w:b/>
        </w:rPr>
        <w:t>Наглядные пособия:</w:t>
      </w:r>
    </w:p>
    <w:p w:rsidR="006F0F69" w:rsidRPr="00C260B4" w:rsidRDefault="006F0F69" w:rsidP="00BA0E8B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Комплект таблиц для начальной школы «Окружающий мир. 2 класс».</w:t>
      </w:r>
    </w:p>
    <w:p w:rsidR="006F0F69" w:rsidRPr="00C260B4" w:rsidRDefault="006F0F69" w:rsidP="00BA0E8B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Набор предметных картинок.</w:t>
      </w:r>
    </w:p>
    <w:p w:rsidR="006F0F69" w:rsidRPr="00C260B4" w:rsidRDefault="006F0F69" w:rsidP="00BA0E8B">
      <w:pPr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260B4">
        <w:rPr>
          <w:rFonts w:ascii="Times New Roman" w:hAnsi="Times New Roman"/>
          <w:b/>
        </w:rPr>
        <w:t>Интернет ресурсы:</w:t>
      </w:r>
    </w:p>
    <w:p w:rsidR="006F0F69" w:rsidRPr="00C260B4" w:rsidRDefault="006F0F69" w:rsidP="00BA0E8B">
      <w:pPr>
        <w:pStyle w:val="NoSpacing"/>
        <w:numPr>
          <w:ilvl w:val="0"/>
          <w:numId w:val="30"/>
        </w:numPr>
        <w:jc w:val="both"/>
        <w:rPr>
          <w:rStyle w:val="b-serp-urlitem"/>
        </w:rPr>
      </w:pPr>
      <w:hyperlink r:id="rId8" w:tgtFrame="_blank" w:history="1">
        <w:r w:rsidRPr="00C260B4">
          <w:rPr>
            <w:rStyle w:val="Hyperlink"/>
            <w:bCs/>
          </w:rPr>
          <w:t>proshkolu</w:t>
        </w:r>
        <w:r w:rsidRPr="00C260B4">
          <w:rPr>
            <w:rStyle w:val="Hyperlink"/>
          </w:rPr>
          <w:t>.ru</w:t>
        </w:r>
      </w:hyperlink>
    </w:p>
    <w:p w:rsidR="006F0F69" w:rsidRPr="00C260B4" w:rsidRDefault="006F0F69" w:rsidP="00BA0E8B">
      <w:pPr>
        <w:pStyle w:val="NoSpacing"/>
        <w:numPr>
          <w:ilvl w:val="0"/>
          <w:numId w:val="30"/>
        </w:numPr>
        <w:jc w:val="both"/>
        <w:rPr>
          <w:rFonts w:ascii="Times New Roman" w:hAnsi="Times New Roman"/>
        </w:rPr>
      </w:pPr>
      <w:hyperlink r:id="rId9" w:tgtFrame="_blank" w:history="1">
        <w:r w:rsidRPr="00C260B4">
          <w:rPr>
            <w:rStyle w:val="Hyperlink"/>
          </w:rPr>
          <w:t>http://mlshkola.ucoz.ru/</w:t>
        </w:r>
      </w:hyperlink>
      <w:r w:rsidRPr="00C260B4">
        <w:rPr>
          <w:rFonts w:ascii="Times New Roman" w:hAnsi="Times New Roman"/>
        </w:rPr>
        <w:t xml:space="preserve">   </w:t>
      </w:r>
    </w:p>
    <w:p w:rsidR="006F0F69" w:rsidRPr="00C260B4" w:rsidRDefault="006F0F69" w:rsidP="00BA0E8B">
      <w:pPr>
        <w:pStyle w:val="url"/>
        <w:numPr>
          <w:ilvl w:val="0"/>
          <w:numId w:val="30"/>
        </w:numPr>
        <w:jc w:val="both"/>
        <w:rPr>
          <w:sz w:val="22"/>
          <w:szCs w:val="22"/>
        </w:rPr>
      </w:pPr>
      <w:r w:rsidRPr="00C260B4">
        <w:rPr>
          <w:sz w:val="22"/>
          <w:szCs w:val="22"/>
          <w:lang w:val="en-US"/>
        </w:rPr>
        <w:t>http</w:t>
      </w:r>
      <w:r w:rsidRPr="00C260B4">
        <w:rPr>
          <w:sz w:val="22"/>
          <w:szCs w:val="22"/>
        </w:rPr>
        <w:t>://</w:t>
      </w:r>
      <w:r w:rsidRPr="00C260B4">
        <w:rPr>
          <w:sz w:val="22"/>
          <w:szCs w:val="22"/>
          <w:lang w:val="en-US"/>
        </w:rPr>
        <w:t>www</w:t>
      </w:r>
      <w:r w:rsidRPr="00C260B4">
        <w:rPr>
          <w:sz w:val="22"/>
          <w:szCs w:val="22"/>
        </w:rPr>
        <w:t>.</w:t>
      </w:r>
      <w:r w:rsidRPr="00C260B4">
        <w:rPr>
          <w:sz w:val="22"/>
          <w:szCs w:val="22"/>
          <w:lang w:val="en-US"/>
        </w:rPr>
        <w:t>museum</w:t>
      </w:r>
      <w:r w:rsidRPr="00C260B4">
        <w:rPr>
          <w:sz w:val="22"/>
          <w:szCs w:val="22"/>
        </w:rPr>
        <w:t>-</w:t>
      </w:r>
      <w:r w:rsidRPr="00C260B4">
        <w:rPr>
          <w:sz w:val="22"/>
          <w:szCs w:val="22"/>
          <w:lang w:val="en-US"/>
        </w:rPr>
        <w:t>online</w:t>
      </w:r>
      <w:r w:rsidRPr="00C260B4">
        <w:rPr>
          <w:sz w:val="22"/>
          <w:szCs w:val="22"/>
        </w:rPr>
        <w:t>.</w:t>
      </w:r>
      <w:r w:rsidRPr="00C260B4">
        <w:rPr>
          <w:sz w:val="22"/>
          <w:szCs w:val="22"/>
          <w:lang w:val="en-US"/>
        </w:rPr>
        <w:t>ru</w:t>
      </w:r>
    </w:p>
    <w:p w:rsidR="006F0F69" w:rsidRPr="00C260B4" w:rsidRDefault="006F0F69" w:rsidP="00BA0E8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9. </w:t>
      </w:r>
      <w:r w:rsidRPr="00C260B4">
        <w:rPr>
          <w:rFonts w:ascii="Times New Roman" w:hAnsi="Times New Roman"/>
          <w:b/>
        </w:rPr>
        <w:t>Планируемые результаты :</w:t>
      </w:r>
    </w:p>
    <w:p w:rsidR="006F0F69" w:rsidRPr="00C260B4" w:rsidRDefault="006F0F69" w:rsidP="00BA0E8B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</w:rPr>
      </w:pPr>
      <w:r w:rsidRPr="00C260B4">
        <w:rPr>
          <w:rFonts w:ascii="Times New Roman" w:eastAsia="@Arial Unicode MS" w:hAnsi="Times New Roman"/>
          <w:color w:val="000000"/>
        </w:rPr>
        <w:t>В результате изучения курса «Окружающий мир»  учащиеся:</w:t>
      </w:r>
    </w:p>
    <w:p w:rsidR="006F0F69" w:rsidRPr="00C260B4" w:rsidRDefault="006F0F69" w:rsidP="00BA0E8B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</w:rPr>
      </w:pPr>
      <w:r w:rsidRPr="00C260B4">
        <w:rPr>
          <w:rFonts w:ascii="Times New Roman" w:eastAsia="@Arial Unicode MS" w:hAnsi="Times New Roman"/>
          <w:color w:val="000000"/>
        </w:rPr>
        <w:t>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6F0F69" w:rsidRPr="00C260B4" w:rsidRDefault="006F0F69" w:rsidP="00BA0E8B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</w:rPr>
      </w:pPr>
      <w:r w:rsidRPr="00C260B4">
        <w:rPr>
          <w:rFonts w:ascii="Times New Roman" w:eastAsia="@Arial Unicode MS" w:hAnsi="Times New Roman"/>
          <w:color w:val="000000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6F0F69" w:rsidRPr="00C260B4" w:rsidRDefault="006F0F69" w:rsidP="00BA0E8B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</w:rPr>
      </w:pPr>
      <w:r w:rsidRPr="00C260B4">
        <w:rPr>
          <w:rFonts w:ascii="Times New Roman" w:eastAsia="@Arial Unicode MS" w:hAnsi="Times New Roman"/>
          <w:color w:val="000000"/>
        </w:rPr>
        <w:t>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</w:p>
    <w:p w:rsidR="006F0F69" w:rsidRPr="00C260B4" w:rsidRDefault="006F0F69" w:rsidP="00BA0E8B">
      <w:pPr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</w:rPr>
      </w:pPr>
      <w:r w:rsidRPr="00C260B4">
        <w:rPr>
          <w:rFonts w:ascii="Times New Roman" w:eastAsia="@Arial Unicode MS" w:hAnsi="Times New Roman"/>
          <w:color w:val="000000"/>
        </w:rPr>
        <w:t>примут и освоят социальную роль учащегося,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F0F69" w:rsidRPr="00C260B4" w:rsidRDefault="006F0F69" w:rsidP="00BA0E8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</w:rPr>
      </w:pPr>
      <w:r w:rsidRPr="00C260B4">
        <w:rPr>
          <w:rFonts w:ascii="Times New Roman" w:eastAsia="@Arial Unicode MS" w:hAnsi="Times New Roman"/>
        </w:rPr>
        <w:t>В результате изучения курса учащиеся 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 сообразного поведения в окружающей природной и социальной среде.</w:t>
      </w:r>
    </w:p>
    <w:p w:rsidR="006F0F69" w:rsidRPr="00C260B4" w:rsidRDefault="006F0F69" w:rsidP="00BA0E8B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</w:rPr>
      </w:pPr>
      <w:r w:rsidRPr="00C260B4">
        <w:rPr>
          <w:rFonts w:ascii="Times New Roman" w:hAnsi="Times New Roman"/>
          <w:b/>
          <w:iCs/>
        </w:rPr>
        <w:t>Человек и природа</w:t>
      </w:r>
    </w:p>
    <w:p w:rsidR="006F0F69" w:rsidRPr="00C260B4" w:rsidRDefault="006F0F69" w:rsidP="00BA0E8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</w:rPr>
      </w:pPr>
      <w:r w:rsidRPr="00C260B4">
        <w:rPr>
          <w:rFonts w:ascii="Times New Roman" w:hAnsi="Times New Roman"/>
          <w:b/>
        </w:rPr>
        <w:t>Ученик  научится: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>узнавать изученные объекты и явления живой и неживой природы;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2"/>
        </w:rPr>
        <w:t xml:space="preserve">описывать на основе предложенного плана изученные </w:t>
      </w:r>
      <w:r w:rsidRPr="00C260B4">
        <w:rPr>
          <w:rFonts w:ascii="Times New Roman" w:hAnsi="Times New Roman"/>
        </w:rPr>
        <w:t>объекты и явления живой и неживой природы, выделять их существенные признаки;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инструкциями правилам техники безопасности при проведении наблюдений и опытов;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2"/>
        </w:rPr>
        <w:t xml:space="preserve">обнаруживать простейшие взаимосвязи между живой и </w:t>
      </w:r>
      <w:r w:rsidRPr="00C260B4">
        <w:rPr>
          <w:rFonts w:ascii="Times New Roman" w:hAnsi="Times New Roman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-2"/>
        </w:rPr>
        <w:t>понимать необходимость здорового образа жизни, со</w:t>
      </w:r>
      <w:r w:rsidRPr="00C260B4">
        <w:rPr>
          <w:rFonts w:ascii="Times New Roman" w:hAnsi="Times New Roman"/>
        </w:rPr>
        <w:t>блю</w:t>
      </w:r>
      <w:r w:rsidRPr="00C260B4">
        <w:rPr>
          <w:rFonts w:ascii="Times New Roman" w:hAnsi="Times New Roman"/>
          <w:spacing w:val="2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C260B4">
        <w:rPr>
          <w:rFonts w:ascii="Times New Roman" w:hAnsi="Times New Roman"/>
        </w:rPr>
        <w:t>сохранения и укрепления своего здоровья.</w:t>
      </w:r>
    </w:p>
    <w:p w:rsidR="006F0F69" w:rsidRPr="00C260B4" w:rsidRDefault="006F0F69" w:rsidP="00BA0E8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</w:rPr>
      </w:pPr>
      <w:r w:rsidRPr="00C260B4">
        <w:rPr>
          <w:rFonts w:ascii="Times New Roman" w:hAnsi="Times New Roman"/>
          <w:b/>
          <w:iCs/>
        </w:rPr>
        <w:t>Ученик  получит возможность научиться: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pacing w:val="-4"/>
        </w:rPr>
      </w:pPr>
      <w:r w:rsidRPr="00C260B4">
        <w:rPr>
          <w:rFonts w:ascii="Times New Roman" w:hAnsi="Times New Roman"/>
        </w:rPr>
        <w:t xml:space="preserve">осознавать ценность природы и необходимость нести </w:t>
      </w:r>
      <w:r w:rsidRPr="00C260B4">
        <w:rPr>
          <w:rFonts w:ascii="Times New Roman" w:hAnsi="Times New Roman"/>
          <w:spacing w:val="-4"/>
        </w:rPr>
        <w:t>ответственность за её сохранение, соблюдать правила экологического поведения в школе и в быту (раздельный сбор мусора, экономия воды и электроэнергии) и природной среде;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2"/>
        </w:rPr>
        <w:t>пользоваться простыми навыками самоконтроля са</w:t>
      </w:r>
      <w:r w:rsidRPr="00C260B4">
        <w:rPr>
          <w:rFonts w:ascii="Times New Roman" w:hAnsi="Times New Roman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 xml:space="preserve">выполнять правила безопасного поведения в доме, на </w:t>
      </w:r>
      <w:r w:rsidRPr="00C260B4">
        <w:rPr>
          <w:rFonts w:ascii="Times New Roman" w:hAnsi="Times New Roman"/>
          <w:spacing w:val="2"/>
        </w:rPr>
        <w:t xml:space="preserve">улице, природной среде, оказывать первую помощь при </w:t>
      </w:r>
      <w:r w:rsidRPr="00C260B4">
        <w:rPr>
          <w:rFonts w:ascii="Times New Roman" w:hAnsi="Times New Roman"/>
        </w:rPr>
        <w:t>несложных несчастных случаях;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2"/>
        </w:rPr>
        <w:t xml:space="preserve">планировать, контролировать и оценивать учебные </w:t>
      </w:r>
      <w:r w:rsidRPr="00C260B4">
        <w:rPr>
          <w:rFonts w:ascii="Times New Roman" w:hAnsi="Times New Roman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6F0F69" w:rsidRPr="00C260B4" w:rsidRDefault="006F0F69" w:rsidP="00BA0E8B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</w:rPr>
      </w:pPr>
      <w:r w:rsidRPr="00C260B4">
        <w:rPr>
          <w:rFonts w:ascii="Times New Roman" w:hAnsi="Times New Roman"/>
          <w:b/>
          <w:iCs/>
        </w:rPr>
        <w:t>Человек и общество</w:t>
      </w:r>
    </w:p>
    <w:p w:rsidR="006F0F69" w:rsidRPr="00C260B4" w:rsidRDefault="006F0F69" w:rsidP="00BA0E8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</w:rPr>
      </w:pPr>
      <w:r w:rsidRPr="00C260B4">
        <w:rPr>
          <w:rFonts w:ascii="Times New Roman" w:hAnsi="Times New Roman"/>
          <w:b/>
        </w:rPr>
        <w:t>Ученик научится: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>узнавать государственную символику Российской Феде</w:t>
      </w:r>
      <w:r w:rsidRPr="00C260B4">
        <w:rPr>
          <w:rFonts w:ascii="Times New Roman" w:hAnsi="Times New Roman"/>
          <w:spacing w:val="2"/>
        </w:rPr>
        <w:t xml:space="preserve">рации и своего региона; описывать достопримечательности столицы и родного края; 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2"/>
        </w:rPr>
        <w:t>оценивать характер взаимоотношений людей в различ</w:t>
      </w:r>
      <w:r w:rsidRPr="00C260B4">
        <w:rPr>
          <w:rFonts w:ascii="Times New Roman" w:hAnsi="Times New Roman"/>
        </w:rPr>
        <w:t xml:space="preserve">ных социальных группах (семья, группа сверстников, этнос), </w:t>
      </w:r>
      <w:r w:rsidRPr="00C260B4">
        <w:rPr>
          <w:rFonts w:ascii="Times New Roman" w:hAnsi="Times New Roman"/>
          <w:spacing w:val="2"/>
        </w:rPr>
        <w:t>в том числе с позиции развития этических чувств, добро</w:t>
      </w:r>
      <w:r w:rsidRPr="00C260B4">
        <w:rPr>
          <w:rFonts w:ascii="Times New Roman" w:hAnsi="Times New Roman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2"/>
        </w:rPr>
        <w:t xml:space="preserve">использовать различные справочные издания (словари, </w:t>
      </w:r>
      <w:r w:rsidRPr="00C260B4">
        <w:rPr>
          <w:rFonts w:ascii="Times New Roman" w:hAnsi="Times New Roman"/>
        </w:rPr>
        <w:t xml:space="preserve">энциклопедии) и детскую литературу о человеке и обществе </w:t>
      </w:r>
      <w:r w:rsidRPr="00C260B4">
        <w:rPr>
          <w:rFonts w:ascii="Times New Roman" w:hAnsi="Times New Roman"/>
          <w:spacing w:val="2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C260B4">
        <w:rPr>
          <w:rFonts w:ascii="Times New Roman" w:hAnsi="Times New Roman"/>
        </w:rPr>
        <w:t>высказываний.</w:t>
      </w:r>
    </w:p>
    <w:p w:rsidR="006F0F69" w:rsidRPr="00C260B4" w:rsidRDefault="006F0F69" w:rsidP="00BA0E8B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hAnsi="Times New Roman"/>
          <w:b/>
          <w:iCs/>
        </w:rPr>
      </w:pPr>
      <w:r w:rsidRPr="00C260B4">
        <w:rPr>
          <w:rFonts w:ascii="Times New Roman" w:hAnsi="Times New Roman"/>
          <w:b/>
          <w:iCs/>
        </w:rPr>
        <w:t>Ученик  получит возможность научиться: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>осознавать свою неразрывную связь с разнообразными окружающими социальными группами;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</w:rPr>
        <w:t xml:space="preserve">ориентироваться в важнейших для страны и личности событиях и фактах прошлого и настоящего; </w:t>
      </w:r>
    </w:p>
    <w:p w:rsidR="006F0F69" w:rsidRPr="00C260B4" w:rsidRDefault="006F0F69" w:rsidP="00BA0E8B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  <w:spacing w:val="-2"/>
        </w:rPr>
      </w:pPr>
      <w:r w:rsidRPr="00C260B4">
        <w:rPr>
          <w:rFonts w:ascii="Times New Roman" w:hAnsi="Times New Roman"/>
          <w:spacing w:val="-2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260B4">
        <w:rPr>
          <w:rFonts w:ascii="Times New Roman" w:hAnsi="Times New Roman"/>
        </w:rPr>
        <w:t xml:space="preserve">тивной деятельности в информационной образовательной </w:t>
      </w:r>
      <w:r w:rsidRPr="00C260B4">
        <w:rPr>
          <w:rFonts w:ascii="Times New Roman" w:hAnsi="Times New Roman"/>
          <w:spacing w:val="-2"/>
        </w:rPr>
        <w:t>среде;</w:t>
      </w:r>
    </w:p>
    <w:p w:rsidR="006F0F69" w:rsidRPr="00E31D81" w:rsidRDefault="006F0F69" w:rsidP="001F3F5E">
      <w:pPr>
        <w:spacing w:after="0" w:line="240" w:lineRule="auto"/>
        <w:ind w:firstLine="680"/>
        <w:contextualSpacing/>
        <w:jc w:val="both"/>
        <w:outlineLvl w:val="1"/>
        <w:rPr>
          <w:rFonts w:ascii="Times New Roman" w:hAnsi="Times New Roman"/>
        </w:rPr>
      </w:pPr>
      <w:r w:rsidRPr="00C260B4">
        <w:rPr>
          <w:rFonts w:ascii="Times New Roman" w:hAnsi="Times New Roman"/>
          <w:spacing w:val="2"/>
        </w:rPr>
        <w:t xml:space="preserve">определять общую цель в совместной деятельности </w:t>
      </w:r>
      <w:r w:rsidRPr="00C260B4">
        <w:rPr>
          <w:rFonts w:ascii="Times New Roman" w:hAnsi="Times New Roman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6F0F69" w:rsidRDefault="006F0F69" w:rsidP="007C2C8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</w:t>
      </w:r>
    </w:p>
    <w:p w:rsidR="006F0F69" w:rsidRPr="00E31D81" w:rsidRDefault="006F0F69" w:rsidP="003873A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E31D81">
        <w:rPr>
          <w:rFonts w:ascii="Times New Roman" w:hAnsi="Times New Roman"/>
          <w:b/>
        </w:rPr>
        <w:t>Приложение 1.</w:t>
      </w:r>
    </w:p>
    <w:p w:rsidR="006F0F69" w:rsidRPr="007B792A" w:rsidRDefault="006F0F69" w:rsidP="003873AB">
      <w:pPr>
        <w:jc w:val="center"/>
        <w:rPr>
          <w:rFonts w:ascii="Times New Roman" w:hAnsi="Times New Roman"/>
          <w:b/>
        </w:rPr>
      </w:pPr>
      <w:r w:rsidRPr="007B792A">
        <w:rPr>
          <w:rFonts w:ascii="Times New Roman" w:hAnsi="Times New Roman"/>
          <w:b/>
        </w:rPr>
        <w:t xml:space="preserve">Календарно-тематическое планирование. </w:t>
      </w:r>
    </w:p>
    <w:tbl>
      <w:tblPr>
        <w:tblpPr w:leftFromText="180" w:rightFromText="180" w:vertAnchor="text" w:horzAnchor="margin" w:tblpX="290" w:tblpY="284"/>
        <w:tblW w:w="14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606"/>
        <w:gridCol w:w="522"/>
        <w:gridCol w:w="9"/>
        <w:gridCol w:w="1942"/>
        <w:gridCol w:w="2109"/>
        <w:gridCol w:w="55"/>
        <w:gridCol w:w="667"/>
        <w:gridCol w:w="6565"/>
        <w:gridCol w:w="1135"/>
        <w:gridCol w:w="645"/>
      </w:tblGrid>
      <w:tr w:rsidR="006F0F69" w:rsidRPr="00E31D81" w:rsidTr="006B395A">
        <w:trPr>
          <w:trHeight w:val="102"/>
        </w:trPr>
        <w:tc>
          <w:tcPr>
            <w:tcW w:w="539" w:type="dxa"/>
            <w:vMerge w:val="restart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№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п/п</w:t>
            </w:r>
          </w:p>
        </w:tc>
        <w:tc>
          <w:tcPr>
            <w:tcW w:w="1128" w:type="dxa"/>
            <w:gridSpan w:val="2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     Дата</w:t>
            </w:r>
          </w:p>
        </w:tc>
        <w:tc>
          <w:tcPr>
            <w:tcW w:w="1951" w:type="dxa"/>
            <w:gridSpan w:val="2"/>
            <w:vMerge w:val="restart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831" w:type="dxa"/>
            <w:gridSpan w:val="3"/>
            <w:vMerge w:val="restart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Предметные УУД</w:t>
            </w:r>
          </w:p>
        </w:tc>
        <w:tc>
          <w:tcPr>
            <w:tcW w:w="6565" w:type="dxa"/>
            <w:vMerge w:val="restart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           Метапредметные УУД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0" w:type="dxa"/>
            <w:gridSpan w:val="2"/>
            <w:vMerge w:val="restart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Вид и форма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контроля</w:t>
            </w:r>
          </w:p>
        </w:tc>
      </w:tr>
      <w:tr w:rsidR="006F0F69" w:rsidRPr="00E31D81" w:rsidTr="006B395A">
        <w:trPr>
          <w:trHeight w:val="594"/>
        </w:trPr>
        <w:tc>
          <w:tcPr>
            <w:tcW w:w="539" w:type="dxa"/>
            <w:vMerge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план</w:t>
            </w:r>
          </w:p>
        </w:tc>
        <w:tc>
          <w:tcPr>
            <w:tcW w:w="522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факт</w:t>
            </w:r>
          </w:p>
        </w:tc>
        <w:tc>
          <w:tcPr>
            <w:tcW w:w="1951" w:type="dxa"/>
            <w:gridSpan w:val="2"/>
            <w:vMerge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  <w:vMerge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65" w:type="dxa"/>
            <w:vMerge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0" w:type="dxa"/>
            <w:gridSpan w:val="2"/>
            <w:vMerge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0F69" w:rsidRPr="00E31D81" w:rsidTr="006B395A">
        <w:trPr>
          <w:trHeight w:val="102"/>
        </w:trPr>
        <w:tc>
          <w:tcPr>
            <w:tcW w:w="539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 xml:space="preserve">     </w:t>
            </w:r>
          </w:p>
        </w:tc>
        <w:tc>
          <w:tcPr>
            <w:tcW w:w="14255" w:type="dxa"/>
            <w:gridSpan w:val="10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1. </w:t>
            </w:r>
            <w:r w:rsidRPr="00E31D81">
              <w:rPr>
                <w:rFonts w:ascii="Times New Roman" w:hAnsi="Times New Roman"/>
                <w:b/>
              </w:rPr>
              <w:t>Что тебя окружает? (3ч)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4A3C24">
            <w:pPr>
              <w:pStyle w:val="60"/>
              <w:shd w:val="clear" w:color="auto" w:fill="auto"/>
              <w:ind w:left="120" w:right="120"/>
              <w:rPr>
                <w:sz w:val="22"/>
                <w:szCs w:val="22"/>
              </w:rPr>
            </w:pPr>
            <w:r w:rsidRPr="00E31D81">
              <w:rPr>
                <w:rStyle w:val="61"/>
                <w:color w:val="000000"/>
                <w:sz w:val="22"/>
                <w:szCs w:val="22"/>
              </w:rPr>
              <w:t xml:space="preserve">Окружающий нас мир </w:t>
            </w:r>
            <w:r>
              <w:rPr>
                <w:rStyle w:val="69pt"/>
              </w:rPr>
              <w:t>.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4A3C24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работать с учебником и рабочей тетрадью; оп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ределять, что такое окру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жающий мир; понимать, что человек тоже тело живой при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роды, но его нужно рас отдельно, как особо орга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низованный объект при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роды.</w:t>
            </w:r>
          </w:p>
          <w:p w:rsidR="006F0F69" w:rsidRPr="00E31D81" w:rsidRDefault="006F0F69" w:rsidP="004A3C24">
            <w:pPr>
              <w:pStyle w:val="BodyText"/>
              <w:shd w:val="clear" w:color="auto" w:fill="auto"/>
              <w:spacing w:before="0"/>
              <w:ind w:left="10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softHyphen/>
              <w:t>можность научиться: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от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личать, какие объекты от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носятся к жи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вой и нежи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вой природе</w:t>
            </w:r>
          </w:p>
        </w:tc>
        <w:tc>
          <w:tcPr>
            <w:tcW w:w="6565" w:type="dxa"/>
          </w:tcPr>
          <w:p w:rsidR="006F0F69" w:rsidRPr="00E31D81" w:rsidRDefault="006F0F69" w:rsidP="004A3C24">
            <w:pPr>
              <w:pStyle w:val="BodyText"/>
              <w:shd w:val="clear" w:color="auto" w:fill="auto"/>
              <w:spacing w:before="0"/>
              <w:ind w:left="120" w:right="18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задания в соответствии с поставленной целью, ори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ентируются в конструкции и системе навигации учеб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ника, рабочей тетради. </w:t>
            </w: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понимают, что такое окружающий мир, что такое живая и неживая природа; уточняют понятия: «объект природы», «живая и неживая природа», «обще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ство».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расска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зывают о мире с опорой на материалы учебника и собственные представ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ления</w:t>
            </w:r>
          </w:p>
          <w:p w:rsidR="006F0F69" w:rsidRPr="00E31D81" w:rsidRDefault="006F0F69" w:rsidP="004A3C24">
            <w:pPr>
              <w:pStyle w:val="BodyText"/>
              <w:shd w:val="clear" w:color="auto" w:fill="auto"/>
              <w:spacing w:before="0"/>
              <w:ind w:left="100" w:righ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softHyphen/>
              <w:t>ние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- принимают и осваивают со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циальную роль обучающегося; </w:t>
            </w: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>смыслообразование</w:t>
            </w: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-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осознают значение учеб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ной деятельности и личностный смысл учения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0" w:type="dxa"/>
            <w:gridSpan w:val="2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Текущий, фронтальный,ииндивидуальный опрос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4A3C24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Бывают ли на свете чудеса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Default="006F0F69" w:rsidP="004A3C24">
            <w:pPr>
              <w:spacing w:after="0" w:line="240" w:lineRule="auto"/>
              <w:rPr>
                <w:rStyle w:val="9pt"/>
                <w:i w:val="0"/>
                <w:color w:val="000000"/>
                <w:sz w:val="22"/>
                <w:szCs w:val="22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Чудеса света Тюменской области.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различать, что создано природой, а что созда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но руками человека.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замечать удивитель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ное в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роде</w:t>
            </w:r>
          </w:p>
        </w:tc>
        <w:tc>
          <w:tcPr>
            <w:tcW w:w="6565" w:type="dxa"/>
          </w:tcPr>
          <w:p w:rsidR="006F0F69" w:rsidRPr="00E31D81" w:rsidRDefault="006F0F69" w:rsidP="004A3C24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задание в соответствии с поставленной целью, отве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чают на поставленные вопросы, ориентируются в ра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бочей тетради и учебнике.</w:t>
            </w: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сообщения в соответствии с учебной задачей, конструи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игровые и учебные си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туации, раскрывают правила поведения на уроке, выбира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оптимальные формы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во взаимоотношениях с одноклассниками, друзьями,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взрослыми; сотрудничают, проявляя активность во взаимодействии для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познавательных задач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ориентация</w:t>
            </w:r>
            <w:r w:rsidRPr="00E31D81">
              <w:rPr>
                <w:rFonts w:ascii="Times New Roman" w:hAnsi="Times New Roman"/>
                <w:color w:val="000000"/>
              </w:rPr>
              <w:t>- оце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нивают эмоциональ но-эстетические впечат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ления от встречи с друзьями- одноклассника- ми, отмечают в окружении то, что особенно нравится,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ценно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Текущий, фронтальный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индивидуальный опрос</w:t>
            </w:r>
          </w:p>
        </w:tc>
      </w:tr>
      <w:tr w:rsidR="006F0F69" w:rsidRPr="00E31D81" w:rsidTr="006B395A">
        <w:trPr>
          <w:trHeight w:val="4547"/>
        </w:trPr>
        <w:tc>
          <w:tcPr>
            <w:tcW w:w="539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7E786A">
            <w:pPr>
              <w:pStyle w:val="BodyText"/>
              <w:shd w:val="clear" w:color="auto" w:fill="auto"/>
              <w:spacing w:before="0" w:line="274" w:lineRule="exact"/>
              <w:ind w:left="120"/>
              <w:jc w:val="left"/>
              <w:rPr>
                <w:sz w:val="22"/>
                <w:szCs w:val="22"/>
              </w:rPr>
            </w:pPr>
            <w:r w:rsidRPr="00E31D81">
              <w:rPr>
                <w:sz w:val="22"/>
                <w:szCs w:val="22"/>
              </w:rPr>
              <w:t>Что тебя окру</w:t>
            </w:r>
            <w:r w:rsidRPr="00E31D81">
              <w:rPr>
                <w:sz w:val="22"/>
                <w:szCs w:val="22"/>
              </w:rPr>
              <w:softHyphen/>
              <w:t xml:space="preserve">жает? </w:t>
            </w:r>
          </w:p>
          <w:p w:rsidR="006F0F69" w:rsidRPr="00E31D81" w:rsidRDefault="006F0F69" w:rsidP="007E786A">
            <w:pPr>
              <w:pStyle w:val="BodyText"/>
              <w:shd w:val="clear" w:color="auto" w:fill="auto"/>
              <w:spacing w:before="0" w:line="274" w:lineRule="exact"/>
              <w:ind w:left="120"/>
              <w:jc w:val="left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7E786A">
            <w:pPr>
              <w:pStyle w:val="BodyText"/>
              <w:shd w:val="clear" w:color="auto" w:fill="auto"/>
              <w:spacing w:before="0" w:line="274" w:lineRule="exact"/>
              <w:ind w:left="120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 xml:space="preserve">Растения Тюменской </w:t>
            </w:r>
          </w:p>
          <w:p w:rsidR="006F0F69" w:rsidRPr="00E31D81" w:rsidRDefault="006F0F69" w:rsidP="007E786A">
            <w:pPr>
              <w:pStyle w:val="BodyText"/>
              <w:shd w:val="clear" w:color="auto" w:fill="auto"/>
              <w:spacing w:before="0" w:line="274" w:lineRule="exact"/>
              <w:ind w:left="120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>Области.</w:t>
            </w:r>
          </w:p>
          <w:p w:rsidR="006F0F69" w:rsidRPr="00E31D81" w:rsidRDefault="006F0F69" w:rsidP="007E786A">
            <w:pPr>
              <w:pStyle w:val="BodyText"/>
              <w:shd w:val="clear" w:color="auto" w:fill="auto"/>
              <w:spacing w:before="0" w:line="274" w:lineRule="exact"/>
              <w:ind w:left="120"/>
              <w:jc w:val="left"/>
              <w:rPr>
                <w:i/>
                <w:iCs/>
                <w:color w:val="000000"/>
                <w:spacing w:val="1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различать объекты 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вой и нежи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вой природы.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Получат возможность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замечать удивитель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ное в приро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де; относить к обществу людей и пред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меты их тру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довой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6565" w:type="dxa"/>
          </w:tcPr>
          <w:p w:rsidR="006F0F69" w:rsidRPr="00E31D81" w:rsidRDefault="006F0F69" w:rsidP="004A3C24">
            <w:pPr>
              <w:pStyle w:val="BodyText"/>
              <w:shd w:val="clear" w:color="auto" w:fill="auto"/>
              <w:spacing w:before="0" w:line="274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организо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вывают свою деятельность, действуют согласно плану, предложенному учителем, а также планам, представ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ленным в учебнике и рабо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чей тетради; осуществляют учебные действия - пони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мают информацию, пред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ставленную в вербальной форме, определяют основ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ную и второстепенную ин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формацию.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осознают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дачу; соблюдают морально- этические нормы поведения в школе, проявляют уваже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ние к старшим.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трудничают друг с другом - проявляют активность во взаимодействии для решения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задач; адекватно оцени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вают собствен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Ное поведение и поведение окружающих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демонст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рируют внут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реннюю пози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цию школьника на основе поло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жительного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ношения к школе;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смыслообразова-ние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осознают значение учебной деятельности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Тест №1 «Про верь себя»</w:t>
            </w:r>
          </w:p>
        </w:tc>
      </w:tr>
      <w:tr w:rsidR="006F0F69" w:rsidRPr="00E31D81" w:rsidTr="006B395A">
        <w:trPr>
          <w:trHeight w:val="281"/>
        </w:trPr>
        <w:tc>
          <w:tcPr>
            <w:tcW w:w="14794" w:type="dxa"/>
            <w:gridSpan w:val="11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2.</w:t>
            </w:r>
            <w:r w:rsidRPr="00E31D81">
              <w:rPr>
                <w:rFonts w:ascii="Times New Roman" w:hAnsi="Times New Roman"/>
                <w:b/>
              </w:rPr>
              <w:t xml:space="preserve">  Кто ты такой? (14ч)</w:t>
            </w:r>
          </w:p>
        </w:tc>
      </w:tr>
      <w:tr w:rsidR="006F0F69" w:rsidRPr="00E31D81" w:rsidTr="00FE4799">
        <w:trPr>
          <w:trHeight w:val="736"/>
        </w:trPr>
        <w:tc>
          <w:tcPr>
            <w:tcW w:w="539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Я, ты, он, она</w:t>
            </w:r>
            <w:r>
              <w:rPr>
                <w:rFonts w:ascii="Times New Roman" w:hAnsi="Times New Roman"/>
              </w:rPr>
              <w:t>…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Люди разных национальностей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проживающие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 xml:space="preserve">в Тюменской 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области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4A3C24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находить внешние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личия одно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го человека от другого.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Получат </w:t>
            </w:r>
          </w:p>
          <w:p w:rsidR="006F0F69" w:rsidRPr="00E31D81" w:rsidRDefault="006F0F69" w:rsidP="004A3C24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возможность научиться: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составлять словесный портрет 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ловека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65" w:type="dxa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выбирают действия в соответствии с поставленной задачей и условиями ее реализации, готовят рабочее место для выполнения разных видов работ (поучебнику, рабочим тетрадям)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лируютпознаватель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ную цель; применяют для решения задач (под 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ководством учителя) логи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ческие действия: анализ, сравнение, обобщение, ус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тановление причинно- следственных связей.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>строят понятные для партнера высказыва</w:t>
            </w:r>
          </w:p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ия; оказывают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 взаимопомощь</w:t>
            </w:r>
          </w:p>
          <w:p w:rsidR="006F0F69" w:rsidRPr="00E31D81" w:rsidRDefault="006F0F69" w:rsidP="005006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 xml:space="preserve">Личностные: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родному миру;</w:t>
            </w:r>
          </w:p>
          <w:p w:rsidR="006F0F69" w:rsidRPr="00E31D81" w:rsidRDefault="006F0F69" w:rsidP="005006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>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-ствляют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 критериев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5006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5006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5006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5006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500678">
            <w:pPr>
              <w:spacing w:after="0" w:line="240" w:lineRule="auto"/>
              <w:jc w:val="both"/>
              <w:rPr>
                <w:rStyle w:val="9pt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gridSpan w:val="2"/>
          </w:tcPr>
          <w:p w:rsidR="006F0F69" w:rsidRPr="00E31D81" w:rsidRDefault="006F0F69" w:rsidP="004A3C24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736"/>
        </w:trPr>
        <w:tc>
          <w:tcPr>
            <w:tcW w:w="539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</w:t>
            </w:r>
          </w:p>
        </w:tc>
        <w:tc>
          <w:tcPr>
            <w:tcW w:w="606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Я, ты, он, она…</w:t>
            </w:r>
          </w:p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Все мы – люди</w:t>
            </w:r>
            <w:r>
              <w:rPr>
                <w:rFonts w:ascii="Times New Roman" w:hAnsi="Times New Roman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831" w:type="dxa"/>
            <w:gridSpan w:val="3"/>
            <w:tcBorders>
              <w:top w:val="nil"/>
            </w:tcBorders>
          </w:tcPr>
          <w:p w:rsidR="006F0F69" w:rsidRPr="00E31D81" w:rsidRDefault="006F0F69" w:rsidP="00FE4799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находить внешние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личия одно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го человека от другого.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Получат </w:t>
            </w:r>
          </w:p>
          <w:p w:rsidR="006F0F69" w:rsidRPr="00E31D81" w:rsidRDefault="006F0F69" w:rsidP="00FE4799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возможность научиться: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составлять словесный портрет 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ловека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</w:p>
        </w:tc>
        <w:tc>
          <w:tcPr>
            <w:tcW w:w="6565" w:type="dxa"/>
            <w:tcBorders>
              <w:top w:val="nil"/>
            </w:tcBorders>
          </w:tcPr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выбирают действия в соответствии с поставленной задачей и условиями ее реализации, готовят рабочее место для выполнения разных видов работ (поучебнику, рабочим тетрадям)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лируютпознаватель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ную цель; применяют для решения задач (под 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ководством учителя) логи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ческие действия: анализ, сравнение, обобщение, ус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тановление причинно- следственных связей.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>строят понятные для партнера высказыва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ия; оказывают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 взаимопомощь</w:t>
            </w:r>
          </w:p>
          <w:p w:rsidR="006F0F69" w:rsidRPr="00E31D81" w:rsidRDefault="006F0F69" w:rsidP="00FE47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 xml:space="preserve">Личностные: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родному миру;</w:t>
            </w:r>
          </w:p>
          <w:p w:rsidR="006F0F69" w:rsidRPr="00E31D81" w:rsidRDefault="006F0F69" w:rsidP="00FE47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>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-ствляют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 критериев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736"/>
        </w:trPr>
        <w:tc>
          <w:tcPr>
            <w:tcW w:w="539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</w:t>
            </w:r>
          </w:p>
        </w:tc>
        <w:tc>
          <w:tcPr>
            <w:tcW w:w="606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Наши помощники –органы чувств</w:t>
            </w:r>
            <w:r>
              <w:rPr>
                <w:rFonts w:ascii="Times New Roman" w:hAnsi="Times New Roman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i/>
              </w:rPr>
              <w:t>Научатся определять</w:t>
            </w:r>
            <w:r w:rsidRPr="00E31D81">
              <w:rPr>
                <w:rFonts w:ascii="Times New Roman" w:hAnsi="Times New Roman"/>
              </w:rPr>
              <w:t xml:space="preserve"> органы чувств и понимать их необходимость для полноценной жизни человека. </w:t>
            </w:r>
            <w:r w:rsidRPr="00E31D81">
              <w:rPr>
                <w:rFonts w:ascii="Times New Roman" w:hAnsi="Times New Roman"/>
                <w:i/>
              </w:rPr>
              <w:t>Получат возможность научится</w:t>
            </w:r>
            <w:r w:rsidRPr="00E31D81">
              <w:rPr>
                <w:rFonts w:ascii="Times New Roman" w:hAnsi="Times New Roman"/>
              </w:rPr>
              <w:t xml:space="preserve"> определять роль и специфику разных органов чувств</w:t>
            </w:r>
          </w:p>
        </w:tc>
        <w:tc>
          <w:tcPr>
            <w:tcW w:w="6565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E31D81">
              <w:rPr>
                <w:rFonts w:ascii="Times New Roman" w:hAnsi="Times New Roman"/>
              </w:rPr>
              <w:t>принимают учебно-познавательную задачу и сохраняют ее до конца учебных действий, вносят необходимые коррективы (свои и учителя)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b/>
                <w:i/>
              </w:rPr>
              <w:t>Познавательны</w:t>
            </w:r>
            <w:r w:rsidRPr="00E31D81">
              <w:rPr>
                <w:rFonts w:ascii="Times New Roman" w:hAnsi="Times New Roman"/>
              </w:rPr>
              <w:t>е: выделяют и формируют познавательную цель, повторяют и расширяют сведения об органах чувств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Коммуникативные</w:t>
            </w:r>
            <w:r w:rsidRPr="00E31D81">
              <w:rPr>
                <w:rFonts w:ascii="Times New Roman" w:hAnsi="Times New Roman"/>
              </w:rPr>
              <w:t>: формируют особенное мнение и позицию, строят понятные для партнера высказывания, учитывающие, что портнер знает и видит, а что нет; планируют учебное сотрудничество – договариваются и приводят к общему решению и совместной деятельности.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b/>
                <w:i/>
              </w:rPr>
              <w:t>Личностные: Нравственно-</w:t>
            </w:r>
            <w:r w:rsidRPr="00E31D81">
              <w:rPr>
                <w:rFonts w:ascii="Times New Roman" w:hAnsi="Times New Roman"/>
              </w:rPr>
              <w:t>этическая</w:t>
            </w:r>
            <w:r w:rsidRPr="00E31D81">
              <w:rPr>
                <w:rFonts w:ascii="Times New Roman" w:hAnsi="Times New Roman"/>
                <w:b/>
                <w:i/>
              </w:rPr>
              <w:t xml:space="preserve"> ориентация-</w:t>
            </w:r>
            <w:r w:rsidRPr="00E31D81">
              <w:rPr>
                <w:rFonts w:ascii="Times New Roman" w:hAnsi="Times New Roman"/>
              </w:rPr>
              <w:t>ориентируются в поведении на моральные нормы, принятые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736"/>
        </w:trPr>
        <w:tc>
          <w:tcPr>
            <w:tcW w:w="539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7</w:t>
            </w:r>
          </w:p>
        </w:tc>
        <w:tc>
          <w:tcPr>
            <w:tcW w:w="606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  <w:tcBorders>
              <w:top w:val="nil"/>
            </w:tcBorders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Наши помощники –органы чувств</w:t>
            </w:r>
            <w:r>
              <w:rPr>
                <w:rFonts w:ascii="Times New Roman" w:hAnsi="Times New Roman"/>
              </w:rPr>
              <w:t>.</w:t>
            </w:r>
          </w:p>
          <w:p w:rsidR="006F0F69" w:rsidRPr="00E31D81" w:rsidRDefault="006F0F69" w:rsidP="007B79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человек определяет вкус, запах, цвет, звук, боль.</w:t>
            </w:r>
          </w:p>
        </w:tc>
        <w:tc>
          <w:tcPr>
            <w:tcW w:w="2831" w:type="dxa"/>
            <w:gridSpan w:val="3"/>
            <w:tcBorders>
              <w:top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i/>
              </w:rPr>
              <w:t>Научатся определять</w:t>
            </w:r>
            <w:r w:rsidRPr="00E31D81">
              <w:rPr>
                <w:rFonts w:ascii="Times New Roman" w:hAnsi="Times New Roman"/>
              </w:rPr>
              <w:t xml:space="preserve"> органы чувств и понимать их необходимость для полноценной жизни человека. </w:t>
            </w:r>
            <w:r w:rsidRPr="00E31D81">
              <w:rPr>
                <w:rFonts w:ascii="Times New Roman" w:hAnsi="Times New Roman"/>
                <w:i/>
              </w:rPr>
              <w:t>Получат возможность научится</w:t>
            </w:r>
            <w:r w:rsidRPr="00E31D81">
              <w:rPr>
                <w:rFonts w:ascii="Times New Roman" w:hAnsi="Times New Roman"/>
              </w:rPr>
              <w:t xml:space="preserve"> определять роль и специфику разных органов чувств</w:t>
            </w:r>
          </w:p>
        </w:tc>
        <w:tc>
          <w:tcPr>
            <w:tcW w:w="6565" w:type="dxa"/>
            <w:tcBorders>
              <w:top w:val="nil"/>
            </w:tcBorders>
          </w:tcPr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E31D81">
              <w:rPr>
                <w:rFonts w:ascii="Times New Roman" w:hAnsi="Times New Roman"/>
              </w:rPr>
              <w:t>принимают учебно-познавательную задачу и сохраняют ее до конца учебных действий, вносят необходимые коррективы (свои и учителя)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b/>
                <w:i/>
              </w:rPr>
              <w:t>Познавательны</w:t>
            </w:r>
            <w:r w:rsidRPr="00E31D81">
              <w:rPr>
                <w:rFonts w:ascii="Times New Roman" w:hAnsi="Times New Roman"/>
              </w:rPr>
              <w:t>е: выделяют и формируют познавательную цель, повторяют и расширяют сведения об органах чувств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>Коммуникативные</w:t>
            </w:r>
            <w:r w:rsidRPr="00E31D81">
              <w:rPr>
                <w:rFonts w:ascii="Times New Roman" w:hAnsi="Times New Roman"/>
              </w:rPr>
              <w:t>: формируют особенное мнение и позицию, строят понятные для партнера высказывания, учитывающие, что портнер знает и видит, а что нет; планируют учебное сотрудничество – договариваются и приводят к общему решению и совместной деятельности.</w:t>
            </w:r>
          </w:p>
          <w:p w:rsidR="006F0F69" w:rsidRPr="00E31D81" w:rsidRDefault="006F0F69" w:rsidP="00FE4799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b/>
                <w:i/>
              </w:rPr>
              <w:t>Личностные</w:t>
            </w:r>
            <w:r w:rsidRPr="00E31D81">
              <w:rPr>
                <w:rFonts w:ascii="Times New Roman" w:hAnsi="Times New Roman"/>
                <w:i/>
              </w:rPr>
              <w:t>: Нравственно</w:t>
            </w:r>
            <w:r w:rsidRPr="00E31D81">
              <w:rPr>
                <w:rFonts w:ascii="Times New Roman" w:hAnsi="Times New Roman"/>
                <w:b/>
                <w:i/>
              </w:rPr>
              <w:t>-</w:t>
            </w:r>
            <w:r w:rsidRPr="00E31D81">
              <w:rPr>
                <w:rFonts w:ascii="Times New Roman" w:hAnsi="Times New Roman"/>
              </w:rPr>
              <w:t>этическая</w:t>
            </w:r>
            <w:r w:rsidRPr="00E31D81">
              <w:rPr>
                <w:rFonts w:ascii="Times New Roman" w:hAnsi="Times New Roman"/>
                <w:b/>
                <w:i/>
              </w:rPr>
              <w:t xml:space="preserve"> </w:t>
            </w:r>
            <w:r w:rsidRPr="00E31D81">
              <w:rPr>
                <w:rFonts w:ascii="Times New Roman" w:hAnsi="Times New Roman"/>
                <w:i/>
              </w:rPr>
              <w:t>ориентация-</w:t>
            </w:r>
            <w:r w:rsidRPr="00E31D81">
              <w:rPr>
                <w:rFonts w:ascii="Times New Roman" w:hAnsi="Times New Roman"/>
              </w:rPr>
              <w:t>ориентируются в поведении на моральные нормы, принятые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8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Поговорим о </w:t>
            </w:r>
          </w:p>
          <w:p w:rsidR="006F0F69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доровье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0" w:lineRule="exact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0" w:lineRule="exact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понимать, что такое здоровье, что хороший показатель органов чувств яв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ляется пока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зателем здо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ровья.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заботиться о своем здо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ровье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знаково-симво-лические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ют представление о том, как заботиться о своем здоровье.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 xml:space="preserve">-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осознают ответственность человека за общее благополучие;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смыслообразование</w:t>
            </w:r>
            <w:r w:rsidRPr="00E31D81">
              <w:rPr>
                <w:rFonts w:ascii="Times New Roman" w:hAnsi="Times New Roman"/>
                <w:color w:val="000000"/>
              </w:rPr>
              <w:t>- понима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чувства дру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гих людей и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переживают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9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Поговорим о </w:t>
            </w:r>
          </w:p>
          <w:p w:rsidR="006F0F69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доровье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Правила здорового образа жизни. </w:t>
            </w:r>
          </w:p>
          <w:p w:rsidR="006F0F69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rStyle w:val="9pt"/>
                <w:sz w:val="22"/>
                <w:szCs w:val="22"/>
              </w:rPr>
            </w:pPr>
            <w:r w:rsidRPr="00E31D81">
              <w:rPr>
                <w:rStyle w:val="9pt"/>
                <w:sz w:val="22"/>
                <w:szCs w:val="22"/>
              </w:rPr>
              <w:t>Влияние климатических условий на здоровье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sz w:val="22"/>
                <w:szCs w:val="22"/>
              </w:rPr>
              <w:t>человека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jc w:val="lef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FE4799">
            <w:pPr>
              <w:pStyle w:val="BodyText"/>
              <w:shd w:val="clear" w:color="auto" w:fill="auto"/>
              <w:spacing w:before="0" w:line="250" w:lineRule="exact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</w:p>
          <w:p w:rsidR="006F0F69" w:rsidRPr="00E31D81" w:rsidRDefault="006F0F69" w:rsidP="00FE4799">
            <w:pPr>
              <w:pStyle w:val="BodyText"/>
              <w:shd w:val="clear" w:color="auto" w:fill="auto"/>
              <w:spacing w:before="0" w:line="250" w:lineRule="exact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понимать, что такое здоровье, что хороший показатель органов чувств яв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ляется пока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зателем здо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ровья.</w:t>
            </w:r>
          </w:p>
          <w:p w:rsidR="006F0F69" w:rsidRPr="00E31D81" w:rsidRDefault="006F0F69" w:rsidP="00FE4799">
            <w:pPr>
              <w:pStyle w:val="BodyText"/>
              <w:shd w:val="clear" w:color="auto" w:fill="auto"/>
              <w:spacing w:before="0" w:line="250" w:lineRule="exact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color w:val="000000"/>
                <w:sz w:val="22"/>
                <w:szCs w:val="22"/>
              </w:rPr>
              <w:t>заботиться о своем здо</w:t>
            </w:r>
            <w:r w:rsidRPr="00E31D81">
              <w:rPr>
                <w:color w:val="000000"/>
                <w:sz w:val="22"/>
                <w:szCs w:val="22"/>
              </w:rPr>
              <w:softHyphen/>
              <w:t>ровье</w:t>
            </w:r>
          </w:p>
        </w:tc>
        <w:tc>
          <w:tcPr>
            <w:tcW w:w="6565" w:type="dxa"/>
          </w:tcPr>
          <w:p w:rsidR="006F0F69" w:rsidRPr="00E31D81" w:rsidRDefault="006F0F69" w:rsidP="00FE4799">
            <w:pPr>
              <w:pStyle w:val="BodyText"/>
              <w:shd w:val="clear" w:color="auto" w:fill="auto"/>
              <w:spacing w:before="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знаково-симво-лические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ют представление о том, как заботиться о своем здоровье. 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 xml:space="preserve">- </w:t>
            </w:r>
          </w:p>
          <w:p w:rsidR="006F0F69" w:rsidRPr="00E31D81" w:rsidRDefault="006F0F69" w:rsidP="00FE4799">
            <w:pPr>
              <w:pStyle w:val="BodyText"/>
              <w:shd w:val="clear" w:color="auto" w:fill="auto"/>
              <w:spacing w:before="0"/>
              <w:jc w:val="lef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</w:rPr>
              <w:t xml:space="preserve">осознают ответственность человека за общее благополучие;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смыслообразование</w:t>
            </w:r>
            <w:r w:rsidRPr="00E31D81">
              <w:rPr>
                <w:color w:val="000000"/>
                <w:sz w:val="22"/>
                <w:szCs w:val="22"/>
              </w:rPr>
              <w:t>- понима</w:t>
            </w:r>
            <w:r w:rsidRPr="00E31D81">
              <w:rPr>
                <w:color w:val="000000"/>
                <w:sz w:val="22"/>
                <w:szCs w:val="22"/>
              </w:rPr>
              <w:softHyphen/>
              <w:t>ют чувства дру</w:t>
            </w:r>
            <w:r w:rsidRPr="00E31D81">
              <w:rPr>
                <w:color w:val="000000"/>
                <w:sz w:val="22"/>
                <w:szCs w:val="22"/>
              </w:rPr>
              <w:softHyphen/>
              <w:t>гих людей и со</w:t>
            </w:r>
            <w:r w:rsidRPr="00E31D81">
              <w:rPr>
                <w:color w:val="000000"/>
                <w:sz w:val="22"/>
                <w:szCs w:val="22"/>
              </w:rPr>
              <w:softHyphen/>
              <w:t>переживают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10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Режим дня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составлять режим дня. 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организовы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собст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венный труд и отдых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>контроли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оценивают свои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ствия при работе с наглядно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образным, словесно-образным и словесно-логическим мате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риалом при сотрудничестве с учителем, одноклассниками.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исполь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зуют общие приемы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учебных задач; опреде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время по часам как условие правильной органи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зации труда и отдыха.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дого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вариваются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деятельности;строят 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нологическое высказывание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 xml:space="preserve">Личностные: 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ние -</w:t>
            </w:r>
            <w:r w:rsidRPr="00E31D81">
              <w:rPr>
                <w:rFonts w:ascii="Times New Roman" w:hAnsi="Times New Roman"/>
                <w:color w:val="000000"/>
              </w:rPr>
              <w:t xml:space="preserve">принимают образ «хорошего ученика»;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смыс-лообразование</w:t>
            </w:r>
            <w:r w:rsidRPr="00E31D81">
              <w:rPr>
                <w:rFonts w:ascii="Times New Roman" w:hAnsi="Times New Roman"/>
                <w:color w:val="000000"/>
              </w:rPr>
              <w:t xml:space="preserve"> — осознают значе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11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Режим дня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Чтобы не уставать.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2"/>
                <w:b w:val="0"/>
                <w:color w:val="000000"/>
                <w:sz w:val="22"/>
                <w:szCs w:val="22"/>
              </w:rPr>
            </w:pP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составлять режим дня.</w:t>
            </w:r>
            <w:r w:rsidRPr="00E31D8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организовы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собст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венный труд и отдых</w:t>
            </w:r>
          </w:p>
        </w:tc>
        <w:tc>
          <w:tcPr>
            <w:tcW w:w="6565" w:type="dxa"/>
          </w:tcPr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>контроли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оценивают свои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ствия при работе с наглядно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образным, словесно-образным и словесно-логическим мате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риалом при сотрудничестве с учителем, одноклассниками.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исполь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зуют общие приемы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учебных задач; опреде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время по часам как условие правильной органи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зации труда и отдыха</w:t>
            </w:r>
          </w:p>
          <w:p w:rsidR="006F0F69" w:rsidRPr="00E31D81" w:rsidRDefault="006F0F69" w:rsidP="00FE4799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дого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вариваются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деятельности;строят 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нологическое высказывание</w:t>
            </w:r>
          </w:p>
          <w:p w:rsidR="006F0F69" w:rsidRPr="00E31D81" w:rsidRDefault="006F0F69" w:rsidP="00FE4799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 xml:space="preserve">Личностные: 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ние -</w:t>
            </w:r>
            <w:r w:rsidRPr="00E31D81">
              <w:rPr>
                <w:rFonts w:ascii="Times New Roman" w:hAnsi="Times New Roman"/>
                <w:color w:val="000000"/>
              </w:rPr>
              <w:t xml:space="preserve">принимают образ «хорошего ученика»;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смыс-лообразование</w:t>
            </w:r>
            <w:r w:rsidRPr="00E31D81">
              <w:rPr>
                <w:rFonts w:ascii="Times New Roman" w:hAnsi="Times New Roman"/>
                <w:color w:val="000000"/>
              </w:rPr>
              <w:t xml:space="preserve"> — осознают значе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12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Физическая культура</w:t>
            </w:r>
            <w:r>
              <w:rPr>
                <w:rFonts w:ascii="Times New Roman" w:hAnsi="Times New Roman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 xml:space="preserve">Выдающиеся спортсмены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i/>
              </w:rPr>
              <w:t>Тюменской области.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 важность развития физических способно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стей и здоровьесбережения. 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учиться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: </w:t>
            </w:r>
            <w:r w:rsidRPr="00E31D81">
              <w:rPr>
                <w:rFonts w:ascii="Times New Roman" w:hAnsi="Times New Roman"/>
                <w:color w:val="000000"/>
              </w:rPr>
              <w:t>правилам закаливания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действуют в учебном сотрудничестве в соответствии с принятой ролью.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контро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лируют и оценивают процесс и результат деятельности; уточняют правила закалива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ния, осознают необходимость в развитии силы, ловкости и быстроты.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пред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лагают помощь в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честве; договариваются о распределении функций и ролей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b/>
                <w:color w:val="000000"/>
              </w:rPr>
              <w:t xml:space="preserve"> - </w:t>
            </w:r>
            <w:r w:rsidRPr="00E31D81">
              <w:rPr>
                <w:rFonts w:ascii="Times New Roman" w:hAnsi="Times New Roman"/>
                <w:color w:val="000000"/>
              </w:rPr>
              <w:t>следуют нормам здоровье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сберегающего поведения;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нрав-ственно-эти- ческая ориента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ция</w:t>
            </w:r>
            <w:r w:rsidRPr="00E31D81">
              <w:rPr>
                <w:rFonts w:ascii="Times New Roman" w:hAnsi="Times New Roman"/>
                <w:color w:val="000000"/>
              </w:rPr>
              <w:t xml:space="preserve"> - проявляют навыки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ничества в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ситуациях, находят выход из спорных си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туаций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Фронтальный, индивидуальный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13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Урок-игра «Мы ловкие, быстрые, сильные»</w:t>
            </w:r>
            <w:r>
              <w:rPr>
                <w:rFonts w:ascii="Times New Roman" w:hAnsi="Times New Roman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Научатся</w:t>
            </w:r>
            <w:r w:rsidRPr="00E31D81">
              <w:rPr>
                <w:rStyle w:val="9pt"/>
                <w:b/>
                <w:color w:val="000000"/>
                <w:sz w:val="22"/>
                <w:szCs w:val="22"/>
              </w:rPr>
              <w:t>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 </w:t>
            </w:r>
            <w:r w:rsidRPr="00E31D81">
              <w:rPr>
                <w:rFonts w:ascii="Times New Roman" w:hAnsi="Times New Roman"/>
                <w:color w:val="000000"/>
              </w:rPr>
              <w:t>понимать важность развития фи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зических способно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стей и здоровьесбережения. </w:t>
            </w:r>
            <w:r w:rsidRPr="00E31D81">
              <w:rPr>
                <w:rStyle w:val="9pt"/>
                <w:i w:val="0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i w:val="0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i w:val="0"/>
                <w:color w:val="000000"/>
                <w:sz w:val="22"/>
                <w:szCs w:val="22"/>
              </w:rPr>
              <w:softHyphen/>
              <w:t>учиться</w:t>
            </w:r>
            <w:r w:rsidRPr="00E31D81">
              <w:rPr>
                <w:rStyle w:val="9pt"/>
                <w:b/>
                <w:i w:val="0"/>
                <w:color w:val="000000"/>
                <w:sz w:val="22"/>
                <w:szCs w:val="22"/>
              </w:rPr>
              <w:t xml:space="preserve">: </w:t>
            </w:r>
            <w:r w:rsidRPr="00E31D81">
              <w:rPr>
                <w:rFonts w:ascii="Times New Roman" w:hAnsi="Times New Roman"/>
                <w:color w:val="000000"/>
              </w:rPr>
              <w:t>правилам закаливания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действуют в учебном сотрудничестве в соответствии с принятой ролью.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контро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и оценивают про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цесс и результат деятельно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сти; уточняют правила зака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ливания, осознают необхо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димость в развитии силы, ловкости и быстроты.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пред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лагают помощь в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честве; договариваются о распределении ролей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вместной деятельности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следуют нормам здоровье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сберегающего поведения;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нрав-ственно-эти- ческая ориента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ция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проявляют навыки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ничества в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ситуациях, находят выход из спорных си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туаций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14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A2C85">
            <w:pPr>
              <w:pStyle w:val="BodyText"/>
              <w:shd w:val="clear" w:color="auto" w:fill="auto"/>
              <w:spacing w:before="0"/>
              <w:ind w:left="120"/>
              <w:jc w:val="left"/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Почему нужно правильно пи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таться </w:t>
            </w:r>
            <w:r>
              <w:rPr>
                <w:rStyle w:val="9pt"/>
              </w:rPr>
              <w:t>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определять полезные и вредные для здоровья продукты.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определять, что полезно есть на зав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трак, обед, ужин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выполняют задание в соответствии с целью, отвечают на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ставленный вопрос.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тельную цель; обсуждают правила закаливания, осо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знавая, что занятия спортом тоже закаляют человека.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понятные для партнера 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сказывания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установку на здоровый образ жизни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15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A2C85">
            <w:pPr>
              <w:pStyle w:val="BodyText"/>
              <w:shd w:val="clear" w:color="auto" w:fill="auto"/>
              <w:spacing w:before="0"/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Почему 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нужно быть осторож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ным </w:t>
            </w:r>
            <w:r>
              <w:rPr>
                <w:rStyle w:val="9pt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соблюдать правила поведения на дорогах  и улицах, во дворах домов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и на игровых площадках; правила пользования транспортом.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называть свой домаш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ний адрес; идти безо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пасным пу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тем от дома до школы и обратно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учебные действия в мате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риализованной, гиперме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дийной, громкоречевой и умственной форме; принимают и сохраняют учеб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ную задачу.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анализи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руют путь от дома до школы: замечают опасные участки, знаки дорожного движения; различают дорожные знаки, необходимые для безопас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ного пребывания на улице; воспроизводят домашний адрес, правила дорожного движения и пользования транспортом.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реали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зуют в процессе парной 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боты правила совместной деятельности; обсуждают правила поведения пешехо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 на дороге из дома в шко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лу и обратно-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softHyphen/>
              <w:t xml:space="preserve">ние </w:t>
            </w: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-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осознают ответственность человека за общее благополучие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Индивидуальная работа</w:t>
            </w:r>
          </w:p>
        </w:tc>
      </w:tr>
      <w:tr w:rsidR="006F0F69" w:rsidRPr="00E31D81" w:rsidTr="006B395A">
        <w:trPr>
          <w:trHeight w:val="126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16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A2C85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Можно ли изме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нить себя? 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i/>
              </w:rPr>
              <w:t>Научатся:</w:t>
            </w:r>
            <w:r w:rsidRPr="00E31D81">
              <w:rPr>
                <w:rFonts w:ascii="Times New Roman" w:hAnsi="Times New Roman"/>
              </w:rPr>
              <w:t xml:space="preserve"> определять что значит быть любознательным, получат возможность научится наблюдать за своим настроением и самочувствием, анализировать его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пове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дения на уроке, для того чтобы и самому получить хорошие результаты, и не мешать успешной работе товарища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вляют смысловое чтение; используют знаково-симво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представление о том, что необходимо контролировать свое настроение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К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задач; координируют и принимают позицию парт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 xml:space="preserve">- осознают ответственность человека за общее благополучие;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смыслообразова-ние</w:t>
            </w:r>
            <w:r w:rsidRPr="00E31D81">
              <w:rPr>
                <w:rFonts w:ascii="Times New Roman" w:hAnsi="Times New Roman"/>
                <w:color w:val="000000"/>
              </w:rPr>
              <w:t>- понимают чувства других людей и сопере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1089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17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82733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2733">
              <w:rPr>
                <w:rFonts w:ascii="Times New Roman" w:hAnsi="Times New Roman"/>
                <w:b/>
              </w:rPr>
              <w:t>Контрольная работа № 1 по разделу  «Кто ты такой?»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>работать с кроссвордами и тес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товыми ма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териалами.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оценивать свои знания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</w:t>
            </w:r>
            <w:r w:rsidRPr="00E31D81">
              <w:rPr>
                <w:rStyle w:val="8pt"/>
                <w:color w:val="000000"/>
                <w:sz w:val="22"/>
                <w:szCs w:val="22"/>
                <w:lang w:eastAsia="en-US"/>
              </w:rPr>
              <w:t xml:space="preserve">задание 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в соответствии с по-ставленной целью, отвечают на поставленные вопросы, ориентируются в рабочей тетради и учебнике. 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ничают, проявляя актив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ность во взаимодействии для решения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задач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ентация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—</w:t>
            </w:r>
            <w:r w:rsidRPr="00E31D81">
              <w:rPr>
                <w:rFonts w:ascii="Times New Roman" w:hAnsi="Times New Roman"/>
                <w:color w:val="000000"/>
              </w:rPr>
              <w:t xml:space="preserve"> оце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нивают эмоцио-нально-эстети- ческие впечат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ления от встречи с друзьями- одноклассник ми, отмечают в окружении то, что особенно нравится,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ценно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Проверочная работа</w:t>
            </w:r>
          </w:p>
        </w:tc>
      </w:tr>
      <w:tr w:rsidR="006F0F69" w:rsidRPr="00E31D81" w:rsidTr="006B395A">
        <w:trPr>
          <w:trHeight w:val="76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55" w:type="dxa"/>
            <w:gridSpan w:val="10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3.  </w:t>
            </w:r>
            <w:r w:rsidRPr="00E31D81">
              <w:rPr>
                <w:rFonts w:ascii="Times New Roman" w:hAnsi="Times New Roman"/>
                <w:b/>
              </w:rPr>
              <w:t>Кто живет рядом с тобой? (6ч)</w:t>
            </w:r>
          </w:p>
        </w:tc>
      </w:tr>
      <w:tr w:rsidR="006F0F69" w:rsidRPr="00E31D81" w:rsidTr="006B395A">
        <w:trPr>
          <w:trHeight w:val="1477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18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A2C85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Что такое семья? 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семья - это коллек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тив близких людей; оп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ределять членов се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мьи и коли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чество поколений, про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живающих в семье.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определять и называть родствен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ников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выбирают действия в соответствии с поставленной задачей и условиями ее реализации, готовят рабочее место для выполнения разных видов работ (по учебнику, рабочим тетрадям).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познава-тельную цель; применяют для решения задач (под 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ководством учителя) логи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ческие действия: анализ, сравнение, обобщение, установление причинно- следственных связей. 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понятные для партнера 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сказывания; оказывают в сотрудничестве взаимопо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мощь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родному миру;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 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ве критериев 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Фронтальный,индивидуальный</w:t>
            </w:r>
          </w:p>
        </w:tc>
      </w:tr>
      <w:tr w:rsidR="006F0F69" w:rsidRPr="00E31D81" w:rsidTr="006B395A">
        <w:trPr>
          <w:trHeight w:val="1800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19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Что такое семья? </w:t>
            </w:r>
          </w:p>
          <w:p w:rsidR="006F0F69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Семья- коллектив близких людей.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ind w:left="120"/>
              <w:jc w:val="left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1" w:type="dxa"/>
            <w:gridSpan w:val="3"/>
          </w:tcPr>
          <w:p w:rsidR="006F0F69" w:rsidRPr="001036D5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1036D5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1036D5">
              <w:rPr>
                <w:rFonts w:ascii="Times New Roman" w:hAnsi="Times New Roman"/>
                <w:color w:val="000000"/>
              </w:rPr>
              <w:t>понимать, что семья - это коллек</w:t>
            </w:r>
            <w:r w:rsidRPr="001036D5">
              <w:rPr>
                <w:rFonts w:ascii="Times New Roman" w:hAnsi="Times New Roman"/>
                <w:color w:val="000000"/>
              </w:rPr>
              <w:softHyphen/>
              <w:t>тив близких людей; оп</w:t>
            </w:r>
            <w:r w:rsidRPr="001036D5">
              <w:rPr>
                <w:rFonts w:ascii="Times New Roman" w:hAnsi="Times New Roman"/>
                <w:color w:val="000000"/>
              </w:rPr>
              <w:softHyphen/>
              <w:t>ределять членов се</w:t>
            </w:r>
            <w:r w:rsidRPr="001036D5">
              <w:rPr>
                <w:rFonts w:ascii="Times New Roman" w:hAnsi="Times New Roman"/>
                <w:color w:val="000000"/>
              </w:rPr>
              <w:softHyphen/>
              <w:t>мьи и коли</w:t>
            </w:r>
            <w:r w:rsidRPr="001036D5">
              <w:rPr>
                <w:rFonts w:ascii="Times New Roman" w:hAnsi="Times New Roman"/>
                <w:color w:val="000000"/>
              </w:rPr>
              <w:softHyphen/>
              <w:t>чество поколений, про</w:t>
            </w:r>
            <w:r w:rsidRPr="001036D5">
              <w:rPr>
                <w:rFonts w:ascii="Times New Roman" w:hAnsi="Times New Roman"/>
                <w:color w:val="000000"/>
              </w:rPr>
              <w:softHyphen/>
              <w:t xml:space="preserve">живающих в семье. </w:t>
            </w:r>
            <w:r w:rsidRPr="001036D5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1036D5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1036D5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1036D5">
              <w:rPr>
                <w:rFonts w:ascii="Times New Roman" w:hAnsi="Times New Roman"/>
                <w:color w:val="000000"/>
              </w:rPr>
              <w:t>определять и называть родствен</w:t>
            </w:r>
            <w:r w:rsidRPr="001036D5">
              <w:rPr>
                <w:rFonts w:ascii="Times New Roman" w:hAnsi="Times New Roman"/>
                <w:color w:val="000000"/>
              </w:rPr>
              <w:softHyphen/>
              <w:t>ников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выбирают действия в соответствии с поставленной задачей и условиями ее реализации, готовят рабочее место для выполнения разных видов работ (по учебнику, рабочим тетрадям).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познава-тельную цель; применяют для решения задач (под 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ководством учителя) логи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ческие действия: анализ, сравнение, обобщение, установление причинно- следственных связей. </w:t>
            </w:r>
          </w:p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понятные для партнера 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сказывания; оказывают в сотрудничестве взаимопо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мощь</w:t>
            </w:r>
          </w:p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родному миру;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 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 критериев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Фронтальный,индивидуальный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20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О правилах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 xml:space="preserve">соблюдать правила поведения в обществе.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 </w:t>
            </w:r>
            <w:r w:rsidRPr="00E31D81">
              <w:rPr>
                <w:rFonts w:ascii="Times New Roman" w:hAnsi="Times New Roman"/>
                <w:color w:val="000000"/>
              </w:rPr>
              <w:t>формулиро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и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блюдать правила дружбы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 и сохраняют ее до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 учебных действий;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тролируют выполнение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тельную цель; повторяют и расширяют сведения о правилах поведения.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мулируют собственное мне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и позицию; строят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нятные для партнера выска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зывания, учитывающие, что партнер знает и видит, а что нет; планируют учебное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трудничество —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и приходят к общему решению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ентация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принятые моральные нор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мы в поведении человека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21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b/>
                <w:color w:val="000000"/>
                <w:sz w:val="22"/>
                <w:szCs w:val="22"/>
              </w:rPr>
              <w:t xml:space="preserve"> </w:t>
            </w:r>
            <w:r w:rsidRPr="00E31D81">
              <w:rPr>
                <w:rFonts w:ascii="Times New Roman" w:hAnsi="Times New Roman"/>
              </w:rPr>
              <w:t xml:space="preserve"> О правилах поведения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Можно ли изменить себя, чтобы избежать неприятностей?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 xml:space="preserve">соблюдать правила поведения в обществе.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 </w:t>
            </w:r>
            <w:r w:rsidRPr="00E31D81">
              <w:rPr>
                <w:rFonts w:ascii="Times New Roman" w:hAnsi="Times New Roman"/>
                <w:color w:val="000000"/>
              </w:rPr>
              <w:t>формулиро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и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блюдать правила дружбы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 и сохраняют ее до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 учебных действий;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тролируют выполнение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тельную цель; повторяют и расширяют сведения о правилах поведения.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мулируют собственное мне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и позицию; строят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нятные для партнера выска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зывания, учитывающие, что партнер знает и видит, а что нет; планируют учебное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трудничество —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и приходят к общему решению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ентация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принятые моральные нор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мы в поведении человека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22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82733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2733">
              <w:rPr>
                <w:rFonts w:ascii="Times New Roman" w:hAnsi="Times New Roman"/>
                <w:b/>
              </w:rPr>
              <w:t>Контрольная работа №2 по разделу «Кто живет рядом с тобой?»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проводить простейшие исследова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ния, интер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вьюировать родителей и других родственни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ков; созда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иллю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стративный текст или электронную презентацию на заданную тему; высту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пать с под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готовленны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ми сообще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ниями.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обсуждать выступления учащихся; оценивать свои дости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жения и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стижения своих одно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классников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ствия, соблюдают правила поведения на уроке, для то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го чтобы и самому получить хорошие результаты, и не 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шать успешной работе това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рища.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вляют смысловое чтение; используют знаково-симво-лические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представление о том, как, используя полученную информацию, создать элек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тронную презентацию.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Смыслообразова-ние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понимают чувства других людей и сопере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Твор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ческая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работа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(проект)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23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Урок-проект «Моя семья»</w:t>
            </w:r>
          </w:p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семья занимается в свободное время.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Составление генеалогического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</w:t>
            </w:r>
            <w:r w:rsidRPr="00E31D81">
              <w:rPr>
                <w:rFonts w:ascii="Times New Roman" w:hAnsi="Times New Roman"/>
                <w:i/>
              </w:rPr>
              <w:t>ерева</w:t>
            </w:r>
            <w:r>
              <w:rPr>
                <w:rFonts w:ascii="Times New Roman" w:hAnsi="Times New Roman"/>
                <w:i/>
              </w:rPr>
              <w:t xml:space="preserve"> своей семьи.  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проводить простейшие исследова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ния, интер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вьюировать родителей и других родственни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ков; созда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иллю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стративный текст или электронную презентацию на заданную тему; высту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пать с под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готовленны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ми сообще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ниями.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обсуждать выступления учащихся; оценивать свои дости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жения и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стижения своих одно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классников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ствия, соблюдают правила поведения на уроке, для то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го чтобы и самому получить хорошие результаты, и не 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шать успешной работе това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рища.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вляют смысловое чтение; используют знаково-симво-лические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представление о том, как, используя полученную информацию, создать элек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тронную презентацию. 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0121E7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Смыслообразова-ние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color w:val="000000"/>
                <w:sz w:val="22"/>
                <w:szCs w:val="22"/>
              </w:rPr>
              <w:t xml:space="preserve"> понимают чувства других людей и сопере</w:t>
            </w:r>
            <w:r w:rsidRPr="00E31D81">
              <w:rPr>
                <w:color w:val="000000"/>
                <w:sz w:val="22"/>
                <w:szCs w:val="22"/>
              </w:rPr>
              <w:softHyphen/>
              <w:t>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0121E7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Твор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</w:r>
          </w:p>
          <w:p w:rsidR="006F0F69" w:rsidRPr="00E31D81" w:rsidRDefault="006F0F69" w:rsidP="000121E7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ческая</w:t>
            </w:r>
          </w:p>
          <w:p w:rsidR="006F0F69" w:rsidRPr="00E31D81" w:rsidRDefault="006F0F69" w:rsidP="000121E7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работа</w:t>
            </w:r>
          </w:p>
          <w:p w:rsidR="006F0F69" w:rsidRPr="00E31D81" w:rsidRDefault="006F0F69" w:rsidP="000121E7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</w:rPr>
              <w:t>(проект)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55" w:type="dxa"/>
            <w:gridSpan w:val="10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  <w:b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>4.</w:t>
            </w:r>
            <w:r w:rsidRPr="00E31D81">
              <w:rPr>
                <w:rFonts w:ascii="Times New Roman" w:hAnsi="Times New Roman"/>
                <w:b/>
              </w:rPr>
              <w:t xml:space="preserve">   Россия – твоя Родина (16ч)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24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Родина – что это значит</w:t>
            </w:r>
            <w:r>
              <w:rPr>
                <w:rFonts w:ascii="Times New Roman" w:hAnsi="Times New Roman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Моя малая Родина.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 xml:space="preserve">определять слова «родина», «отчизна», «родная сторона».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значит выражение «малая 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дина»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переносят навыки построения внутрен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него плана действий из игро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вой деятельности в учебную; понимают выделенные учи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телем ориентиры действия в учебном материале.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самостоя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 выделяют и формули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познавательную цель, осуществляют смысловое чтение; уточняют названия нашей страны (Россия, Рос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сийская Федерация).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пред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лагают помощь в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честве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Fonts w:ascii="Times New Roman" w:hAnsi="Times New Roman"/>
                <w:i/>
              </w:rPr>
              <w:t>Нравственно – этическая ориентация –</w:t>
            </w:r>
            <w:r w:rsidRPr="00E31D81">
              <w:rPr>
                <w:rFonts w:ascii="Times New Roman" w:hAnsi="Times New Roman"/>
              </w:rPr>
              <w:t>осознают гуманистические и демократические ценности многонационального российского общества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25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История рассказывает о прошлом</w:t>
            </w:r>
            <w:r>
              <w:rPr>
                <w:rFonts w:ascii="Times New Roman" w:hAnsi="Times New Roman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1A3330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 xml:space="preserve">понимать, что история изучает прошлое; как ученые изучают прошлое.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сравнивать слова «история» и «случай»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 и сохраняют ее до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 учебных действий;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тролируют выполнение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тельную цель; повторяют и расширяют сведения о прошлом нашей страны.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форму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собственное мнение и позицию; строят понятные для партнера высказывания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rFonts w:ascii="Times New Roman" w:hAnsi="Times New Roman"/>
                <w:color w:val="000000"/>
              </w:rPr>
              <w:t>-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моральные нормы, приня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26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История рассказывает о прошлом</w:t>
            </w:r>
            <w:r>
              <w:rPr>
                <w:rFonts w:ascii="Times New Roman" w:hAnsi="Times New Roman"/>
              </w:rPr>
              <w:t>.</w:t>
            </w:r>
          </w:p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ученые изучают прошлое.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Из истории родного села.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rStyle w:val="9pt"/>
                <w:b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 xml:space="preserve">понимать, что история изучает прошлое; как ученые изучают прошлое.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сравнивать слова «история» и «случай»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 и сохраняют ее до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 учебных действий;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тролируют выполнение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тельную цель; повторяют и расширяют сведения о прошлом нашей страны.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форму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собственное мнение и позицию; строят понятные для партнера высказывания</w:t>
            </w:r>
          </w:p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rFonts w:ascii="Times New Roman" w:hAnsi="Times New Roman"/>
                <w:color w:val="000000"/>
              </w:rPr>
              <w:t>-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моральные нормы, приня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27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B73069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Москва - столи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ца России </w:t>
            </w:r>
            <w:r>
              <w:rPr>
                <w:rStyle w:val="9pt"/>
              </w:rPr>
              <w:t>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перечислять главные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стопримеча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 столицы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шей Родины.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можность: </w:t>
            </w:r>
            <w:r w:rsidRPr="00E31D81">
              <w:rPr>
                <w:rFonts w:ascii="Times New Roman" w:hAnsi="Times New Roman"/>
                <w:color w:val="000000"/>
              </w:rPr>
              <w:t>узнать об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тории строи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тельства рос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сийской сто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лицы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дейст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вия, соблюдают правила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ведения на уроке, для того чтобы и самому получить хорошие результаты, и не 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шать успешной работе това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рища.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знаково-симво-лические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представление о досто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примечательностях Москвы.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rFonts w:ascii="Times New Roman" w:hAnsi="Times New Roman"/>
                <w:color w:val="000000"/>
              </w:rPr>
              <w:t>- понима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чувства дру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гих людей и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переживают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28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Style w:val="9pt"/>
                <w:i w:val="0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color w:val="000000"/>
              </w:rPr>
              <w:t>Москва - столи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Style w:val="9pt"/>
                <w:i w:val="0"/>
                <w:color w:val="000000"/>
                <w:sz w:val="22"/>
                <w:szCs w:val="22"/>
              </w:rPr>
              <w:t>Как Москва строилась.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"/>
                <w:i w:val="0"/>
                <w:color w:val="000000"/>
                <w:sz w:val="22"/>
                <w:szCs w:val="22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E31D81">
              <w:rPr>
                <w:rFonts w:ascii="Times New Roman" w:hAnsi="Times New Roman"/>
                <w:i/>
                <w:color w:val="000000"/>
              </w:rPr>
              <w:t>Из истории образования Тюменской области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перечислять главные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стопримеча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 столицы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шей Родины.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можность: </w:t>
            </w:r>
            <w:r w:rsidRPr="00E31D81">
              <w:rPr>
                <w:rFonts w:ascii="Times New Roman" w:hAnsi="Times New Roman"/>
                <w:color w:val="000000"/>
              </w:rPr>
              <w:t>узнать об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тории строи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тельства рос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сийской сто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лицы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pStyle w:val="BodyText"/>
              <w:shd w:val="clear" w:color="auto" w:fill="auto"/>
              <w:spacing w:before="0" w:line="259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дейст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вия, соблюдают правила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ведения на уроке, для того чтобы и самому получить хорошие результаты, и не 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шать успешной работе това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рища.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знаково-симво-лические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представление о досто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примечательностях Москвы. 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0121E7">
            <w:pPr>
              <w:pStyle w:val="BodyText"/>
              <w:shd w:val="clear" w:color="auto" w:fill="auto"/>
              <w:spacing w:before="0" w:line="259" w:lineRule="exac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color w:val="000000"/>
                <w:sz w:val="22"/>
                <w:szCs w:val="22"/>
              </w:rPr>
              <w:t>- понима</w:t>
            </w:r>
            <w:r w:rsidRPr="00E31D81">
              <w:rPr>
                <w:color w:val="000000"/>
                <w:sz w:val="22"/>
                <w:szCs w:val="22"/>
              </w:rPr>
              <w:softHyphen/>
              <w:t>ют чувства дру</w:t>
            </w:r>
            <w:r w:rsidRPr="00E31D81">
              <w:rPr>
                <w:color w:val="000000"/>
                <w:sz w:val="22"/>
                <w:szCs w:val="22"/>
              </w:rPr>
              <w:softHyphen/>
              <w:t>гих людей и со</w:t>
            </w:r>
            <w:r w:rsidRPr="00E31D81">
              <w:rPr>
                <w:color w:val="000000"/>
                <w:sz w:val="22"/>
                <w:szCs w:val="22"/>
              </w:rPr>
              <w:softHyphen/>
              <w:t>переживают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Текущий 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29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Города России 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пользоваться дополнитель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ными источ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никами ин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формации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 </w:t>
            </w:r>
            <w:r w:rsidRPr="00E31D81">
              <w:rPr>
                <w:rFonts w:ascii="Times New Roman" w:hAnsi="Times New Roman"/>
                <w:color w:val="000000"/>
              </w:rPr>
              <w:t>готовить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общения о старинных городах Рос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сии и их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стопримеча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тельностях, используя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полнительные источники информации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выбирают действия в соответствии с поставленной задачей и условиями ее реализации, готовят рабочее место для выполнения разных видов работ (по учебнику, рабо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чим тетрадям).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выделяют и формулируют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ную цель; применяют для решения задач (под руковод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ством учителя) логические действия: анализ, сравнение, обобщение, установление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чинно-следственных связей.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понятные для партнера 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сказывания; оказывают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 взаимопомощь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—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родному миру;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смыслообразование</w:t>
            </w:r>
            <w:r w:rsidRPr="00E31D81">
              <w:rPr>
                <w:rFonts w:ascii="Times New Roman" w:hAnsi="Times New Roman"/>
                <w:color w:val="000000"/>
              </w:rPr>
              <w:t>-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 критериев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Текущий 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30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Города России</w:t>
            </w:r>
          </w:p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Санкт – Петербкрг.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Тюмень – областной центр.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пользоваться дополнитель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ными источ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никами ин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формации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 </w:t>
            </w:r>
            <w:r w:rsidRPr="00E31D81">
              <w:rPr>
                <w:rFonts w:ascii="Times New Roman" w:hAnsi="Times New Roman"/>
                <w:color w:val="000000"/>
              </w:rPr>
              <w:t>готовить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общения о старинных городах Рос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сии и их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стопримеча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тельностях, используя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полнительные источники информации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выбирают действия в соответствии с поставленной задачей и условиями ее реализации, готовят рабочее место для выполнения разных видов работ (по учебнику, рабо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чим тетрадям).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выделяют и формулируют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ную цель; применяют для решения задач (под руковод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ством учителя) логические действия: анализ, сравнение, обобщение, установление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чинно-следственных связей. 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понятные для партнера 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сказывания; оказывают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 взаимопомощь</w:t>
            </w:r>
          </w:p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—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родному миру;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смыслообразование</w:t>
            </w:r>
            <w:r w:rsidRPr="00E31D81">
              <w:rPr>
                <w:rFonts w:ascii="Times New Roman" w:hAnsi="Times New Roman"/>
                <w:color w:val="000000"/>
              </w:rPr>
              <w:t>-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 критериев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31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Города России</w:t>
            </w:r>
            <w:r>
              <w:rPr>
                <w:rFonts w:ascii="Times New Roman" w:hAnsi="Times New Roman"/>
              </w:rPr>
              <w:t xml:space="preserve"> .</w:t>
            </w:r>
          </w:p>
          <w:p w:rsidR="006F0F69" w:rsidRPr="00E82733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82733">
              <w:rPr>
                <w:rFonts w:ascii="Times New Roman" w:hAnsi="Times New Roman"/>
              </w:rPr>
              <w:t>Золотое кольцо России.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Города Тюменской области.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пользоваться дополнитель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ными источ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никами ин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формации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 </w:t>
            </w:r>
            <w:r w:rsidRPr="00E31D81">
              <w:rPr>
                <w:rFonts w:ascii="Times New Roman" w:hAnsi="Times New Roman"/>
                <w:color w:val="000000"/>
              </w:rPr>
              <w:t>готовить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общения о старинных городах Рос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сии и их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стопримеча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тельностях, используя до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полнительные источники информации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выбирают действия в соответствии с поставленной задачей и условиями ее реализации, готовят рабочее место для выполнения разных видов работ (по учебнику, рабо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чим тетрадям).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выделяют и формулируют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ную цель; применяют для решения задач (под руковод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ством учителя) логические действия: анализ, сравнение, обобщение, установление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чинно-следственных связей. 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понятные для партнера 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сказывания; оказывают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 взаимопомощь</w:t>
            </w:r>
          </w:p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—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родному миру;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смыслообразование</w:t>
            </w:r>
            <w:r w:rsidRPr="00E31D81">
              <w:rPr>
                <w:rFonts w:ascii="Times New Roman" w:hAnsi="Times New Roman"/>
                <w:color w:val="000000"/>
              </w:rPr>
              <w:t>-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 критериев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32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pStyle w:val="BodyText"/>
              <w:shd w:val="clear" w:color="auto" w:fill="auto"/>
              <w:spacing w:before="0"/>
              <w:rPr>
                <w:rStyle w:val="9pt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Родной край - частица Родины </w:t>
            </w:r>
            <w:r>
              <w:rPr>
                <w:rStyle w:val="9pt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>Особенности родного края, отличающие его от других мест родной страны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рассказывать о своем крае (истории, памятных местах,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звании улиц и т. д.).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использовать дополни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тельные источники информации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0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принимают учебно-познавательную за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дачу и сохраняют ее до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ца учебных действий;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тролируют выполнение дей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повторяют и расширяют сведения о своей малой родине.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форму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собственное мнение и позицию; строят понятные для партнера высказывания, учитывающие, что партнер знает и видит, а что нет; пла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нируют учебное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чество - договариваются и приходят к общему решению в совместной деятельности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ентация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моральные нормы, приня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33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pStyle w:val="BodyText"/>
              <w:shd w:val="clear" w:color="auto" w:fill="auto"/>
              <w:spacing w:before="0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Родной край - частица Родины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Default="006F0F69" w:rsidP="006B395A">
            <w:pPr>
              <w:pStyle w:val="BodyText"/>
              <w:shd w:val="clear" w:color="auto" w:fill="auto"/>
              <w:spacing w:before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Каждый край чем то знаменит. 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1A3330">
            <w:pPr>
              <w:pStyle w:val="BodyText"/>
              <w:shd w:val="clear" w:color="auto" w:fill="auto"/>
              <w:spacing w:before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рассказывать о своем крае (истории, памятных местах,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звании улиц и т. д.).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использовать дополни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тельные источники информации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pStyle w:val="BodyText"/>
              <w:shd w:val="clear" w:color="auto" w:fill="auto"/>
              <w:spacing w:before="0" w:line="250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принимают учебно-познавательную за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дачу и сохраняют ее до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ца учебных действий;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тролируют выполнение дей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повторяют и расширяют сведения о своей малой родине.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форму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собственное мнение и позицию; строят понятные для партнера высказывания, учитывающие, что партнер знает и видит, а что нет; пла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нируют учебное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чество - договариваются и приходят к общему решению в совместной деятельности</w:t>
            </w:r>
          </w:p>
          <w:p w:rsidR="006F0F69" w:rsidRPr="00E31D81" w:rsidRDefault="006F0F69" w:rsidP="000121E7">
            <w:pPr>
              <w:pStyle w:val="BodyText"/>
              <w:shd w:val="clear" w:color="auto" w:fill="auto"/>
              <w:spacing w:before="0" w:line="250" w:lineRule="exac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ентация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color w:val="000000"/>
                <w:sz w:val="22"/>
                <w:szCs w:val="22"/>
              </w:rPr>
              <w:t xml:space="preserve"> ори</w:t>
            </w:r>
            <w:r w:rsidRPr="00E31D81">
              <w:rPr>
                <w:color w:val="000000"/>
                <w:sz w:val="22"/>
                <w:szCs w:val="22"/>
              </w:rPr>
              <w:softHyphen/>
              <w:t>ентируются в поведении на моральные нормы, приня</w:t>
            </w:r>
            <w:r w:rsidRPr="00E31D81">
              <w:rPr>
                <w:color w:val="000000"/>
                <w:sz w:val="22"/>
                <w:szCs w:val="22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Текущий 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34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4C52DA">
            <w:pPr>
              <w:pStyle w:val="BodyText"/>
              <w:shd w:val="clear" w:color="auto" w:fill="auto"/>
              <w:spacing w:before="0" w:line="283" w:lineRule="exact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Родной край – частица Родины. </w:t>
            </w:r>
          </w:p>
          <w:p w:rsidR="006F0F69" w:rsidRDefault="006F0F69" w:rsidP="004C52DA">
            <w:pPr>
              <w:pStyle w:val="BodyText"/>
              <w:shd w:val="clear" w:color="auto" w:fill="auto"/>
              <w:spacing w:before="0" w:line="283" w:lineRule="exact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Города-герои.</w:t>
            </w:r>
          </w:p>
          <w:p w:rsidR="006F0F69" w:rsidRDefault="006F0F69" w:rsidP="004C52DA">
            <w:pPr>
              <w:pStyle w:val="BodyText"/>
              <w:shd w:val="clear" w:color="auto" w:fill="auto"/>
              <w:spacing w:before="0" w:line="283" w:lineRule="exact"/>
              <w:jc w:val="left"/>
              <w:rPr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4C52DA">
            <w:pPr>
              <w:pStyle w:val="BodyText"/>
              <w:shd w:val="clear" w:color="auto" w:fill="auto"/>
              <w:spacing w:before="0" w:line="283" w:lineRule="exact"/>
              <w:jc w:val="left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i/>
                <w:sz w:val="22"/>
                <w:szCs w:val="22"/>
              </w:rPr>
              <w:t>Достопримечательности родного края.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рассказывать о своем крае (истории, памятных местах,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звании улиц и т. д.).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использовать дополни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тельные источники информации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дейст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вия, (соблюдают правила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ведения на уроке, для того чтобы и самому получить хорошие результаты, и не 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шать успешной работе то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варища.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осуще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ствляет смысловое чтение; используют знаково-симво-личесжие средства для ре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шения учебных задач; име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представление о памят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ных местах своего города (села).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взаимо-дейстьии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чие;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смыслооб-разование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чувства других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35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pStyle w:val="BodyText"/>
              <w:shd w:val="clear" w:color="auto" w:fill="auto"/>
              <w:spacing w:before="0" w:line="288" w:lineRule="exact"/>
              <w:ind w:left="120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Как трудятся россияне </w:t>
            </w:r>
            <w:r>
              <w:rPr>
                <w:rStyle w:val="9pt"/>
              </w:rPr>
              <w:t>.</w:t>
            </w:r>
          </w:p>
          <w:p w:rsidR="006F0F69" w:rsidRPr="00E31D81" w:rsidRDefault="006F0F69" w:rsidP="001A3330">
            <w:pPr>
              <w:pStyle w:val="BodyText"/>
              <w:shd w:val="clear" w:color="auto" w:fill="auto"/>
              <w:spacing w:before="0" w:line="288" w:lineRule="exact"/>
              <w:ind w:left="120"/>
              <w:jc w:val="left"/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труд необходим для жизни и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чия людей, что трудом человека создаются ценности культуры.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рассказывать о занятиях наших предков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контро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и оценивают свои действия при рабо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 с наглядно-образным, словесно-образным и сло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весно-логическим матери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алом при сотрудничестве с учителем, одноклассни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ками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исполь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зуют общие приемы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учебных задач; опреде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время по часам как условие правильной органи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зации труда и отдыха.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дого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вариваются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деятельности; строят 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нологическое высказывание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образ «хорошего ученика»;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смыс-лообразование — </w:t>
            </w:r>
            <w:r w:rsidRPr="00E31D81">
              <w:rPr>
                <w:rFonts w:ascii="Times New Roman" w:hAnsi="Times New Roman"/>
                <w:color w:val="000000"/>
              </w:rPr>
              <w:t>осознают значе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36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pStyle w:val="BodyText"/>
              <w:shd w:val="clear" w:color="auto" w:fill="auto"/>
              <w:spacing w:before="0" w:line="288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Как трудятся россияне 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8" w:lineRule="exact"/>
              <w:ind w:left="120"/>
              <w:jc w:val="left"/>
              <w:rPr>
                <w:rStyle w:val="9pt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Культура создается трудом челдовека.</w:t>
            </w:r>
          </w:p>
          <w:p w:rsidR="006F0F69" w:rsidRDefault="006F0F69" w:rsidP="006B395A">
            <w:pPr>
              <w:pStyle w:val="BodyText"/>
              <w:shd w:val="clear" w:color="auto" w:fill="auto"/>
              <w:spacing w:before="0" w:line="288" w:lineRule="exact"/>
              <w:ind w:left="120"/>
              <w:jc w:val="left"/>
              <w:rPr>
                <w:rStyle w:val="9pt"/>
                <w:sz w:val="22"/>
                <w:szCs w:val="22"/>
              </w:rPr>
            </w:pP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8" w:lineRule="exact"/>
              <w:ind w:left="120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sz w:val="22"/>
                <w:szCs w:val="22"/>
              </w:rPr>
              <w:t>Профессии моих родителей.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8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труд необходим для жизни и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чия людей, что трудом человека создаются ценности культуры.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рассказывать о занятиях наших предков</w:t>
            </w:r>
          </w:p>
        </w:tc>
        <w:tc>
          <w:tcPr>
            <w:tcW w:w="6565" w:type="dxa"/>
          </w:tcPr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контро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и оценивают свои действия при рабо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 с наглядно-образным, словесно-образным и сло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весно-логическим матери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алом при сотрудничестве с учителем, одноклассни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ками</w:t>
            </w:r>
          </w:p>
          <w:p w:rsidR="006F0F69" w:rsidRPr="00E31D81" w:rsidRDefault="006F0F69" w:rsidP="000121E7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исполь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зуют общие приемы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учебных задач; опреде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время по часам как условие правильной органи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зации труда и отдыха.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дого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вариваются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деятельности; строят 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нологическое высказывание</w:t>
            </w:r>
          </w:p>
          <w:p w:rsidR="006F0F69" w:rsidRPr="00E31D81" w:rsidRDefault="006F0F69" w:rsidP="000121E7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образ «хорошего ученика»;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смыс-лообразование — </w:t>
            </w:r>
            <w:r w:rsidRPr="00E31D81">
              <w:rPr>
                <w:rFonts w:ascii="Times New Roman" w:hAnsi="Times New Roman"/>
                <w:color w:val="000000"/>
              </w:rPr>
              <w:t>осознают значе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37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4F077D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Мы- граждане России </w:t>
            </w:r>
            <w:r>
              <w:rPr>
                <w:rStyle w:val="9pt"/>
                <w:color w:val="000000"/>
                <w:sz w:val="22"/>
                <w:szCs w:val="22"/>
              </w:rPr>
              <w:t>.</w:t>
            </w:r>
          </w:p>
          <w:p w:rsidR="006F0F69" w:rsidRDefault="006F0F69" w:rsidP="004F077D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</w:p>
          <w:p w:rsidR="006F0F69" w:rsidRPr="00E31D81" w:rsidRDefault="006F0F69" w:rsidP="004F077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 xml:space="preserve"> Труд и быт людей</w:t>
            </w:r>
          </w:p>
          <w:p w:rsidR="006F0F69" w:rsidRPr="00E31D81" w:rsidRDefault="006F0F69" w:rsidP="004F077D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i/>
              </w:rPr>
              <w:t>Тюменской области.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каждый человек - гра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жданин 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кого-нибудь государства, он имеет пра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 и обязан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ности, что каждый ребе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нок как гра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жданин тоже имеет права.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позна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комиться: </w:t>
            </w:r>
            <w:r w:rsidRPr="00E31D81">
              <w:rPr>
                <w:rFonts w:ascii="Times New Roman" w:hAnsi="Times New Roman"/>
                <w:color w:val="000000"/>
              </w:rPr>
              <w:t>с основными правами и обязанно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стями граж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дан РФ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Регулятивные: </w:t>
            </w:r>
            <w:r w:rsidRPr="00E31D81">
              <w:rPr>
                <w:rFonts w:ascii="Times New Roman" w:hAnsi="Times New Roman"/>
                <w:color w:val="000000"/>
              </w:rPr>
              <w:t>действуют в учебном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 в соответст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вии с принятой ролью.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контро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и оценивают про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цесс и результат деятельно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сти; имеют представление о том, кто может стать гра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жданином государства.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Коммуникативные: </w:t>
            </w:r>
            <w:r w:rsidRPr="00E31D81">
              <w:rPr>
                <w:rFonts w:ascii="Times New Roman" w:hAnsi="Times New Roman"/>
                <w:color w:val="000000"/>
              </w:rPr>
              <w:t>предлагают помощь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трудничестве;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—</w:t>
            </w:r>
            <w:r w:rsidRPr="00E31D81">
              <w:rPr>
                <w:rFonts w:ascii="Times New Roman" w:hAnsi="Times New Roman"/>
                <w:color w:val="000000"/>
              </w:rPr>
              <w:t xml:space="preserve"> следуют нормам здоровье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сберегающего поведения;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ственно-эти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ческая ориента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ция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проявляют навыки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ничества в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ситуациях, находят выход из спорных си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туаций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38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82733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82733">
              <w:rPr>
                <w:rFonts w:ascii="Times New Roman" w:hAnsi="Times New Roman"/>
                <w:b/>
              </w:rPr>
              <w:t>Контрольная работа № 3 по разделу  « Россия- твоя Родина».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в России живет более ста народ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ностей.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можность познакомить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ся:</w:t>
            </w:r>
            <w:r w:rsidRPr="00E31D81">
              <w:rPr>
                <w:rFonts w:ascii="Times New Roman" w:hAnsi="Times New Roman"/>
                <w:color w:val="000000"/>
              </w:rPr>
              <w:t xml:space="preserve"> с некото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рыми обы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чаями и тра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дициями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родов нашей страны</w:t>
            </w:r>
          </w:p>
        </w:tc>
        <w:tc>
          <w:tcPr>
            <w:tcW w:w="6565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действуют в учебном сотрудничестве в соответствии с принятой ролью.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контро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лируют и оценивают про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цесс и результат деятельно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сти; имеют представление о многонациональном со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ставе РФ.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Коммуникативные: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предлагают помощь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трудничестве;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ние -</w:t>
            </w:r>
            <w:r w:rsidRPr="00E31D8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31D81">
              <w:rPr>
                <w:rFonts w:ascii="Times New Roman" w:hAnsi="Times New Roman"/>
                <w:color w:val="000000"/>
              </w:rPr>
              <w:t>следуют нормам здоровье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сберегающего поведения;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нрав-ственно-эти- ческая ориента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ция -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проявляют навыки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ничества в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ситуациях, находят выход из спорных си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туаций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39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Россия - много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национальная страна</w:t>
            </w:r>
            <w:r>
              <w:rPr>
                <w:rFonts w:ascii="Times New Roman" w:hAnsi="Times New Roman"/>
                <w:color w:val="000000"/>
              </w:rPr>
              <w:t>. Все граждане России - россияне.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E31D81">
              <w:rPr>
                <w:rFonts w:ascii="Times New Roman" w:hAnsi="Times New Roman"/>
                <w:i/>
                <w:color w:val="000000"/>
              </w:rPr>
              <w:t>Знаменитые люди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E31D81">
              <w:rPr>
                <w:rFonts w:ascii="Times New Roman" w:hAnsi="Times New Roman"/>
                <w:i/>
                <w:color w:val="000000"/>
              </w:rPr>
              <w:t>Тюменской земли.</w:t>
            </w:r>
          </w:p>
        </w:tc>
        <w:tc>
          <w:tcPr>
            <w:tcW w:w="2831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в России живет более ста народ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ностей.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можность познакомить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ся:</w:t>
            </w:r>
            <w:r w:rsidRPr="00E31D81">
              <w:rPr>
                <w:rFonts w:ascii="Times New Roman" w:hAnsi="Times New Roman"/>
                <w:color w:val="000000"/>
              </w:rPr>
              <w:t xml:space="preserve"> с некото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рыми обы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чаями и тра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дициями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родов нашей страны</w:t>
            </w:r>
          </w:p>
        </w:tc>
        <w:tc>
          <w:tcPr>
            <w:tcW w:w="6565" w:type="dxa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действуют в учебном сотрудничестве в соответствии с принятой ролью.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контро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лируют и оценивают про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цесс и результат деятельно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сти; имеют представление о многонациональном со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ставе РФ.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83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Коммуникативные:</w:t>
            </w:r>
          </w:p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предлагают помощь в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трудничестве;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83" w:lineRule="exac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ние -</w:t>
            </w:r>
            <w:r w:rsidRPr="00E31D81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E31D81">
              <w:rPr>
                <w:color w:val="000000"/>
                <w:sz w:val="22"/>
                <w:szCs w:val="22"/>
              </w:rPr>
              <w:t>следуют нормам здоровье</w:t>
            </w:r>
            <w:r w:rsidRPr="00E31D81">
              <w:rPr>
                <w:color w:val="000000"/>
                <w:sz w:val="22"/>
                <w:szCs w:val="22"/>
              </w:rPr>
              <w:softHyphen/>
              <w:t xml:space="preserve">сберегающего поведения;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нрав-ственно-эти- ческая ориента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ция -</w:t>
            </w:r>
            <w:r w:rsidRPr="00E31D81">
              <w:rPr>
                <w:color w:val="000000"/>
                <w:sz w:val="22"/>
                <w:szCs w:val="22"/>
              </w:rPr>
              <w:t xml:space="preserve"> проявляют навыки сотруд</w:t>
            </w:r>
            <w:r w:rsidRPr="00E31D81">
              <w:rPr>
                <w:color w:val="000000"/>
                <w:sz w:val="22"/>
                <w:szCs w:val="22"/>
              </w:rPr>
              <w:softHyphen/>
              <w:t>ничества в раз</w:t>
            </w:r>
            <w:r w:rsidRPr="00E31D81">
              <w:rPr>
                <w:color w:val="000000"/>
                <w:sz w:val="22"/>
                <w:szCs w:val="22"/>
              </w:rPr>
              <w:softHyphen/>
              <w:t>ных ситуациях, находят выход из спорных си</w:t>
            </w:r>
            <w:r w:rsidRPr="00E31D81">
              <w:rPr>
                <w:color w:val="000000"/>
                <w:sz w:val="22"/>
                <w:szCs w:val="22"/>
              </w:rPr>
              <w:softHyphen/>
              <w:t>туаций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610" w:type="dxa"/>
            <w:gridSpan w:val="9"/>
            <w:tcBorders>
              <w:right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5.</w:t>
            </w:r>
            <w:r w:rsidRPr="00E31D81">
              <w:rPr>
                <w:rFonts w:ascii="Times New Roman" w:hAnsi="Times New Roman"/>
                <w:b/>
              </w:rPr>
              <w:t>Мы – жители Земли (6ч)</w:t>
            </w:r>
          </w:p>
        </w:tc>
        <w:tc>
          <w:tcPr>
            <w:tcW w:w="645" w:type="dxa"/>
            <w:tcBorders>
              <w:left w:val="nil"/>
            </w:tcBorders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40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Твое первое 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комство со звез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дами 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звезды имеют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ный цвет, а Земля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личается от других планет, Луна является спутником Земли.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можность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узнать:</w:t>
            </w:r>
            <w:r w:rsidRPr="00E31D81">
              <w:rPr>
                <w:rFonts w:ascii="Times New Roman" w:hAnsi="Times New Roman"/>
                <w:color w:val="000000"/>
              </w:rPr>
              <w:t>что думали люди о Солнечной системе в разные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торические эпохи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>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имеют представление о Солнечной системе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тельных задач; координиру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ние -</w:t>
            </w:r>
            <w:r w:rsidRPr="00E31D81">
              <w:rPr>
                <w:rFonts w:ascii="Times New Roman" w:hAnsi="Times New Roman"/>
                <w:color w:val="000000"/>
              </w:rPr>
              <w:t>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чие;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смыслооб-разование</w:t>
            </w:r>
            <w:r w:rsidRPr="00E31D81">
              <w:rPr>
                <w:rFonts w:ascii="Times New Roman" w:hAnsi="Times New Roman"/>
                <w:color w:val="000000"/>
              </w:rPr>
              <w:t xml:space="preserve"> -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чувства других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41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Твое первое 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комство со звез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дами</w:t>
            </w:r>
            <w:r>
              <w:rPr>
                <w:rFonts w:ascii="Times New Roman" w:hAnsi="Times New Roman"/>
                <w:color w:val="000000"/>
              </w:rPr>
              <w:t xml:space="preserve">. Чем Земля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отличается от других планет?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звезды имеют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ный цвет, а Земля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личается от других планет, Луна является спутником Земли.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можность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узнать:</w:t>
            </w:r>
            <w:r w:rsidRPr="00E31D81">
              <w:rPr>
                <w:rFonts w:ascii="Times New Roman" w:hAnsi="Times New Roman"/>
                <w:color w:val="000000"/>
              </w:rPr>
              <w:t>что думали люди о Солнечной системе в разные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торические эпохи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>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имеют представление о Солнечной системе</w:t>
            </w:r>
          </w:p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тельных задач; координиру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принимают позицию партнера во взаимодействии</w:t>
            </w:r>
          </w:p>
          <w:p w:rsidR="006F0F69" w:rsidRPr="00E31D81" w:rsidRDefault="006F0F69" w:rsidP="00F53292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softHyphen/>
              <w:t>ние -</w:t>
            </w:r>
            <w:r w:rsidRPr="00E31D81">
              <w:rPr>
                <w:rFonts w:ascii="Times New Roman" w:hAnsi="Times New Roman"/>
                <w:color w:val="000000"/>
              </w:rPr>
              <w:t>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чие;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смыслооб-разование</w:t>
            </w:r>
            <w:r w:rsidRPr="00E31D81">
              <w:rPr>
                <w:rFonts w:ascii="Times New Roman" w:hAnsi="Times New Roman"/>
                <w:color w:val="000000"/>
              </w:rPr>
              <w:t xml:space="preserve"> -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чувства других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42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Style w:val="9pt"/>
                <w:i w:val="0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В некотором царстве </w:t>
            </w:r>
            <w:r>
              <w:rPr>
                <w:rStyle w:val="9pt"/>
                <w:i w:val="0"/>
                <w:color w:val="000000"/>
                <w:sz w:val="22"/>
                <w:szCs w:val="22"/>
              </w:rPr>
              <w:t>.Царство природы. Бактерии.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164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ind w:right="112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определять четыре цар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ства живой природы.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по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знакомить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ся:</w:t>
            </w:r>
            <w:r w:rsidRPr="00E31D81">
              <w:rPr>
                <w:rFonts w:ascii="Times New Roman" w:hAnsi="Times New Roman"/>
                <w:color w:val="000000"/>
              </w:rPr>
              <w:t>с разно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об+разием 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вой природы, съедобных и несъедоб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грибов</w:t>
            </w:r>
          </w:p>
        </w:tc>
        <w:tc>
          <w:tcPr>
            <w:tcW w:w="7232" w:type="dxa"/>
            <w:gridSpan w:val="2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задание в соответствии с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ставленной целью, отвечают на поставленные вопросы, ориентируются в рабочей тетради и учебнике.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ничают - проявляя активность во взаимодействии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познавательных задач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Нравственно- 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rFonts w:ascii="Times New Roman" w:hAnsi="Times New Roman"/>
                <w:color w:val="000000"/>
              </w:rPr>
              <w:t>— оце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нивают эмоцио- нально-эстети- ческие впечат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ления от встречи с друзьями- одноклассника- ми, отмечают в окружении то, что особенно нравится,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ценно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43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CB67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В некотором царстве</w:t>
            </w:r>
            <w:r>
              <w:rPr>
                <w:rFonts w:ascii="Times New Roman" w:hAnsi="Times New Roman"/>
                <w:color w:val="000000"/>
              </w:rPr>
              <w:t>. Грибы.</w:t>
            </w:r>
          </w:p>
          <w:p w:rsidR="006F0F69" w:rsidRPr="00E31D81" w:rsidRDefault="006F0F69" w:rsidP="00CB67BF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E31D81">
              <w:rPr>
                <w:rFonts w:ascii="Times New Roman" w:hAnsi="Times New Roman"/>
                <w:i/>
                <w:color w:val="000000"/>
              </w:rPr>
              <w:t>Разнообразие животных  Тюменской области.</w:t>
            </w:r>
          </w:p>
        </w:tc>
        <w:tc>
          <w:tcPr>
            <w:tcW w:w="2164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ind w:right="112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определять четыре цар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ства живой природы.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по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знакомить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ся:</w:t>
            </w:r>
            <w:r w:rsidRPr="00E31D81">
              <w:rPr>
                <w:rFonts w:ascii="Times New Roman" w:hAnsi="Times New Roman"/>
                <w:color w:val="000000"/>
              </w:rPr>
              <w:t>с разно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об+разием 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вой природы, съедобных и несъедоб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грибов</w:t>
            </w:r>
          </w:p>
        </w:tc>
        <w:tc>
          <w:tcPr>
            <w:tcW w:w="7232" w:type="dxa"/>
            <w:gridSpan w:val="2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задание в соответствии с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ставленной целью, отвечают на поставленные вопросы, ориентируются в рабочей тетради и учебнике.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ничают - проявляя активность во взаимодействии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познавательных задач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Нравственно- 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color w:val="000000"/>
                <w:sz w:val="22"/>
                <w:szCs w:val="22"/>
              </w:rPr>
              <w:t>— оце</w:t>
            </w:r>
            <w:r w:rsidRPr="00E31D81">
              <w:rPr>
                <w:color w:val="000000"/>
                <w:sz w:val="22"/>
                <w:szCs w:val="22"/>
              </w:rPr>
              <w:softHyphen/>
              <w:t>нивают эмоцио- нально-эстети- ческие впечат</w:t>
            </w:r>
            <w:r w:rsidRPr="00E31D81">
              <w:rPr>
                <w:color w:val="000000"/>
                <w:sz w:val="22"/>
                <w:szCs w:val="22"/>
              </w:rPr>
              <w:softHyphen/>
              <w:t>ления от встречи с друзьями- одноклассника- ми, отмечают в окружении то, что особенно нравится, при</w:t>
            </w:r>
            <w:r w:rsidRPr="00E31D81">
              <w:rPr>
                <w:color w:val="000000"/>
                <w:sz w:val="22"/>
                <w:szCs w:val="22"/>
              </w:rPr>
              <w:softHyphen/>
              <w:t>нимают ценно</w:t>
            </w:r>
            <w:r w:rsidRPr="00E31D81">
              <w:rPr>
                <w:color w:val="000000"/>
                <w:sz w:val="22"/>
                <w:szCs w:val="22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44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CB67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В некотором царстве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6F0F69" w:rsidRDefault="006F0F69" w:rsidP="00CB67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Какие животные обитают на Земле.</w:t>
            </w:r>
          </w:p>
          <w:p w:rsidR="006F0F69" w:rsidRPr="00E31D81" w:rsidRDefault="006F0F69" w:rsidP="00CB67BF">
            <w:pPr>
              <w:spacing w:after="0" w:line="240" w:lineRule="auto"/>
              <w:rPr>
                <w:rStyle w:val="9pt"/>
                <w:i w:val="0"/>
                <w:color w:val="000000"/>
                <w:sz w:val="22"/>
                <w:szCs w:val="22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i/>
                <w:color w:val="000000"/>
              </w:rPr>
              <w:t>Разнообразие растений  Тюменской области.</w:t>
            </w:r>
          </w:p>
        </w:tc>
        <w:tc>
          <w:tcPr>
            <w:tcW w:w="2164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ind w:right="112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определять четыре цар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ства живой природы.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по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знакомить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ся:</w:t>
            </w:r>
            <w:r w:rsidRPr="00E31D81">
              <w:rPr>
                <w:rFonts w:ascii="Times New Roman" w:hAnsi="Times New Roman"/>
                <w:color w:val="000000"/>
              </w:rPr>
              <w:t>с разно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об+разием 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вой природы, съедобных и несъедоб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грибов</w:t>
            </w:r>
          </w:p>
        </w:tc>
        <w:tc>
          <w:tcPr>
            <w:tcW w:w="7232" w:type="dxa"/>
            <w:gridSpan w:val="2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задание в соответствии с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ставленной целью, отвечают на поставленные вопросы, ориентируются в рабочей тетради и учебнике.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ничают - проявляя активность во взаимодействии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познавательных задач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Нравственно- 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color w:val="000000"/>
                <w:sz w:val="22"/>
                <w:szCs w:val="22"/>
              </w:rPr>
              <w:t>— оце</w:t>
            </w:r>
            <w:r w:rsidRPr="00E31D81">
              <w:rPr>
                <w:color w:val="000000"/>
                <w:sz w:val="22"/>
                <w:szCs w:val="22"/>
              </w:rPr>
              <w:softHyphen/>
              <w:t>нивают эмоцио- нально-эстети- ческие впечат</w:t>
            </w:r>
            <w:r w:rsidRPr="00E31D81">
              <w:rPr>
                <w:color w:val="000000"/>
                <w:sz w:val="22"/>
                <w:szCs w:val="22"/>
              </w:rPr>
              <w:softHyphen/>
              <w:t>ления от встречи с друзьями- одноклассника- ми, отмечают в окружении то, что особенно нравится, при</w:t>
            </w:r>
            <w:r w:rsidRPr="00E31D81">
              <w:rPr>
                <w:color w:val="000000"/>
                <w:sz w:val="22"/>
                <w:szCs w:val="22"/>
              </w:rPr>
              <w:softHyphen/>
              <w:t>нимают ценно</w:t>
            </w:r>
            <w:r w:rsidRPr="00E31D81">
              <w:rPr>
                <w:color w:val="000000"/>
                <w:sz w:val="22"/>
                <w:szCs w:val="22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45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gridSpan w:val="2"/>
          </w:tcPr>
          <w:p w:rsidR="006F0F69" w:rsidRDefault="006F0F69" w:rsidP="00CB67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В некотором царстве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6F0F69" w:rsidRDefault="006F0F69" w:rsidP="00CB67BF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Разнообразие растений.</w:t>
            </w:r>
          </w:p>
          <w:p w:rsidR="006F0F69" w:rsidRPr="00E31D81" w:rsidRDefault="006F0F69" w:rsidP="00CB67BF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</w:p>
          <w:p w:rsidR="006F0F69" w:rsidRPr="00E31D81" w:rsidRDefault="006F0F69" w:rsidP="00CB67BF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Птицы обитающие в Тюменской области.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4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ind w:right="112"/>
              <w:rPr>
                <w:rStyle w:val="9pt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определять четыре цар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ства живой природы.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по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знакомить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ся:</w:t>
            </w:r>
            <w:r w:rsidRPr="00E31D81">
              <w:rPr>
                <w:rFonts w:ascii="Times New Roman" w:hAnsi="Times New Roman"/>
                <w:color w:val="000000"/>
              </w:rPr>
              <w:t>с разно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об+разием 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вой природы, съедобных и несъедоб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грибов</w:t>
            </w:r>
          </w:p>
        </w:tc>
        <w:tc>
          <w:tcPr>
            <w:tcW w:w="7232" w:type="dxa"/>
            <w:gridSpan w:val="2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выполняют задание в соответствии с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ставленной целью, отвечают на поставленные вопросы, ориентируются в рабочей тетради и учебнике.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ничают - проявляя активность во взаимодействии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познавательных задач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rStyle w:val="9pt2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Нравственно- 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color w:val="000000"/>
                <w:sz w:val="22"/>
                <w:szCs w:val="22"/>
              </w:rPr>
              <w:t>— оце</w:t>
            </w:r>
            <w:r w:rsidRPr="00E31D81">
              <w:rPr>
                <w:color w:val="000000"/>
                <w:sz w:val="22"/>
                <w:szCs w:val="22"/>
              </w:rPr>
              <w:softHyphen/>
              <w:t>нивают эмоцио- нально-эстети- ческие впечат</w:t>
            </w:r>
            <w:r w:rsidRPr="00E31D81">
              <w:rPr>
                <w:color w:val="000000"/>
                <w:sz w:val="22"/>
                <w:szCs w:val="22"/>
              </w:rPr>
              <w:softHyphen/>
              <w:t>ления от встречи с друзьями- одноклассника- ми, отмечают в окружении то, что особенно нравится, при</w:t>
            </w:r>
            <w:r w:rsidRPr="00E31D81">
              <w:rPr>
                <w:color w:val="000000"/>
                <w:sz w:val="22"/>
                <w:szCs w:val="22"/>
              </w:rPr>
              <w:softHyphen/>
              <w:t>нимают ценно</w:t>
            </w:r>
            <w:r w:rsidRPr="00E31D81">
              <w:rPr>
                <w:color w:val="000000"/>
                <w:sz w:val="22"/>
                <w:szCs w:val="22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55" w:type="dxa"/>
            <w:gridSpan w:val="10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6. </w:t>
            </w:r>
            <w:r w:rsidRPr="00E31D81">
              <w:rPr>
                <w:rFonts w:ascii="Times New Roman" w:hAnsi="Times New Roman"/>
                <w:b/>
              </w:rPr>
              <w:t>Природные сообщества(18ч)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46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spacing w:after="0" w:line="240" w:lineRule="auto"/>
              <w:rPr>
                <w:rStyle w:val="9pt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Среда обитания - что это такое? 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"/>
                <w:i w:val="0"/>
                <w:color w:val="000000"/>
                <w:sz w:val="22"/>
                <w:szCs w:val="22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Леса родного края.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 xml:space="preserve">различать природные сообщества.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воз-можностъ познакомить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ся</w:t>
            </w:r>
            <w:r w:rsidRPr="00E31D81">
              <w:rPr>
                <w:rFonts w:ascii="Times New Roman" w:hAnsi="Times New Roman"/>
                <w:color w:val="000000"/>
              </w:rPr>
              <w:t>с поняти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ем «пищевая цепь»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 и сохраняют ее до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 учебных действий;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тролируют выполнение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тельную цель; повторяют и расширяют сведения о природных сообществах.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мулируют собственное мне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и позицию; строят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нятные для партнера выска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зывания, учитывающие, что партнер знает и видит, а что нет; планируют учебное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трудничество -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и приходят к общему решению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Нравственно- 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ентация-</w:t>
            </w:r>
            <w:r w:rsidRPr="00E31D81">
              <w:rPr>
                <w:rStyle w:val="9pt"/>
                <w:i w:val="0"/>
                <w:color w:val="000000"/>
                <w:sz w:val="22"/>
                <w:szCs w:val="22"/>
              </w:rPr>
              <w:t>ориентируются в поведении на моральные нормы, принятые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47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«Лес и его обитатели» 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4" w:lineRule="exact"/>
              <w:ind w:left="10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различать разные виды леса.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 xml:space="preserve">можность: </w:t>
            </w:r>
            <w:r w:rsidRPr="00E31D81">
              <w:rPr>
                <w:rFonts w:ascii="Times New Roman" w:hAnsi="Times New Roman"/>
                <w:color w:val="000000"/>
              </w:rPr>
              <w:t>определять лесные яру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сы (нижний, средний, верхний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4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дейст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вия, соблюдают правила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ведения на уроке, для того чтобы и самому получить хо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рошие результаты, и не мешать успешной работе товарища. 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4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осущест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вляют смысловое чтение; используют знаково-симво-лические средства для ре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шения учебных задач; имеют представление об обитате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лях леса.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модействии для решения коммуникативных и позна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вательных задач; координи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 xml:space="preserve">Личностные: </w:t>
            </w:r>
            <w:r w:rsidRPr="00E31D81">
              <w:rPr>
                <w:rStyle w:val="9pt2"/>
                <w:b w:val="0"/>
                <w:color w:val="000000"/>
                <w:sz w:val="22"/>
                <w:szCs w:val="22"/>
              </w:rPr>
              <w:t>Смыслообразование -</w:t>
            </w:r>
            <w:r w:rsidRPr="00E31D81">
              <w:rPr>
                <w:rFonts w:ascii="Times New Roman" w:hAnsi="Times New Roman"/>
                <w:color w:val="000000"/>
              </w:rPr>
              <w:t xml:space="preserve"> понимают чувства других людей и сопере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живают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48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4" w:lineRule="exact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Кустарники леса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определять растения, относящиеся ко второму ярусу леса.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отличать кустарники от других растений леса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принимают учебно-познавательную за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дачу и сохраняют ее до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ца учебных действий;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тролируют выполнение дей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ствий, вносят необходимые коррективы.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формули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руют познавательную цель; повторяют и расширяют сведения о растениях леса.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форму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собственное мнение и позицию; строят понятные для партнера высказывания, учитывающие, что партнер знает и видит, а что нет; пла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нируют учебное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чество - договариваются и приходят к общему решению в совместной деятельности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rFonts w:ascii="Times New Roman" w:hAnsi="Times New Roman"/>
                <w:color w:val="000000"/>
              </w:rPr>
              <w:t>-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моральные нормы, приня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49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E31D81" w:rsidRDefault="006F0F69" w:rsidP="0048356E">
            <w:pPr>
              <w:pStyle w:val="BodyText"/>
              <w:shd w:val="clear" w:color="auto" w:fill="auto"/>
              <w:spacing w:before="0" w:line="264" w:lineRule="exact"/>
              <w:ind w:left="120"/>
              <w:jc w:val="left"/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Травянистые растения леса. Лесная аптека </w:t>
            </w:r>
            <w:r>
              <w:rPr>
                <w:rStyle w:val="9pt"/>
              </w:rPr>
              <w:t>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определять ярус леса, на котором растут тра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вянистые растения; находить отличия тра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вянистых растений от кустарни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 и де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ревьев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2"/>
                <w:color w:val="000000"/>
                <w:sz w:val="22"/>
                <w:szCs w:val="22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определять лекарствен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ные растения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волические средства для решения учебных задач; имеют представление о лекарственных растениях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тельных задач; координиру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чие;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смыслооб-разование</w:t>
            </w:r>
            <w:r w:rsidRPr="00E31D81">
              <w:rPr>
                <w:rFonts w:ascii="Times New Roman" w:hAnsi="Times New Roman"/>
                <w:color w:val="000000"/>
              </w:rPr>
              <w:t>-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чувства других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Текущий 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50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pStyle w:val="BodyText"/>
              <w:shd w:val="clear" w:color="auto" w:fill="auto"/>
              <w:spacing w:before="0" w:line="269" w:lineRule="exact"/>
              <w:rPr>
                <w:rStyle w:val="9pt2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Животные леса </w:t>
            </w:r>
            <w:r>
              <w:rPr>
                <w:rStyle w:val="9pt2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rPr>
                <w:rStyle w:val="9pt2"/>
                <w:i w:val="0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Животные, занесенные в Красную книгу Тюменской области.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определять, где и как животные строят себе жилища.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описывать внешние признаки животных леса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контроли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руют и оценивают свои дей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ствия при работе с наглядно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образным, словесно-образ-ным и словесно-логическим материалом при сотрудни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честве с учителем, одно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классниками.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использу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общие приемы решения задач; определяют, как 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вотные строят себе жилища.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дого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вариваются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деятельности;строят 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нологическое высказывание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 xml:space="preserve"> - принимают образ «хорошего ученика»;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смыс-лообразование</w:t>
            </w:r>
            <w:r w:rsidRPr="00E31D81">
              <w:rPr>
                <w:rFonts w:ascii="Times New Roman" w:hAnsi="Times New Roman"/>
                <w:color w:val="000000"/>
              </w:rPr>
              <w:t xml:space="preserve"> — осознают значе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учебной деятельности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51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Птицы - лесные жители 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Редкие птицы Тюменской области 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i/>
              </w:rPr>
              <w:t xml:space="preserve">Научатся </w:t>
            </w:r>
            <w:r w:rsidRPr="00E31D81">
              <w:rPr>
                <w:rFonts w:ascii="Times New Roman" w:hAnsi="Times New Roman"/>
              </w:rPr>
              <w:t>определять особенности строения тела птиц и их поведения; причины сезонных изменений в жизни.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4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действуют в учебном сотрудничестве в соответствии с принятой ролью.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контроли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оценивают процесс и результат деятельности; имеют представление о зи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мующих и перелетных птицах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b/>
                <w:i/>
                <w:color w:val="000000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предлагают помощь в сотрудничестве; договариваются о распределении функций и ролей в совместной деятельности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b/>
                <w:i/>
                <w:color w:val="000000"/>
              </w:rPr>
              <w:t xml:space="preserve">Личностные: </w:t>
            </w:r>
            <w:r w:rsidRPr="00E31D81">
              <w:rPr>
                <w:rFonts w:ascii="Times New Roman" w:hAnsi="Times New Roman"/>
                <w:i/>
                <w:color w:val="000000"/>
              </w:rPr>
              <w:t xml:space="preserve">самоопределение – </w:t>
            </w:r>
            <w:r w:rsidRPr="00E31D81">
              <w:rPr>
                <w:rFonts w:ascii="Times New Roman" w:hAnsi="Times New Roman"/>
                <w:color w:val="000000"/>
              </w:rPr>
              <w:t xml:space="preserve">следуют нормам здоровьесберегающего поведения ; </w:t>
            </w:r>
            <w:r w:rsidRPr="00E31D81">
              <w:rPr>
                <w:rFonts w:ascii="Times New Roman" w:hAnsi="Times New Roman"/>
                <w:i/>
                <w:color w:val="000000"/>
              </w:rPr>
              <w:t xml:space="preserve">нравственно-этическая ориентация – </w:t>
            </w:r>
            <w:r w:rsidRPr="00E31D81">
              <w:rPr>
                <w:rFonts w:ascii="Times New Roman" w:hAnsi="Times New Roman"/>
                <w:color w:val="000000"/>
              </w:rPr>
              <w:t xml:space="preserve">проявляют навыки сотрудничества в разных ситуациях, находят выход из спорных ситуаций 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Текущий 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52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Пресмыкающие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ся и насекомые - обитатели леса </w:t>
            </w:r>
            <w:r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/>
              <w:jc w:val="left"/>
              <w:rPr>
                <w:rStyle w:val="9pt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9pt"/>
                <w:color w:val="000000"/>
                <w:sz w:val="22"/>
                <w:szCs w:val="22"/>
                <w:lang w:eastAsia="en-US"/>
              </w:rPr>
              <w:t>Болота нашего края.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>определять внешний вид, особенности и повадки пресмыка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ющихся и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секомых.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правильно вести себя при встрече со змеёй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0pt1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действуют в учебном сотрудничестве в соответствии с принятой ролью.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0pt1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>контро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лируют и оценивают про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цесс и результат деятельно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сти; повторяют и расширя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ют сведения о насекомых и пресмыкающихся. </w:t>
            </w:r>
            <w:r w:rsidRPr="00E31D81">
              <w:rPr>
                <w:rStyle w:val="10pt1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>пред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лагают помощь в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честве; договариваются о распределении функций и ролей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—</w:t>
            </w:r>
            <w:r w:rsidRPr="00E31D81">
              <w:rPr>
                <w:rFonts w:ascii="Times New Roman" w:hAnsi="Times New Roman"/>
                <w:color w:val="000000"/>
              </w:rPr>
              <w:t xml:space="preserve"> следуют нормам здоровье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сберегающего поведения;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ственно- 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rFonts w:ascii="Times New Roman" w:hAnsi="Times New Roman"/>
                <w:color w:val="000000"/>
              </w:rPr>
              <w:t>— про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являют навыки сотрудничества в разных ситуа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циях, находят выход из спор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ситуаций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53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E31D81" w:rsidRDefault="006F0F69" w:rsidP="0048356E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Вода и водные жители. Что мы знаем о воде </w:t>
            </w:r>
            <w:r>
              <w:rPr>
                <w:rStyle w:val="9pt"/>
                <w:i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понимать, что вода - одно из са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мых важных в природе веществ; имеет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ные состоя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(жидкое твердое, га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зообразное); без воды жизнь невоз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можна. </w:t>
            </w:r>
            <w:r w:rsidRPr="00E31D81">
              <w:rPr>
                <w:rStyle w:val="9pt1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1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 xml:space="preserve">определять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 Охрана водоемов и рек Тюменской области.</w:t>
            </w:r>
            <w:r w:rsidRPr="00E31D81">
              <w:rPr>
                <w:rFonts w:ascii="Times New Roman" w:hAnsi="Times New Roman"/>
                <w:color w:val="000000"/>
              </w:rPr>
              <w:t>свойства во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ды с помо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щью опытов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10pt1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>выбирают действия в соответствии с поставленной задачей и условиями ее реализации, готовят рабочее место для выполнения разных ви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дов работ (по учебнику, 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бочим тетрадям). </w:t>
            </w:r>
            <w:r w:rsidRPr="00E31D81">
              <w:rPr>
                <w:rStyle w:val="10pt1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>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познава-тельную цель; применяют для решения задач (под 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ководством учителя) логи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ческие действия: анализ, сравнение, обобщение, ус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тановление причинно-след-ственных связей.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строят понятные для партнера вы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сказывания; оказывают в сотрудничестве взаимопо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мощь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проявляют ценностное от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ношение к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родному миру;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само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оценку на осно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 критериев успешности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sz w:val="22"/>
                <w:szCs w:val="22"/>
                <w:lang w:eastAsia="en-US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54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spacing w:after="0" w:line="240" w:lineRule="auto"/>
              <w:rPr>
                <w:rStyle w:val="9pt1"/>
                <w:i w:val="0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Что такое река </w:t>
            </w:r>
            <w:r>
              <w:rPr>
                <w:rStyle w:val="9pt1"/>
                <w:i w:val="0"/>
                <w:color w:val="000000"/>
                <w:sz w:val="22"/>
                <w:szCs w:val="22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1"/>
                <w:i w:val="0"/>
                <w:color w:val="000000"/>
                <w:sz w:val="22"/>
                <w:szCs w:val="22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31D81">
              <w:rPr>
                <w:rFonts w:ascii="Times New Roman" w:hAnsi="Times New Roman"/>
                <w:i/>
              </w:rPr>
              <w:t>Охрана водоемов и рек нашего края.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1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характеризо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вать реки - природные водотоки. </w:t>
            </w:r>
            <w:r w:rsidRPr="00E31D81">
              <w:rPr>
                <w:rStyle w:val="9pt1"/>
                <w:color w:val="000000"/>
                <w:sz w:val="22"/>
                <w:szCs w:val="22"/>
              </w:rPr>
              <w:t>Получат возмож:- ность на</w:t>
            </w:r>
            <w:r w:rsidRPr="00E31D81">
              <w:rPr>
                <w:rStyle w:val="9pt1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выполнять рисунки- схемы исто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ка и устья реки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4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дейст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вия, соблюдают правила по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ведения на уроке, для того чтобы и самому получить хорошие результаты, и не ме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шать успешной работе то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варища.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знаково-симво-лические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 име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представление о природ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ных водостоках.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задач; координируют и принимают позицию парт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нера во взаимодейств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1"/>
                <w:color w:val="000000"/>
                <w:sz w:val="22"/>
                <w:szCs w:val="22"/>
              </w:rPr>
              <w:t>Смыслообразо-вание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понима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чувства дру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Текущий 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55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rStyle w:val="9pt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Обитатели пре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сных вод </w:t>
            </w:r>
            <w:r>
              <w:rPr>
                <w:rStyle w:val="9pt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ind w:left="120"/>
              <w:jc w:val="left"/>
              <w:rPr>
                <w:rStyle w:val="9pt"/>
                <w:i w:val="0"/>
                <w:color w:val="000000"/>
                <w:sz w:val="22"/>
                <w:szCs w:val="22"/>
                <w:lang w:eastAsia="en-US"/>
              </w:rPr>
            </w:pPr>
          </w:p>
          <w:p w:rsidR="006F0F69" w:rsidRPr="00851702" w:rsidRDefault="006F0F69" w:rsidP="006B395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51702">
              <w:rPr>
                <w:rFonts w:ascii="Times New Roman" w:hAnsi="Times New Roman"/>
                <w:i/>
              </w:rPr>
              <w:t>Рыбы обитающие в реках Тюменской области.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называть рыб, обита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ющих в пре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сноводных водоемах.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можность узнать:</w:t>
            </w:r>
            <w:r w:rsidRPr="00E31D81">
              <w:rPr>
                <w:rFonts w:ascii="Times New Roman" w:hAnsi="Times New Roman"/>
                <w:color w:val="000000"/>
              </w:rPr>
              <w:t>осо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бенности рыб - обита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телей пре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сноводных водоемов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9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9pt2"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принимают учебно-познавательную за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дачу и сохраняют ее до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ца учебных действий; кон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тролируют выполнение дей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ствий, вносят необходимые коррективы.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тельную цель; повторяют и расширяют сведения о рыбах пресных водоемов.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мулируют собственное мне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и позицию; строят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нятные для партнера выска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зывания, учитывающие, что партнер знает и видит, а что нет; планируют учебное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трудничество -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и приходят к общему решению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rFonts w:ascii="Times New Roman" w:hAnsi="Times New Roman"/>
                <w:color w:val="000000"/>
              </w:rPr>
              <w:t>-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моральные нормы, приня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56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spacing w:after="0" w:line="240" w:lineRule="auto"/>
              <w:rPr>
                <w:rStyle w:val="9pt"/>
                <w:i w:val="0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color w:val="000000"/>
              </w:rPr>
              <w:t xml:space="preserve">Водоплавающие - жители водоема </w:t>
            </w:r>
            <w:r>
              <w:rPr>
                <w:rStyle w:val="9pt"/>
                <w:i w:val="0"/>
                <w:color w:val="000000"/>
                <w:sz w:val="22"/>
                <w:szCs w:val="22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Style w:val="9pt"/>
                <w:color w:val="000000"/>
                <w:sz w:val="22"/>
                <w:szCs w:val="22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>Водоплавающие птицы обитающие в Тюменской области.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9pt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называть животных, обитающих в пресновод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ных водоемах. 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можность узнать:</w:t>
            </w:r>
            <w:r w:rsidRPr="00E31D81">
              <w:rPr>
                <w:rFonts w:ascii="Times New Roman" w:hAnsi="Times New Roman"/>
                <w:color w:val="000000"/>
              </w:rPr>
              <w:t>осо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бенности животных – обитателей пресновод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водоемов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Style w:val="9pt2"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  <w:r w:rsidRPr="00E31D81">
              <w:rPr>
                <w:rStyle w:val="9pt2"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>осуще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ствляют смысловое чтение; используют знаково-симво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лические средства для 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шения учебных задач;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  <w:color w:val="000000"/>
              </w:rPr>
              <w:t>имеют представление о 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вотных, обитающих в пре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сных водоемах.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задач; координируют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9pt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чие; смыслооб-разование -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чувства других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57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Растения пре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сных водоемов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>Растения водоемов Тюменской области занесенные в Красную книгу.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характеризо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разно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образные виды расте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ний пресных водоемов.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характеризо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реку как природное сообщество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контролиру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оценивают свои действия при работе с наглядно-образ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ным, словесно-образным и словесно-логическим мате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риалом при сотрудничестве с учителем, одноклассниками.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>исполь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зуют общие приемы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учебных задач; опреде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различные виды рас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тений пресных водоемов.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дого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вариваются о распределении функций и ролей в совмест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ной деятельности;строят 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нологическое высказывание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образ «хорошего ученика»;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 xml:space="preserve">смыс-лообразование — </w:t>
            </w:r>
            <w:r w:rsidRPr="00E31D81">
              <w:rPr>
                <w:rFonts w:ascii="Times New Roman" w:hAnsi="Times New Roman"/>
                <w:color w:val="000000"/>
              </w:rPr>
              <w:t>осознают значе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учебной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58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48356E">
            <w:pPr>
              <w:spacing w:after="0" w:line="240" w:lineRule="auto"/>
              <w:rPr>
                <w:rStyle w:val="5"/>
              </w:rPr>
            </w:pPr>
            <w:r w:rsidRPr="00E31D81">
              <w:rPr>
                <w:rFonts w:ascii="Times New Roman" w:hAnsi="Times New Roman"/>
                <w:color w:val="000000"/>
              </w:rPr>
              <w:t>Обитатели соле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ных водоемов </w:t>
            </w:r>
            <w:r>
              <w:rPr>
                <w:rStyle w:val="5"/>
              </w:rPr>
              <w:t>.</w:t>
            </w:r>
          </w:p>
          <w:p w:rsidR="006F0F69" w:rsidRPr="00E31D81" w:rsidRDefault="006F0F69" w:rsidP="0048356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pacing w:val="1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74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5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называть оби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тателей мо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рей и океанов.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можностьнаучиться: </w:t>
            </w:r>
            <w:r w:rsidRPr="00E31D81">
              <w:rPr>
                <w:rFonts w:ascii="Times New Roman" w:hAnsi="Times New Roman"/>
                <w:color w:val="000000"/>
              </w:rPr>
              <w:t>характеризо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вать океан и море как природное сообщество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74" w:lineRule="exac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действуют в учебном сотрудничестве в соответствии с принятой ролью.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контроли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руют и оценивают процесс  и результат деятельности; имеют представление об оби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тателях морей и океанов.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31D81">
              <w:rPr>
                <w:rFonts w:ascii="Times New Roman" w:hAnsi="Times New Roman"/>
                <w:color w:val="000000"/>
              </w:rPr>
              <w:t>пред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лагают помощь в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честве; договариваются о распределении функций и ролей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</w:r>
            <w:r w:rsidRPr="00E31D81">
              <w:rPr>
                <w:rStyle w:val="4"/>
                <w:color w:val="000000"/>
                <w:sz w:val="22"/>
                <w:szCs w:val="22"/>
              </w:rPr>
              <w:t>ние—</w:t>
            </w:r>
            <w:r w:rsidRPr="00E31D81">
              <w:rPr>
                <w:rFonts w:ascii="Times New Roman" w:hAnsi="Times New Roman"/>
                <w:color w:val="000000"/>
              </w:rPr>
              <w:t>следуют нормам здоровье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сберегающего поведения;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нрав- ственно-этическая ориента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ция 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проявляют навыки 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ничества в раз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ситуациях, находят выход из спорных си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туаций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59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5"/>
                <w:i w:val="0"/>
                <w:color w:val="000000"/>
                <w:sz w:val="22"/>
                <w:szCs w:val="22"/>
              </w:rPr>
            </w:pPr>
            <w:r w:rsidRPr="00E31D81">
              <w:rPr>
                <w:rFonts w:ascii="Times New Roman" w:hAnsi="Times New Roman"/>
                <w:color w:val="000000"/>
              </w:rPr>
              <w:t>Луг и его обита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тели</w:t>
            </w:r>
            <w:r>
              <w:rPr>
                <w:rFonts w:ascii="Times New Roman" w:hAnsi="Times New Roman"/>
                <w:color w:val="000000"/>
              </w:rPr>
              <w:t>. Жизнь луга.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рассказывать о своем крае (истории, памятных местах,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звании улиц и т. д.).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использовать дополни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тельные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точники ин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формации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 и сохраняют ее до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 учебных действий;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тролируют выполнение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тельную цель; повторяют и расширяют сведения об обитателях лугов.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мулируют собственное мне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и позицию; строят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нятные для партнера выска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зывания, учитывающие, что партнер знает и видит, а что нет; планируют учебное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трудничество —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и приходят к общему решению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ентация 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моральные нормы, приня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60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CB67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Луг и его обита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тели</w:t>
            </w:r>
            <w:r>
              <w:rPr>
                <w:rFonts w:ascii="Times New Roman" w:hAnsi="Times New Roman"/>
                <w:color w:val="000000"/>
              </w:rPr>
              <w:t xml:space="preserve">. Использование и </w:t>
            </w:r>
          </w:p>
          <w:p w:rsidR="006F0F69" w:rsidRDefault="006F0F69" w:rsidP="00CB67BF">
            <w:pPr>
              <w:spacing w:after="0" w:line="240" w:lineRule="auto"/>
              <w:rPr>
                <w:rStyle w:val="5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охрана лугов человеком.</w:t>
            </w:r>
          </w:p>
          <w:p w:rsidR="006F0F69" w:rsidRPr="00E31D81" w:rsidRDefault="006F0F69" w:rsidP="00CB67BF">
            <w:pPr>
              <w:spacing w:after="0" w:line="240" w:lineRule="auto"/>
              <w:rPr>
                <w:rStyle w:val="5"/>
                <w:i w:val="0"/>
                <w:color w:val="000000"/>
                <w:sz w:val="22"/>
                <w:szCs w:val="22"/>
              </w:rPr>
            </w:pPr>
          </w:p>
          <w:p w:rsidR="006F0F69" w:rsidRPr="00E31D81" w:rsidRDefault="006F0F69" w:rsidP="00CB67BF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>Травянистые растения нашей местности, лекарст</w:t>
            </w:r>
            <w:r>
              <w:rPr>
                <w:rStyle w:val="5"/>
                <w:color w:val="000000"/>
                <w:sz w:val="22"/>
                <w:szCs w:val="22"/>
              </w:rPr>
              <w:t>в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енные и </w:t>
            </w:r>
          </w:p>
          <w:p w:rsidR="006F0F69" w:rsidRPr="00E31D81" w:rsidRDefault="006F0F69" w:rsidP="00CB67BF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>
              <w:rPr>
                <w:rStyle w:val="5"/>
                <w:color w:val="000000"/>
                <w:sz w:val="22"/>
                <w:szCs w:val="22"/>
              </w:rPr>
              <w:t>я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довитые</w:t>
            </w:r>
            <w:r>
              <w:rPr>
                <w:rStyle w:val="5"/>
                <w:color w:val="000000"/>
                <w:sz w:val="22"/>
                <w:szCs w:val="22"/>
              </w:rPr>
              <w:t>.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 xml:space="preserve"> 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>рассказывать о своем крае (истории, памятных местах,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звании улиц и т. д.).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возмож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ность на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учиться: </w:t>
            </w:r>
            <w:r w:rsidRPr="00E31D81">
              <w:rPr>
                <w:rFonts w:ascii="Times New Roman" w:hAnsi="Times New Roman"/>
                <w:color w:val="000000"/>
              </w:rPr>
              <w:t>использовать дополни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тельные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точники ин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формации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принимают учебно-познавательную за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дачу и сохраняют ее до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ца учебных действий; кон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тролируют выполнение дей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ствий, вносят необходимые коррективы (свои и учителя).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выделя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 формулируют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тельную цель; повторяют и расширяют сведения об обитателях лугов. </w:t>
            </w: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фор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мулируют собственное мне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ние и позицию; строят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нятные для партнера выска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зывания, учитывающие, что партнер знает и видит, а что нет; планируют учебное со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трудничество — договарива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ются и приходят к общему решению в совместной дея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тельности</w:t>
            </w:r>
          </w:p>
          <w:p w:rsidR="006F0F69" w:rsidRPr="00E31D81" w:rsidRDefault="006F0F69" w:rsidP="00F53292">
            <w:pPr>
              <w:spacing w:after="0" w:line="240" w:lineRule="auto"/>
              <w:rPr>
                <w:rStyle w:val="a"/>
                <w:b/>
                <w:color w:val="000000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ентация 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ентируются в поведении на моральные нормы, приня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тые в обществе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61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rStyle w:val="5"/>
                <w:i w:val="0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Поле и его оби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татели</w:t>
            </w:r>
            <w:r>
              <w:rPr>
                <w:color w:val="000000"/>
                <w:sz w:val="22"/>
                <w:szCs w:val="22"/>
                <w:lang w:eastAsia="en-US"/>
              </w:rPr>
              <w:t>. Растения и животные поля.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rStyle w:val="5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rStyle w:val="5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>понимать, что поле это природ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ное сообще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ство, за кото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рым ухажи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вает человек.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определять, какие расте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относятся к зерновым культурам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>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>осущест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вляют смысловое чтение;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пользуют знаково-символи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ческие средства для решения задач; имеют представление о культурных растениях. </w:t>
            </w: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Коммуникативные</w:t>
            </w:r>
            <w:r w:rsidRPr="00E31D81">
              <w:rPr>
                <w:rStyle w:val="3"/>
                <w:color w:val="000000"/>
                <w:spacing w:val="-1"/>
                <w:sz w:val="22"/>
                <w:szCs w:val="22"/>
              </w:rPr>
              <w:t>:</w:t>
            </w:r>
            <w:r w:rsidRPr="00E31D81">
              <w:rPr>
                <w:rFonts w:ascii="Times New Roman" w:hAnsi="Times New Roman"/>
                <w:color w:val="000000"/>
              </w:rPr>
              <w:t>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задач; координируют и принимают позицию партнера во взаимодействии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чие;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смыслооб-разование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чувства других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62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/>
              <w:rPr>
                <w:rStyle w:val="5"/>
                <w:i w:val="0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color w:val="000000"/>
                <w:sz w:val="22"/>
                <w:szCs w:val="22"/>
                <w:lang w:eastAsia="en-US"/>
              </w:rPr>
              <w:t>Поле и его оби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татели</w:t>
            </w:r>
            <w:r>
              <w:rPr>
                <w:color w:val="000000"/>
                <w:sz w:val="22"/>
                <w:szCs w:val="22"/>
                <w:lang w:eastAsia="en-US"/>
              </w:rPr>
              <w:t>. Лекарственные растения.</w:t>
            </w:r>
          </w:p>
          <w:p w:rsidR="006F0F69" w:rsidRDefault="006F0F69" w:rsidP="00F53292">
            <w:pPr>
              <w:pStyle w:val="BodyText"/>
              <w:shd w:val="clear" w:color="auto" w:fill="auto"/>
              <w:spacing w:before="0"/>
              <w:rPr>
                <w:rStyle w:val="5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/>
              <w:rPr>
                <w:rStyle w:val="5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5"/>
                <w:color w:val="000000"/>
                <w:sz w:val="22"/>
                <w:szCs w:val="22"/>
                <w:lang w:eastAsia="en-US"/>
              </w:rPr>
              <w:t>Обитатели полей Тюменской области.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 </w:t>
            </w:r>
            <w:r w:rsidRPr="00E31D81">
              <w:rPr>
                <w:rFonts w:ascii="Times New Roman" w:hAnsi="Times New Roman"/>
                <w:color w:val="000000"/>
              </w:rPr>
              <w:t>понимать, что поле это природ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ное сообще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ство, за кото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рым ухажи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вает человек.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можность научиться: </w:t>
            </w:r>
            <w:r w:rsidRPr="00E31D81">
              <w:rPr>
                <w:rFonts w:ascii="Times New Roman" w:hAnsi="Times New Roman"/>
                <w:color w:val="000000"/>
              </w:rPr>
              <w:t>определять, какие расте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относятся к зерновым культурам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Регулятивные:</w:t>
            </w:r>
            <w:r w:rsidRPr="00E31D81">
              <w:rPr>
                <w:rFonts w:ascii="Times New Roman" w:hAnsi="Times New Roman"/>
                <w:color w:val="000000"/>
              </w:rPr>
              <w:t>планируют и контролируют свои дейст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вия, соблюдают правила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ведения на уроке, для того чтобы и самому получить хо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рошие результаты, и не мешать успешной работе товарища. </w:t>
            </w: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Познавательные:</w:t>
            </w:r>
            <w:r w:rsidRPr="00E31D81">
              <w:rPr>
                <w:rFonts w:ascii="Times New Roman" w:hAnsi="Times New Roman"/>
                <w:color w:val="000000"/>
              </w:rPr>
              <w:t>осущест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вляют смысловое чтение; ис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пользуют знаково-символи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ческие средства для решения задач; имеют представление о культурных растениях. </w:t>
            </w: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Коммуникативные</w:t>
            </w:r>
            <w:r w:rsidRPr="00E31D81">
              <w:rPr>
                <w:rStyle w:val="3"/>
                <w:color w:val="000000"/>
                <w:spacing w:val="-1"/>
                <w:sz w:val="22"/>
                <w:szCs w:val="22"/>
              </w:rPr>
              <w:t>:</w:t>
            </w:r>
            <w:r w:rsidRPr="00E31D81">
              <w:rPr>
                <w:rFonts w:ascii="Times New Roman" w:hAnsi="Times New Roman"/>
                <w:color w:val="000000"/>
              </w:rPr>
              <w:t>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познаватель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ных задач; координируют и принимают позицию партнера во взаимодействии</w:t>
            </w:r>
          </w:p>
          <w:p w:rsidR="006F0F69" w:rsidRPr="00E31D81" w:rsidRDefault="006F0F69" w:rsidP="00F53292">
            <w:pPr>
              <w:spacing w:after="0" w:line="240" w:lineRule="auto"/>
              <w:rPr>
                <w:rStyle w:val="3"/>
                <w:b/>
                <w:color w:val="000000"/>
                <w:spacing w:val="-1"/>
                <w:sz w:val="22"/>
                <w:szCs w:val="22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ние</w:t>
            </w:r>
            <w:r w:rsidRPr="00E31D81">
              <w:rPr>
                <w:rFonts w:ascii="Times New Roman" w:hAnsi="Times New Roman"/>
                <w:color w:val="000000"/>
              </w:rPr>
              <w:t>- 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чие;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смыслооб-разование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чувства других людей и сопережива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ют им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тек</w:t>
            </w:r>
            <w:r>
              <w:rPr>
                <w:rFonts w:ascii="Times New Roman" w:hAnsi="Times New Roman"/>
              </w:rPr>
              <w:t>у</w:t>
            </w:r>
            <w:r w:rsidRPr="00E31D81">
              <w:rPr>
                <w:rFonts w:ascii="Times New Roman" w:hAnsi="Times New Roman"/>
              </w:rPr>
              <w:t>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CC261B" w:rsidRDefault="006F0F69" w:rsidP="006B395A">
            <w:pPr>
              <w:pStyle w:val="BodyText"/>
              <w:shd w:val="clear" w:color="auto" w:fill="auto"/>
              <w:spacing w:before="0"/>
              <w:rPr>
                <w:rStyle w:val="5"/>
                <w:i w:val="0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5"/>
                <w:i w:val="0"/>
                <w:color w:val="000000"/>
                <w:sz w:val="22"/>
                <w:szCs w:val="22"/>
                <w:lang w:eastAsia="en-US"/>
              </w:rPr>
              <w:t xml:space="preserve">Сад и его обитатели. </w:t>
            </w: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определять, что сад - это природное сообщество растений и животных, за которым ухаживает человек.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можность узнать: </w:t>
            </w:r>
            <w:r w:rsidRPr="00E31D81">
              <w:rPr>
                <w:rFonts w:ascii="Times New Roman" w:hAnsi="Times New Roman"/>
                <w:color w:val="000000"/>
              </w:rPr>
              <w:t>о размноже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нии садовых культур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CC261B">
            <w:pPr>
              <w:pStyle w:val="BodyText"/>
              <w:shd w:val="clear" w:color="auto" w:fill="auto"/>
              <w:spacing w:before="0" w:line="250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выполняют задание в соответствии с поставленной целью, от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вечают на поставленные вопросы, ориентируются в рабочей тетради и учебнике.</w:t>
            </w:r>
          </w:p>
          <w:p w:rsidR="006F0F69" w:rsidRPr="00E31D81" w:rsidRDefault="006F0F69" w:rsidP="00CC261B">
            <w:pPr>
              <w:pStyle w:val="BodyText"/>
              <w:shd w:val="clear" w:color="auto" w:fill="auto"/>
              <w:spacing w:before="0" w:line="250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CC261B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>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ничают, проявляя активность во взаимодействии для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познавательных задач</w:t>
            </w:r>
          </w:p>
          <w:p w:rsidR="006F0F69" w:rsidRPr="00E31D81" w:rsidRDefault="006F0F69" w:rsidP="00CC261B">
            <w:pPr>
              <w:pStyle w:val="BodyText"/>
              <w:shd w:val="clear" w:color="auto" w:fill="auto"/>
              <w:spacing w:before="0" w:line="250" w:lineRule="exact"/>
              <w:ind w:left="120"/>
              <w:jc w:val="left"/>
              <w:rPr>
                <w:rStyle w:val="3"/>
                <w:b/>
                <w:color w:val="000000"/>
                <w:spacing w:val="-1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color w:val="000000"/>
              </w:rPr>
              <w:t>— оце</w:t>
            </w:r>
            <w:r w:rsidRPr="00E31D81">
              <w:rPr>
                <w:color w:val="000000"/>
              </w:rPr>
              <w:softHyphen/>
              <w:t>нивают эмоцио-нально-эстети- ческие впечат</w:t>
            </w:r>
            <w:r w:rsidRPr="00E31D81">
              <w:rPr>
                <w:color w:val="000000"/>
              </w:rPr>
              <w:softHyphen/>
              <w:t>ления от встречи с друзьями- одноклассника- ми, отмечают в окружении то, что особенно нравится, при</w:t>
            </w:r>
            <w:r w:rsidRPr="00E31D81">
              <w:rPr>
                <w:color w:val="000000"/>
              </w:rPr>
              <w:softHyphen/>
              <w:t>нимают ценно</w:t>
            </w:r>
            <w:r w:rsidRPr="00E31D81">
              <w:rPr>
                <w:color w:val="000000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Pr="00851702" w:rsidRDefault="006F0F69" w:rsidP="006B395A">
            <w:pPr>
              <w:pStyle w:val="BodyText"/>
              <w:shd w:val="clear" w:color="auto" w:fill="auto"/>
              <w:spacing w:before="0"/>
              <w:rPr>
                <w:rStyle w:val="5"/>
                <w:b/>
                <w:i w:val="0"/>
                <w:color w:val="000000"/>
                <w:sz w:val="22"/>
                <w:szCs w:val="22"/>
                <w:lang w:eastAsia="en-US"/>
              </w:rPr>
            </w:pPr>
            <w:r w:rsidRPr="00851702">
              <w:rPr>
                <w:rStyle w:val="5"/>
                <w:b/>
                <w:i w:val="0"/>
                <w:color w:val="000000"/>
                <w:sz w:val="22"/>
                <w:szCs w:val="22"/>
                <w:lang w:eastAsia="en-US"/>
              </w:rPr>
              <w:t>Контрольная работа №4 по</w:t>
            </w:r>
          </w:p>
          <w:p w:rsidR="006F0F69" w:rsidRPr="00851702" w:rsidRDefault="006F0F69" w:rsidP="006B395A">
            <w:pPr>
              <w:pStyle w:val="BodyText"/>
              <w:shd w:val="clear" w:color="auto" w:fill="auto"/>
              <w:spacing w:before="0"/>
              <w:rPr>
                <w:rStyle w:val="5"/>
                <w:b/>
                <w:i w:val="0"/>
                <w:color w:val="000000"/>
                <w:sz w:val="22"/>
                <w:szCs w:val="22"/>
                <w:lang w:eastAsia="en-US"/>
              </w:rPr>
            </w:pPr>
            <w:r w:rsidRPr="00851702">
              <w:rPr>
                <w:rStyle w:val="5"/>
                <w:b/>
                <w:i w:val="0"/>
                <w:color w:val="000000"/>
                <w:sz w:val="22"/>
                <w:szCs w:val="22"/>
                <w:lang w:eastAsia="en-US"/>
              </w:rPr>
              <w:t>Разделу «Природные сообщества»</w:t>
            </w:r>
            <w:r>
              <w:rPr>
                <w:rStyle w:val="5"/>
                <w:b/>
                <w:i w:val="0"/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определять, что сад - это природное сообщество растений и животных, за которым ухаживает человек.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можность узнать: </w:t>
            </w:r>
            <w:r w:rsidRPr="00E31D81">
              <w:rPr>
                <w:rFonts w:ascii="Times New Roman" w:hAnsi="Times New Roman"/>
                <w:color w:val="000000"/>
              </w:rPr>
              <w:t>о размноже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нии садовых культур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0" w:lineRule="exact"/>
              <w:ind w:left="120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выполняют задание в соответствии с поставленной целью, от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вечают на поставленные вопросы, ориентируются в рабочей тетради и учебнике.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50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>выделя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ют и формулируют познава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тельную цель; используют условные знаки, символы, приведенные в учебной ли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тературе.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3"/>
                <w:b/>
                <w:color w:val="000000"/>
                <w:spacing w:val="-1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>сотруд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ничают, проявляя активность во взаимодействии для реше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ния познавательных задач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Нравственно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этическая ори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ентация</w:t>
            </w:r>
            <w:r w:rsidRPr="00E31D81">
              <w:rPr>
                <w:rFonts w:ascii="Times New Roman" w:hAnsi="Times New Roman"/>
                <w:color w:val="000000"/>
              </w:rPr>
              <w:t>— оце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нивают эмоцио-нально-эстети- ческие впечат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ления от встречи с друзьями- одноклассника- ми, отмечают в окружении то, что особенно нравится, при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нимают ценно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сти мира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работа.</w:t>
            </w:r>
          </w:p>
        </w:tc>
      </w:tr>
      <w:tr w:rsidR="006F0F69" w:rsidRPr="00E31D81" w:rsidTr="009465A6">
        <w:trPr>
          <w:trHeight w:val="51"/>
        </w:trPr>
        <w:tc>
          <w:tcPr>
            <w:tcW w:w="14794" w:type="dxa"/>
            <w:gridSpan w:val="11"/>
          </w:tcPr>
          <w:p w:rsidR="006F0F69" w:rsidRPr="001036D5" w:rsidRDefault="006F0F69" w:rsidP="006B39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036D5">
              <w:rPr>
                <w:rFonts w:ascii="Times New Roman" w:hAnsi="Times New Roman"/>
                <w:b/>
              </w:rPr>
              <w:t xml:space="preserve">                                                                        7. Природа и человек ( 2 часа)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Человек - часть природы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6F0F69" w:rsidRDefault="006F0F69" w:rsidP="006B39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>Охранные мероприятия Тюменской области.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понимать, что человек - это часть природы.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можность узнать:</w:t>
            </w:r>
            <w:r w:rsidRPr="00E31D81">
              <w:rPr>
                <w:rFonts w:ascii="Times New Roman" w:hAnsi="Times New Roman"/>
                <w:color w:val="000000"/>
              </w:rPr>
              <w:t>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чему необ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ходимо бе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речь приро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ду и какие животные и растения нашей стра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 занесены в Красную книгу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83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адекватно воспринимают информацию учителя или одноклассника, содержащую оценочный характер ответа или выпол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ненного действия. </w:t>
            </w:r>
            <w:r w:rsidRPr="00E31D81">
              <w:rPr>
                <w:rStyle w:val="a"/>
                <w:b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самостоя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тельно выделяют и форму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лируют познавательную цель; передают информа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цию устным способом, оце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нивают достоверность ин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формации; объясняют поня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тия о природе как среде обитания всех живых су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ществ на Земле; понимают, что нужно беречь природу; знакомятся с Красной кни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гой России.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тельных задач; адекватно оценивают собственное поведение и поведение ок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ружающих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rFonts w:ascii="Times New Roman" w:hAnsi="Times New Roman"/>
                <w:color w:val="000000"/>
              </w:rPr>
              <w:t xml:space="preserve"> осознают ответственность человека за 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щее благополу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 xml:space="preserve">чие;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нравствен- но-этнческая ориентация — </w:t>
            </w:r>
            <w:r w:rsidRPr="00E31D81">
              <w:rPr>
                <w:rFonts w:ascii="Times New Roman" w:hAnsi="Times New Roman"/>
                <w:color w:val="000000"/>
              </w:rPr>
              <w:t>проявляют на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выки сотрудни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чества в разных ситуациях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CB67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1D81">
              <w:rPr>
                <w:rFonts w:ascii="Times New Roman" w:hAnsi="Times New Roman"/>
                <w:color w:val="000000"/>
              </w:rPr>
              <w:t>Человек - часть приро</w:t>
            </w:r>
            <w:r>
              <w:rPr>
                <w:rFonts w:ascii="Times New Roman" w:hAnsi="Times New Roman"/>
                <w:color w:val="000000"/>
              </w:rPr>
              <w:t xml:space="preserve">ды. Давайте </w:t>
            </w:r>
          </w:p>
          <w:p w:rsidR="006F0F69" w:rsidRPr="00E31D81" w:rsidRDefault="006F0F69" w:rsidP="00CB67BF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Беречь нашу Землю!.</w:t>
            </w:r>
          </w:p>
          <w:p w:rsidR="006F0F69" w:rsidRPr="00E31D81" w:rsidRDefault="006F0F69" w:rsidP="001A33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spacing w:after="0" w:line="240" w:lineRule="auto"/>
              <w:rPr>
                <w:rStyle w:val="5"/>
                <w:color w:val="000000"/>
                <w:sz w:val="22"/>
                <w:szCs w:val="22"/>
              </w:rPr>
            </w:pP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Научатся: </w:t>
            </w:r>
            <w:r w:rsidRPr="00E31D81">
              <w:rPr>
                <w:rFonts w:ascii="Times New Roman" w:hAnsi="Times New Roman"/>
                <w:color w:val="000000"/>
              </w:rPr>
              <w:t xml:space="preserve">понимать, что человек - это часть природы.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Получат воз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>можность узнать:</w:t>
            </w:r>
            <w:r w:rsidRPr="00E31D81">
              <w:rPr>
                <w:rFonts w:ascii="Times New Roman" w:hAnsi="Times New Roman"/>
                <w:color w:val="000000"/>
              </w:rPr>
              <w:t>по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чему необ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ходимо бе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речь приро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ду и какие животные и растения нашей стра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ны занесены в Красную книгу</w:t>
            </w:r>
          </w:p>
        </w:tc>
        <w:tc>
          <w:tcPr>
            <w:tcW w:w="7287" w:type="dxa"/>
            <w:gridSpan w:val="3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 w:line="283" w:lineRule="exact"/>
              <w:ind w:left="12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адекватно воспринимают информацию учителя или одноклассника, содержащую оценочный характер ответа или выпол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 xml:space="preserve">ненного действия. </w:t>
            </w:r>
            <w:r w:rsidRPr="00E31D81">
              <w:rPr>
                <w:rStyle w:val="a"/>
                <w:b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t xml:space="preserve"> самостоя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тельно выделяют и форму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лируют познавательную цель; передают информа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цию устным способом, оце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нивают достоверность ин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формации; объясняют поня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тия о природе как среде обитания всех живых су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ществ на Земле; понимают, что нужно беречь природу; знакомятся с Красной кни</w:t>
            </w:r>
            <w:r w:rsidRPr="00E31D81">
              <w:rPr>
                <w:color w:val="000000"/>
                <w:sz w:val="22"/>
                <w:szCs w:val="22"/>
                <w:lang w:eastAsia="en-US"/>
              </w:rPr>
              <w:softHyphen/>
              <w:t>гой России.</w:t>
            </w:r>
          </w:p>
          <w:p w:rsidR="006F0F69" w:rsidRPr="00E31D81" w:rsidRDefault="006F0F69" w:rsidP="00F53292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Style w:val="a"/>
                <w:b/>
                <w:color w:val="000000"/>
                <w:sz w:val="22"/>
                <w:szCs w:val="22"/>
              </w:rPr>
              <w:t>Коммуникативные:</w:t>
            </w:r>
            <w:r w:rsidRPr="00E31D81">
              <w:rPr>
                <w:rFonts w:ascii="Times New Roman" w:hAnsi="Times New Roman"/>
                <w:color w:val="000000"/>
              </w:rPr>
              <w:t xml:space="preserve"> прояв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ляют активность во взаимо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действии для решения ком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муникативных и познава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тельных задач; адекватно оценивают собственное поведение и поведение ок</w:t>
            </w:r>
            <w:r w:rsidRPr="00E31D81">
              <w:rPr>
                <w:rFonts w:ascii="Times New Roman" w:hAnsi="Times New Roman"/>
                <w:color w:val="000000"/>
              </w:rPr>
              <w:softHyphen/>
              <w:t>ружающих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83" w:lineRule="exact"/>
              <w:ind w:left="120"/>
              <w:jc w:val="left"/>
              <w:rPr>
                <w:rStyle w:val="a"/>
                <w:b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</w:rPr>
              <w:t>Личностные: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>Самоопределе</w:t>
            </w:r>
            <w:r w:rsidRPr="00E31D81">
              <w:rPr>
                <w:rStyle w:val="5"/>
                <w:color w:val="000000"/>
                <w:sz w:val="22"/>
                <w:szCs w:val="22"/>
              </w:rPr>
              <w:softHyphen/>
              <w:t xml:space="preserve">ние </w:t>
            </w:r>
            <w:r w:rsidRPr="00E31D81">
              <w:rPr>
                <w:rStyle w:val="a"/>
                <w:color w:val="000000"/>
                <w:sz w:val="22"/>
                <w:szCs w:val="22"/>
              </w:rPr>
              <w:t>-</w:t>
            </w:r>
            <w:r w:rsidRPr="00E31D81">
              <w:rPr>
                <w:color w:val="000000"/>
                <w:sz w:val="22"/>
                <w:szCs w:val="22"/>
              </w:rPr>
              <w:t xml:space="preserve"> осознают ответственность человека за об</w:t>
            </w:r>
            <w:r w:rsidRPr="00E31D81">
              <w:rPr>
                <w:color w:val="000000"/>
                <w:sz w:val="22"/>
                <w:szCs w:val="22"/>
              </w:rPr>
              <w:softHyphen/>
              <w:t>щее благополу</w:t>
            </w:r>
            <w:r w:rsidRPr="00E31D81">
              <w:rPr>
                <w:color w:val="000000"/>
                <w:sz w:val="22"/>
                <w:szCs w:val="22"/>
              </w:rPr>
              <w:softHyphen/>
              <w:t xml:space="preserve">чие; </w:t>
            </w:r>
            <w:r w:rsidRPr="00E31D81">
              <w:rPr>
                <w:rStyle w:val="5"/>
                <w:color w:val="000000"/>
                <w:sz w:val="22"/>
                <w:szCs w:val="22"/>
              </w:rPr>
              <w:t xml:space="preserve">нравствен- но-этнческая ориентация — </w:t>
            </w:r>
            <w:r w:rsidRPr="00E31D81">
              <w:rPr>
                <w:color w:val="000000"/>
                <w:sz w:val="22"/>
                <w:szCs w:val="22"/>
              </w:rPr>
              <w:t>проявляют на</w:t>
            </w:r>
            <w:r w:rsidRPr="00E31D81">
              <w:rPr>
                <w:color w:val="000000"/>
                <w:sz w:val="22"/>
                <w:szCs w:val="22"/>
              </w:rPr>
              <w:softHyphen/>
              <w:t>выки сотрудни</w:t>
            </w:r>
            <w:r w:rsidRPr="00E31D81">
              <w:rPr>
                <w:color w:val="000000"/>
                <w:sz w:val="22"/>
                <w:szCs w:val="22"/>
              </w:rPr>
              <w:softHyphen/>
              <w:t>чества в разных ситуациях</w:t>
            </w: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фронтальный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00"/>
              <w:jc w:val="left"/>
              <w:rPr>
                <w:rStyle w:val="BodyTextChar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Защита проектов «Россия - твоя Родина» </w:t>
            </w:r>
            <w:r>
              <w:rPr>
                <w:rStyle w:val="BodyTextChar"/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00"/>
              <w:jc w:val="left"/>
              <w:rPr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9" w:type="dxa"/>
          </w:tcPr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4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>проводить простейшие исследова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ния, интер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вьюировать родителей и других родственни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ков, созда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вать иллю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стративный текст или электронную презентацию на заданную тему; высту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пать с под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готовленны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ми сообще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 xml:space="preserve">ниями. </w:t>
            </w: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t>Получат воз</w:t>
            </w: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softHyphen/>
              <w:t xml:space="preserve">можность научиться: 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>обсуждать выступления учащихся; оценивать свои дости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жения и до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стижения своих одно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классников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87" w:type="dxa"/>
            <w:gridSpan w:val="3"/>
          </w:tcPr>
          <w:p w:rsidR="006F0F69" w:rsidRPr="00E31D81" w:rsidRDefault="006F0F69" w:rsidP="009B799B">
            <w:pPr>
              <w:pStyle w:val="BodyText"/>
              <w:shd w:val="clear" w:color="auto" w:fill="auto"/>
              <w:spacing w:before="0" w:line="240" w:lineRule="auto"/>
              <w:ind w:left="120" w:right="16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дейст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вия, соблюдают правила по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ведения на уроке, для того чтобы и самому получить хо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рошие результаты, и не ме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шать успешной работе това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рища.</w:t>
            </w:r>
          </w:p>
          <w:p w:rsidR="006F0F69" w:rsidRPr="00E31D81" w:rsidRDefault="006F0F69" w:rsidP="009B799B">
            <w:pPr>
              <w:pStyle w:val="BodyText"/>
              <w:shd w:val="clear" w:color="auto" w:fill="auto"/>
              <w:spacing w:before="0" w:line="240" w:lineRule="auto"/>
              <w:ind w:left="120" w:right="16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осуще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ствляют смысловое чтение; используют знаково-симво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лические средства для ре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шения учебных задач; име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ют представление о том, как собирать и использовать информацию для защиты проекта.</w:t>
            </w:r>
          </w:p>
          <w:p w:rsidR="006F0F69" w:rsidRPr="00E31D81" w:rsidRDefault="006F0F69" w:rsidP="009B799B">
            <w:pPr>
              <w:pStyle w:val="BodyText"/>
              <w:shd w:val="clear" w:color="auto" w:fill="auto"/>
              <w:spacing w:before="0" w:line="240" w:lineRule="auto"/>
              <w:ind w:left="120" w:right="160"/>
              <w:rPr>
                <w:rStyle w:val="BodyTextChar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Коммуникативные: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прояв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ляют</w:t>
            </w:r>
          </w:p>
          <w:p w:rsidR="006F0F69" w:rsidRPr="00E31D81" w:rsidRDefault="006F0F69" w:rsidP="009B799B">
            <w:pPr>
              <w:pStyle w:val="BodyText"/>
              <w:shd w:val="clear" w:color="auto" w:fill="auto"/>
              <w:spacing w:before="0" w:line="240" w:lineRule="auto"/>
              <w:ind w:left="120" w:right="16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>активность во взаимо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действии для решения коммуникативных и познава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тельных задач; координиру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ют и принимают позицию партнера во взаимодействии</w:t>
            </w:r>
          </w:p>
          <w:p w:rsidR="006F0F69" w:rsidRPr="00E31D81" w:rsidRDefault="006F0F69" w:rsidP="009B799B">
            <w:pPr>
              <w:pStyle w:val="BodyText"/>
              <w:shd w:val="clear" w:color="auto" w:fill="auto"/>
              <w:spacing w:before="0" w:line="240" w:lineRule="auto"/>
              <w:ind w:right="140"/>
              <w:rPr>
                <w:sz w:val="22"/>
                <w:szCs w:val="22"/>
                <w:lang w:eastAsia="en-US"/>
              </w:rPr>
            </w:pPr>
            <w:r w:rsidRPr="00E31D81">
              <w:rPr>
                <w:sz w:val="22"/>
                <w:szCs w:val="22"/>
                <w:lang w:eastAsia="en-US"/>
              </w:rPr>
              <w:t xml:space="preserve">  </w:t>
            </w: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Личностные:</w:t>
            </w: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t xml:space="preserve"> Смыслообразование —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понима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ют чувства дру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гих людей и со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переживают им</w:t>
            </w:r>
          </w:p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Итоговый</w:t>
            </w:r>
          </w:p>
        </w:tc>
      </w:tr>
      <w:tr w:rsidR="006F0F69" w:rsidRPr="00E31D81" w:rsidTr="006B395A">
        <w:trPr>
          <w:trHeight w:val="51"/>
        </w:trPr>
        <w:tc>
          <w:tcPr>
            <w:tcW w:w="539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6" w:type="dxa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2" w:type="dxa"/>
          </w:tcPr>
          <w:p w:rsidR="006F0F69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00"/>
              <w:jc w:val="left"/>
              <w:rPr>
                <w:rStyle w:val="11"/>
                <w:i w:val="0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>Защита проектов «Россия - твоя Родина»</w:t>
            </w:r>
            <w:r>
              <w:rPr>
                <w:rStyle w:val="BodyTextChar"/>
                <w:color w:val="000000"/>
                <w:sz w:val="22"/>
                <w:szCs w:val="22"/>
                <w:lang w:eastAsia="en-US"/>
              </w:rPr>
              <w:t>.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00"/>
              <w:jc w:val="left"/>
              <w:rPr>
                <w:rStyle w:val="11"/>
                <w:i w:val="0"/>
                <w:color w:val="000000"/>
                <w:sz w:val="22"/>
                <w:szCs w:val="22"/>
                <w:lang w:eastAsia="en-US"/>
              </w:rPr>
            </w:pP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00"/>
              <w:jc w:val="left"/>
              <w:rPr>
                <w:rStyle w:val="BodyTextChar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sz w:val="22"/>
                <w:szCs w:val="22"/>
              </w:rPr>
              <w:t>Правила поведения в природе родного края.</w:t>
            </w:r>
          </w:p>
        </w:tc>
        <w:tc>
          <w:tcPr>
            <w:tcW w:w="2109" w:type="dxa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 w:line="269" w:lineRule="exact"/>
              <w:ind w:left="120" w:right="14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t xml:space="preserve">Научатся: 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>проводить простейшие исследова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ния, интер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вьюировать родителей и других родственни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ков, созда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вать иллю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стративный текст или электронную презентацию на заданную тему; высту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пать с под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готовленны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ми сообще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 xml:space="preserve">ниями. </w:t>
            </w: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t>Получат воз</w:t>
            </w: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softHyphen/>
              <w:t xml:space="preserve">можность научиться: 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>обсуждать выступления учащихся; оценивать свои дости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жения и до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стижения своих одно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классников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40"/>
              <w:jc w:val="left"/>
              <w:rPr>
                <w:rStyle w:val="11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87" w:type="dxa"/>
            <w:gridSpan w:val="3"/>
          </w:tcPr>
          <w:p w:rsidR="006F0F69" w:rsidRPr="00E31D81" w:rsidRDefault="006F0F69" w:rsidP="00F53292">
            <w:pPr>
              <w:pStyle w:val="BodyText"/>
              <w:shd w:val="clear" w:color="auto" w:fill="auto"/>
              <w:spacing w:before="0" w:line="240" w:lineRule="auto"/>
              <w:ind w:left="120" w:right="16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Регулятивные: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планируют и контролируют свои дейст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вия, соблюдают правила по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ведения на уроке, для того чтобы и самому получить хо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рошие результаты, и не ме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шать успешной работе това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рища.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40" w:lineRule="auto"/>
              <w:ind w:left="120" w:right="160"/>
              <w:jc w:val="left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Познавательные: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осуще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ствляют смысловое чтение; используют знаково-симво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лические средства для ре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шения учебных задач; име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ют представление о том, как собирать и использовать информацию для защиты проекта.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40" w:lineRule="auto"/>
              <w:ind w:left="120" w:right="160"/>
              <w:rPr>
                <w:rStyle w:val="BodyTextChar"/>
                <w:color w:val="000000"/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Коммуникативные: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прояв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ляют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40" w:lineRule="auto"/>
              <w:ind w:left="120" w:right="16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>активность во взаимо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действии для решения коммуникативных и познава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тельных задач; координиру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ют и принимают позицию партнера во взаимодействии</w:t>
            </w: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40" w:lineRule="auto"/>
              <w:ind w:left="100" w:right="140"/>
              <w:rPr>
                <w:sz w:val="22"/>
                <w:szCs w:val="22"/>
                <w:lang w:eastAsia="en-US"/>
              </w:rPr>
            </w:pPr>
          </w:p>
          <w:p w:rsidR="006F0F69" w:rsidRPr="00E31D81" w:rsidRDefault="006F0F69" w:rsidP="00F53292">
            <w:pPr>
              <w:pStyle w:val="BodyText"/>
              <w:shd w:val="clear" w:color="auto" w:fill="auto"/>
              <w:spacing w:before="0" w:line="240" w:lineRule="auto"/>
              <w:ind w:left="100" w:right="140"/>
              <w:rPr>
                <w:sz w:val="22"/>
                <w:szCs w:val="22"/>
                <w:lang w:eastAsia="en-US"/>
              </w:rPr>
            </w:pPr>
            <w:r w:rsidRPr="00E31D81"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  <w:t>Личностные:</w:t>
            </w:r>
            <w:r w:rsidRPr="00E31D81">
              <w:rPr>
                <w:rStyle w:val="11"/>
                <w:color w:val="000000"/>
                <w:sz w:val="22"/>
                <w:szCs w:val="22"/>
                <w:lang w:eastAsia="en-US"/>
              </w:rPr>
              <w:t xml:space="preserve"> Смыслообразование —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t xml:space="preserve"> понима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ют чувства дру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гих людей и со</w:t>
            </w:r>
            <w:r w:rsidRPr="00E31D81">
              <w:rPr>
                <w:rStyle w:val="BodyTextChar"/>
                <w:color w:val="000000"/>
                <w:sz w:val="22"/>
                <w:szCs w:val="22"/>
                <w:lang w:eastAsia="en-US"/>
              </w:rPr>
              <w:softHyphen/>
              <w:t>переживают им</w:t>
            </w:r>
          </w:p>
          <w:p w:rsidR="006F0F69" w:rsidRPr="00E31D81" w:rsidRDefault="006F0F69" w:rsidP="006B395A">
            <w:pPr>
              <w:pStyle w:val="BodyText"/>
              <w:shd w:val="clear" w:color="auto" w:fill="auto"/>
              <w:spacing w:before="0" w:line="269" w:lineRule="exact"/>
              <w:ind w:left="120" w:right="160"/>
              <w:rPr>
                <w:rStyle w:val="11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gridSpan w:val="2"/>
          </w:tcPr>
          <w:p w:rsidR="006F0F69" w:rsidRPr="00E31D81" w:rsidRDefault="006F0F69" w:rsidP="006B395A">
            <w:pPr>
              <w:spacing w:after="0" w:line="240" w:lineRule="auto"/>
              <w:rPr>
                <w:rFonts w:ascii="Times New Roman" w:hAnsi="Times New Roman"/>
              </w:rPr>
            </w:pPr>
            <w:r w:rsidRPr="00E31D81">
              <w:rPr>
                <w:rFonts w:ascii="Times New Roman" w:hAnsi="Times New Roman"/>
              </w:rPr>
              <w:t xml:space="preserve">Итоговый </w:t>
            </w:r>
          </w:p>
        </w:tc>
      </w:tr>
    </w:tbl>
    <w:p w:rsidR="006F0F69" w:rsidRPr="00E31D81" w:rsidRDefault="006F0F69" w:rsidP="008E03D2">
      <w:pPr>
        <w:rPr>
          <w:rFonts w:ascii="Times New Roman" w:hAnsi="Times New Roman"/>
          <w:i/>
        </w:rPr>
      </w:pPr>
      <w:r w:rsidRPr="00E31D81">
        <w:rPr>
          <w:rFonts w:ascii="Times New Roman" w:hAnsi="Times New Roman"/>
          <w:i/>
        </w:rPr>
        <w:t>.</w:t>
      </w:r>
    </w:p>
    <w:p w:rsidR="006F0F69" w:rsidRPr="00E31D81" w:rsidRDefault="006F0F69" w:rsidP="0055576C">
      <w:pPr>
        <w:rPr>
          <w:rFonts w:ascii="Times New Roman" w:hAnsi="Times New Roman"/>
        </w:rPr>
      </w:pPr>
    </w:p>
    <w:p w:rsidR="006F0F69" w:rsidRPr="00E31D81" w:rsidRDefault="006F0F69">
      <w:pPr>
        <w:rPr>
          <w:rFonts w:ascii="Times New Roman" w:hAnsi="Times New Roman"/>
        </w:rPr>
      </w:pPr>
    </w:p>
    <w:p w:rsidR="006F0F69" w:rsidRPr="00E31D81" w:rsidRDefault="006F0F69">
      <w:pPr>
        <w:rPr>
          <w:rFonts w:ascii="Times New Roman" w:hAnsi="Times New Roman"/>
        </w:rPr>
      </w:pPr>
    </w:p>
    <w:p w:rsidR="006F0F69" w:rsidRPr="00E31D81" w:rsidRDefault="006F0F69">
      <w:pPr>
        <w:rPr>
          <w:rFonts w:ascii="Times New Roman" w:hAnsi="Times New Roman"/>
        </w:rPr>
      </w:pPr>
    </w:p>
    <w:p w:rsidR="006F0F69" w:rsidRPr="00E31D81" w:rsidRDefault="006F0F69">
      <w:pPr>
        <w:rPr>
          <w:rFonts w:ascii="Times New Roman" w:hAnsi="Times New Roman"/>
        </w:rPr>
      </w:pPr>
    </w:p>
    <w:p w:rsidR="006F0F69" w:rsidRPr="00E31D81" w:rsidRDefault="006F0F69">
      <w:pPr>
        <w:rPr>
          <w:rFonts w:ascii="Times New Roman" w:hAnsi="Times New Roman"/>
        </w:rPr>
      </w:pPr>
    </w:p>
    <w:p w:rsidR="006F0F69" w:rsidRPr="00E31D81" w:rsidRDefault="006F0F69">
      <w:pPr>
        <w:rPr>
          <w:rFonts w:ascii="Times New Roman" w:hAnsi="Times New Roman"/>
        </w:rPr>
      </w:pPr>
    </w:p>
    <w:sectPr w:rsidR="006F0F69" w:rsidRPr="00E31D81" w:rsidSect="00CC32BF">
      <w:footerReference w:type="even" r:id="rId10"/>
      <w:footerReference w:type="default" r:id="rId11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F69" w:rsidRDefault="006F0F69" w:rsidP="003E6F70">
      <w:pPr>
        <w:spacing w:after="0" w:line="240" w:lineRule="auto"/>
      </w:pPr>
      <w:r>
        <w:separator/>
      </w:r>
    </w:p>
  </w:endnote>
  <w:endnote w:type="continuationSeparator" w:id="0">
    <w:p w:rsidR="006F0F69" w:rsidRDefault="006F0F69" w:rsidP="003E6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69" w:rsidRDefault="006F0F69" w:rsidP="00DA76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0F69" w:rsidRDefault="006F0F69" w:rsidP="00CC32B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F69" w:rsidRDefault="006F0F69" w:rsidP="00DA76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0F69" w:rsidRDefault="006F0F69" w:rsidP="00CC32B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F69" w:rsidRDefault="006F0F69" w:rsidP="003E6F70">
      <w:pPr>
        <w:spacing w:after="0" w:line="240" w:lineRule="auto"/>
      </w:pPr>
      <w:r>
        <w:separator/>
      </w:r>
    </w:p>
  </w:footnote>
  <w:footnote w:type="continuationSeparator" w:id="0">
    <w:p w:rsidR="006F0F69" w:rsidRDefault="006F0F69" w:rsidP="003E6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9"/>
    <w:multiLevelType w:val="multilevel"/>
    <w:tmpl w:val="00000018"/>
    <w:lvl w:ilvl="0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1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2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3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4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5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6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7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  <w:lvl w:ilvl="8">
      <w:start w:val="1"/>
      <w:numFmt w:val="decimal"/>
      <w:lvlText w:val="%1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single"/>
      </w:rPr>
    </w:lvl>
  </w:abstractNum>
  <w:abstractNum w:abstractNumId="2">
    <w:nsid w:val="0000001B"/>
    <w:multiLevelType w:val="multilevel"/>
    <w:tmpl w:val="0000001A"/>
    <w:lvl w:ilvl="0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1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2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3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4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5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6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7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  <w:lvl w:ilvl="8">
      <w:numFmt w:val="decimal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</w:rPr>
    </w:lvl>
  </w:abstractNum>
  <w:abstractNum w:abstractNumId="3">
    <w:nsid w:val="00C234A3"/>
    <w:multiLevelType w:val="hybridMultilevel"/>
    <w:tmpl w:val="B17C6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2F8133C3"/>
    <w:multiLevelType w:val="hybridMultilevel"/>
    <w:tmpl w:val="E83CD59A"/>
    <w:lvl w:ilvl="0" w:tplc="F5EADBD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CA555D2"/>
    <w:multiLevelType w:val="hybridMultilevel"/>
    <w:tmpl w:val="ECE82592"/>
    <w:lvl w:ilvl="0" w:tplc="CF3CB4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7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723D690F"/>
    <w:multiLevelType w:val="hybridMultilevel"/>
    <w:tmpl w:val="5F56C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-14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28"/>
  </w:num>
  <w:num w:numId="5">
    <w:abstractNumId w:val="30"/>
  </w:num>
  <w:num w:numId="6">
    <w:abstractNumId w:val="16"/>
  </w:num>
  <w:num w:numId="7">
    <w:abstractNumId w:val="22"/>
  </w:num>
  <w:num w:numId="8">
    <w:abstractNumId w:val="5"/>
  </w:num>
  <w:num w:numId="9">
    <w:abstractNumId w:val="6"/>
  </w:num>
  <w:num w:numId="10">
    <w:abstractNumId w:val="8"/>
  </w:num>
  <w:num w:numId="11">
    <w:abstractNumId w:val="21"/>
  </w:num>
  <w:num w:numId="12">
    <w:abstractNumId w:val="23"/>
  </w:num>
  <w:num w:numId="13">
    <w:abstractNumId w:val="25"/>
  </w:num>
  <w:num w:numId="14">
    <w:abstractNumId w:val="24"/>
  </w:num>
  <w:num w:numId="15">
    <w:abstractNumId w:val="17"/>
  </w:num>
  <w:num w:numId="16">
    <w:abstractNumId w:val="19"/>
  </w:num>
  <w:num w:numId="17">
    <w:abstractNumId w:val="13"/>
  </w:num>
  <w:num w:numId="18">
    <w:abstractNumId w:val="11"/>
  </w:num>
  <w:num w:numId="19">
    <w:abstractNumId w:val="4"/>
  </w:num>
  <w:num w:numId="20">
    <w:abstractNumId w:val="10"/>
  </w:num>
  <w:num w:numId="21">
    <w:abstractNumId w:val="9"/>
  </w:num>
  <w:num w:numId="22">
    <w:abstractNumId w:val="14"/>
  </w:num>
  <w:num w:numId="23">
    <w:abstractNumId w:val="7"/>
  </w:num>
  <w:num w:numId="24">
    <w:abstractNumId w:val="27"/>
  </w:num>
  <w:num w:numId="25">
    <w:abstractNumId w:val="29"/>
  </w:num>
  <w:num w:numId="26">
    <w:abstractNumId w:val="0"/>
  </w:num>
  <w:num w:numId="27">
    <w:abstractNumId w:val="3"/>
  </w:num>
  <w:num w:numId="28">
    <w:abstractNumId w:val="20"/>
  </w:num>
  <w:num w:numId="29">
    <w:abstractNumId w:val="12"/>
  </w:num>
  <w:num w:numId="30">
    <w:abstractNumId w:val="15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63A"/>
    <w:rsid w:val="00010789"/>
    <w:rsid w:val="000121E7"/>
    <w:rsid w:val="0002355C"/>
    <w:rsid w:val="0002733F"/>
    <w:rsid w:val="000371B2"/>
    <w:rsid w:val="00041816"/>
    <w:rsid w:val="00047EA6"/>
    <w:rsid w:val="000573B4"/>
    <w:rsid w:val="00067A24"/>
    <w:rsid w:val="00072199"/>
    <w:rsid w:val="000959B0"/>
    <w:rsid w:val="000A5091"/>
    <w:rsid w:val="000C7671"/>
    <w:rsid w:val="000D0177"/>
    <w:rsid w:val="000F3094"/>
    <w:rsid w:val="00102984"/>
    <w:rsid w:val="001036D5"/>
    <w:rsid w:val="00115AD8"/>
    <w:rsid w:val="00115E22"/>
    <w:rsid w:val="00117B07"/>
    <w:rsid w:val="00127E0A"/>
    <w:rsid w:val="00131577"/>
    <w:rsid w:val="0014385E"/>
    <w:rsid w:val="00145AB3"/>
    <w:rsid w:val="001559BC"/>
    <w:rsid w:val="0018008A"/>
    <w:rsid w:val="001938F4"/>
    <w:rsid w:val="001A3330"/>
    <w:rsid w:val="001B149D"/>
    <w:rsid w:val="001B14E4"/>
    <w:rsid w:val="001B4CD0"/>
    <w:rsid w:val="001B5073"/>
    <w:rsid w:val="001C5766"/>
    <w:rsid w:val="001D2AFB"/>
    <w:rsid w:val="001F3F5E"/>
    <w:rsid w:val="001F62E0"/>
    <w:rsid w:val="00200CE4"/>
    <w:rsid w:val="002207CC"/>
    <w:rsid w:val="0023194F"/>
    <w:rsid w:val="00234D44"/>
    <w:rsid w:val="00261440"/>
    <w:rsid w:val="002616D6"/>
    <w:rsid w:val="00262975"/>
    <w:rsid w:val="00262D69"/>
    <w:rsid w:val="002810E2"/>
    <w:rsid w:val="002905DB"/>
    <w:rsid w:val="002B6A6C"/>
    <w:rsid w:val="002C0295"/>
    <w:rsid w:val="002C44C5"/>
    <w:rsid w:val="002D354A"/>
    <w:rsid w:val="002D35BE"/>
    <w:rsid w:val="002E1A1A"/>
    <w:rsid w:val="002E2423"/>
    <w:rsid w:val="00315208"/>
    <w:rsid w:val="003177F3"/>
    <w:rsid w:val="00320791"/>
    <w:rsid w:val="00333B24"/>
    <w:rsid w:val="00335600"/>
    <w:rsid w:val="003426DC"/>
    <w:rsid w:val="00343253"/>
    <w:rsid w:val="00367876"/>
    <w:rsid w:val="003873AB"/>
    <w:rsid w:val="003964F1"/>
    <w:rsid w:val="003A443A"/>
    <w:rsid w:val="003A75DD"/>
    <w:rsid w:val="003B25CE"/>
    <w:rsid w:val="003C1952"/>
    <w:rsid w:val="003D3AAA"/>
    <w:rsid w:val="003E44C8"/>
    <w:rsid w:val="003E6F70"/>
    <w:rsid w:val="003F680B"/>
    <w:rsid w:val="003F6FA2"/>
    <w:rsid w:val="00414A6B"/>
    <w:rsid w:val="004158A8"/>
    <w:rsid w:val="00430EC5"/>
    <w:rsid w:val="00432FCD"/>
    <w:rsid w:val="00435A11"/>
    <w:rsid w:val="00460994"/>
    <w:rsid w:val="0047500D"/>
    <w:rsid w:val="0048356E"/>
    <w:rsid w:val="00486367"/>
    <w:rsid w:val="00490A47"/>
    <w:rsid w:val="00493964"/>
    <w:rsid w:val="004945B1"/>
    <w:rsid w:val="00496EDE"/>
    <w:rsid w:val="004A3C24"/>
    <w:rsid w:val="004C52DA"/>
    <w:rsid w:val="004C6E3C"/>
    <w:rsid w:val="004F077D"/>
    <w:rsid w:val="0050029C"/>
    <w:rsid w:val="00500678"/>
    <w:rsid w:val="005104C9"/>
    <w:rsid w:val="00517A46"/>
    <w:rsid w:val="00524DB4"/>
    <w:rsid w:val="00525EE4"/>
    <w:rsid w:val="00544946"/>
    <w:rsid w:val="00550A07"/>
    <w:rsid w:val="00551451"/>
    <w:rsid w:val="0055576C"/>
    <w:rsid w:val="00567505"/>
    <w:rsid w:val="00572A0A"/>
    <w:rsid w:val="00595A54"/>
    <w:rsid w:val="005A563A"/>
    <w:rsid w:val="005D6843"/>
    <w:rsid w:val="005E0ECC"/>
    <w:rsid w:val="005E1400"/>
    <w:rsid w:val="00636BAF"/>
    <w:rsid w:val="006427B3"/>
    <w:rsid w:val="0064558D"/>
    <w:rsid w:val="006569A2"/>
    <w:rsid w:val="0066222F"/>
    <w:rsid w:val="00665067"/>
    <w:rsid w:val="00683920"/>
    <w:rsid w:val="006A2C85"/>
    <w:rsid w:val="006A3897"/>
    <w:rsid w:val="006B395A"/>
    <w:rsid w:val="006B65B3"/>
    <w:rsid w:val="006C3F7C"/>
    <w:rsid w:val="006D47E0"/>
    <w:rsid w:val="006E5019"/>
    <w:rsid w:val="006E66C0"/>
    <w:rsid w:val="006F0F69"/>
    <w:rsid w:val="0071226D"/>
    <w:rsid w:val="00715749"/>
    <w:rsid w:val="007166F2"/>
    <w:rsid w:val="007314EB"/>
    <w:rsid w:val="0073170F"/>
    <w:rsid w:val="00745DB8"/>
    <w:rsid w:val="0074600F"/>
    <w:rsid w:val="0075652E"/>
    <w:rsid w:val="00763B1D"/>
    <w:rsid w:val="00764171"/>
    <w:rsid w:val="00767259"/>
    <w:rsid w:val="00767A32"/>
    <w:rsid w:val="00772731"/>
    <w:rsid w:val="00783DE7"/>
    <w:rsid w:val="007922C7"/>
    <w:rsid w:val="00795A06"/>
    <w:rsid w:val="007A140C"/>
    <w:rsid w:val="007B792A"/>
    <w:rsid w:val="007C2A31"/>
    <w:rsid w:val="007C2C88"/>
    <w:rsid w:val="007C53AA"/>
    <w:rsid w:val="007E2D55"/>
    <w:rsid w:val="007E786A"/>
    <w:rsid w:val="008020EF"/>
    <w:rsid w:val="008070B8"/>
    <w:rsid w:val="0084466C"/>
    <w:rsid w:val="00851702"/>
    <w:rsid w:val="00863C86"/>
    <w:rsid w:val="00871E1A"/>
    <w:rsid w:val="00876FE9"/>
    <w:rsid w:val="00885B02"/>
    <w:rsid w:val="008872B5"/>
    <w:rsid w:val="00887A9F"/>
    <w:rsid w:val="00887CA6"/>
    <w:rsid w:val="00887EC8"/>
    <w:rsid w:val="00892434"/>
    <w:rsid w:val="008A44B8"/>
    <w:rsid w:val="008A4AD9"/>
    <w:rsid w:val="008A6470"/>
    <w:rsid w:val="008B4529"/>
    <w:rsid w:val="008E03D2"/>
    <w:rsid w:val="008E3B5E"/>
    <w:rsid w:val="008F7889"/>
    <w:rsid w:val="009033C7"/>
    <w:rsid w:val="00914AB1"/>
    <w:rsid w:val="0092026D"/>
    <w:rsid w:val="00921689"/>
    <w:rsid w:val="00923131"/>
    <w:rsid w:val="00925C47"/>
    <w:rsid w:val="009323CC"/>
    <w:rsid w:val="00943D22"/>
    <w:rsid w:val="009465A6"/>
    <w:rsid w:val="00946DAF"/>
    <w:rsid w:val="00957202"/>
    <w:rsid w:val="009637E7"/>
    <w:rsid w:val="009837DF"/>
    <w:rsid w:val="0099112D"/>
    <w:rsid w:val="00994C93"/>
    <w:rsid w:val="009B17C0"/>
    <w:rsid w:val="009B49A2"/>
    <w:rsid w:val="009B799B"/>
    <w:rsid w:val="009C16C4"/>
    <w:rsid w:val="009C2759"/>
    <w:rsid w:val="009E14B0"/>
    <w:rsid w:val="009E6EC8"/>
    <w:rsid w:val="009F0965"/>
    <w:rsid w:val="009F33F9"/>
    <w:rsid w:val="009F72A7"/>
    <w:rsid w:val="00A01778"/>
    <w:rsid w:val="00A02AAD"/>
    <w:rsid w:val="00A22536"/>
    <w:rsid w:val="00A36F59"/>
    <w:rsid w:val="00A40E8A"/>
    <w:rsid w:val="00A550F7"/>
    <w:rsid w:val="00A617DA"/>
    <w:rsid w:val="00A77E46"/>
    <w:rsid w:val="00AA0465"/>
    <w:rsid w:val="00AA2299"/>
    <w:rsid w:val="00AA4CF1"/>
    <w:rsid w:val="00AB2DEE"/>
    <w:rsid w:val="00AE2D20"/>
    <w:rsid w:val="00AE4BF6"/>
    <w:rsid w:val="00AE5622"/>
    <w:rsid w:val="00AF0919"/>
    <w:rsid w:val="00B013E9"/>
    <w:rsid w:val="00B017C8"/>
    <w:rsid w:val="00B018BF"/>
    <w:rsid w:val="00B12859"/>
    <w:rsid w:val="00B17ABC"/>
    <w:rsid w:val="00B17B53"/>
    <w:rsid w:val="00B24022"/>
    <w:rsid w:val="00B377F9"/>
    <w:rsid w:val="00B43977"/>
    <w:rsid w:val="00B70105"/>
    <w:rsid w:val="00B73069"/>
    <w:rsid w:val="00B8068C"/>
    <w:rsid w:val="00B93AE5"/>
    <w:rsid w:val="00B953F3"/>
    <w:rsid w:val="00BA0E8B"/>
    <w:rsid w:val="00BA2A50"/>
    <w:rsid w:val="00BB251A"/>
    <w:rsid w:val="00BC0EF6"/>
    <w:rsid w:val="00BC7BD4"/>
    <w:rsid w:val="00BF2393"/>
    <w:rsid w:val="00C007EC"/>
    <w:rsid w:val="00C1292C"/>
    <w:rsid w:val="00C12A40"/>
    <w:rsid w:val="00C20AEF"/>
    <w:rsid w:val="00C260B4"/>
    <w:rsid w:val="00C36AF8"/>
    <w:rsid w:val="00C453C3"/>
    <w:rsid w:val="00C46A39"/>
    <w:rsid w:val="00C50893"/>
    <w:rsid w:val="00C6218F"/>
    <w:rsid w:val="00C643ED"/>
    <w:rsid w:val="00C70578"/>
    <w:rsid w:val="00C73511"/>
    <w:rsid w:val="00C96D8F"/>
    <w:rsid w:val="00CA2E49"/>
    <w:rsid w:val="00CB3387"/>
    <w:rsid w:val="00CB60F8"/>
    <w:rsid w:val="00CB67BF"/>
    <w:rsid w:val="00CB77DF"/>
    <w:rsid w:val="00CC069D"/>
    <w:rsid w:val="00CC106F"/>
    <w:rsid w:val="00CC170F"/>
    <w:rsid w:val="00CC261B"/>
    <w:rsid w:val="00CC2944"/>
    <w:rsid w:val="00CC32BF"/>
    <w:rsid w:val="00CD3DAD"/>
    <w:rsid w:val="00CD6368"/>
    <w:rsid w:val="00CE6FB5"/>
    <w:rsid w:val="00CF6866"/>
    <w:rsid w:val="00CF6E3B"/>
    <w:rsid w:val="00D00CCE"/>
    <w:rsid w:val="00D03AB8"/>
    <w:rsid w:val="00D113BF"/>
    <w:rsid w:val="00D325DF"/>
    <w:rsid w:val="00D43AF1"/>
    <w:rsid w:val="00D56ADD"/>
    <w:rsid w:val="00D6472D"/>
    <w:rsid w:val="00D8249D"/>
    <w:rsid w:val="00D8634B"/>
    <w:rsid w:val="00DA5612"/>
    <w:rsid w:val="00DA661A"/>
    <w:rsid w:val="00DA7691"/>
    <w:rsid w:val="00DD507A"/>
    <w:rsid w:val="00DD6F00"/>
    <w:rsid w:val="00DE445A"/>
    <w:rsid w:val="00DF4B17"/>
    <w:rsid w:val="00DF7580"/>
    <w:rsid w:val="00DF787D"/>
    <w:rsid w:val="00E31D81"/>
    <w:rsid w:val="00E322EF"/>
    <w:rsid w:val="00E50FBF"/>
    <w:rsid w:val="00E71990"/>
    <w:rsid w:val="00E81914"/>
    <w:rsid w:val="00E82223"/>
    <w:rsid w:val="00E82733"/>
    <w:rsid w:val="00E87FF6"/>
    <w:rsid w:val="00E909A9"/>
    <w:rsid w:val="00E919DE"/>
    <w:rsid w:val="00E979B9"/>
    <w:rsid w:val="00EA57C4"/>
    <w:rsid w:val="00EB5F79"/>
    <w:rsid w:val="00EE2E34"/>
    <w:rsid w:val="00EE338F"/>
    <w:rsid w:val="00EF1E7F"/>
    <w:rsid w:val="00F00870"/>
    <w:rsid w:val="00F0318F"/>
    <w:rsid w:val="00F144CE"/>
    <w:rsid w:val="00F30889"/>
    <w:rsid w:val="00F32A9E"/>
    <w:rsid w:val="00F35339"/>
    <w:rsid w:val="00F40626"/>
    <w:rsid w:val="00F53292"/>
    <w:rsid w:val="00F5486D"/>
    <w:rsid w:val="00F57B0A"/>
    <w:rsid w:val="00F66316"/>
    <w:rsid w:val="00F82D0B"/>
    <w:rsid w:val="00F927E2"/>
    <w:rsid w:val="00FA0F47"/>
    <w:rsid w:val="00FA17EC"/>
    <w:rsid w:val="00FB364F"/>
    <w:rsid w:val="00FB58B6"/>
    <w:rsid w:val="00FC2706"/>
    <w:rsid w:val="00FE4799"/>
    <w:rsid w:val="00FE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3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22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uiPriority w:val="99"/>
    <w:locked/>
    <w:rsid w:val="001B149D"/>
    <w:rPr>
      <w:rFonts w:ascii="Times New Roman" w:hAnsi="Times New Roman"/>
      <w:spacing w:val="5"/>
      <w:sz w:val="19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1B149D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hAnsi="Times New Roman"/>
      <w:spacing w:val="5"/>
      <w:sz w:val="19"/>
      <w:szCs w:val="19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72A0A"/>
    <w:rPr>
      <w:rFonts w:cs="Times New Roman"/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1B149D"/>
    <w:rPr>
      <w:rFonts w:cs="Times New Roman"/>
    </w:rPr>
  </w:style>
  <w:style w:type="character" w:customStyle="1" w:styleId="10">
    <w:name w:val="Основной текст (10)_"/>
    <w:basedOn w:val="DefaultParagraphFont"/>
    <w:link w:val="100"/>
    <w:uiPriority w:val="99"/>
    <w:locked/>
    <w:rsid w:val="001B149D"/>
    <w:rPr>
      <w:rFonts w:ascii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BodyTextChar"/>
    <w:uiPriority w:val="99"/>
    <w:rsid w:val="001B149D"/>
    <w:rPr>
      <w:rFonts w:cs="Times New Roman"/>
      <w:spacing w:val="42"/>
      <w:szCs w:val="19"/>
    </w:rPr>
  </w:style>
  <w:style w:type="paragraph" w:customStyle="1" w:styleId="100">
    <w:name w:val="Основной текст (10)"/>
    <w:basedOn w:val="Normal"/>
    <w:link w:val="10"/>
    <w:uiPriority w:val="99"/>
    <w:rsid w:val="001B149D"/>
    <w:pPr>
      <w:widowControl w:val="0"/>
      <w:shd w:val="clear" w:color="auto" w:fill="FFFFFF"/>
      <w:spacing w:after="0" w:line="307" w:lineRule="exact"/>
      <w:jc w:val="center"/>
    </w:pPr>
    <w:rPr>
      <w:rFonts w:ascii="Times New Roman" w:hAnsi="Times New Roman"/>
      <w:b/>
      <w:bCs/>
      <w:spacing w:val="3"/>
      <w:sz w:val="20"/>
      <w:szCs w:val="20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1B149D"/>
    <w:rPr>
      <w:rFonts w:ascii="Times New Roman" w:hAnsi="Times New Roman" w:cs="Times New Roman"/>
      <w:i/>
      <w:iCs/>
      <w:spacing w:val="1"/>
      <w:sz w:val="19"/>
      <w:szCs w:val="19"/>
      <w:shd w:val="clear" w:color="auto" w:fill="FFFFFF"/>
    </w:rPr>
  </w:style>
  <w:style w:type="character" w:customStyle="1" w:styleId="61">
    <w:name w:val="Основной текст (6) + Не курсив"/>
    <w:aliases w:val="Интервал 0 pt11"/>
    <w:basedOn w:val="6"/>
    <w:uiPriority w:val="99"/>
    <w:rsid w:val="001B149D"/>
    <w:rPr>
      <w:spacing w:val="5"/>
    </w:rPr>
  </w:style>
  <w:style w:type="character" w:customStyle="1" w:styleId="69pt">
    <w:name w:val="Основной текст (6) + 9 pt"/>
    <w:basedOn w:val="6"/>
    <w:uiPriority w:val="99"/>
    <w:rsid w:val="001B149D"/>
    <w:rPr>
      <w:sz w:val="18"/>
      <w:szCs w:val="18"/>
    </w:rPr>
  </w:style>
  <w:style w:type="paragraph" w:customStyle="1" w:styleId="60">
    <w:name w:val="Основной текст (6)"/>
    <w:basedOn w:val="Normal"/>
    <w:link w:val="6"/>
    <w:uiPriority w:val="99"/>
    <w:rsid w:val="001B149D"/>
    <w:pPr>
      <w:widowControl w:val="0"/>
      <w:shd w:val="clear" w:color="auto" w:fill="FFFFFF"/>
      <w:spacing w:after="0" w:line="254" w:lineRule="exact"/>
    </w:pPr>
    <w:rPr>
      <w:rFonts w:ascii="Times New Roman" w:hAnsi="Times New Roman"/>
      <w:i/>
      <w:iCs/>
      <w:spacing w:val="1"/>
      <w:sz w:val="19"/>
      <w:szCs w:val="19"/>
    </w:rPr>
  </w:style>
  <w:style w:type="character" w:styleId="Hyperlink">
    <w:name w:val="Hyperlink"/>
    <w:basedOn w:val="DefaultParagraphFont"/>
    <w:uiPriority w:val="99"/>
    <w:rsid w:val="00BF2393"/>
    <w:rPr>
      <w:rFonts w:cs="Times New Roman"/>
      <w:color w:val="0066CC"/>
      <w:u w:val="single"/>
    </w:rPr>
  </w:style>
  <w:style w:type="character" w:customStyle="1" w:styleId="9pt">
    <w:name w:val="Основной текст + 9 pt"/>
    <w:aliases w:val="Курсив,Интервал 0 pt16"/>
    <w:basedOn w:val="BodyTextChar"/>
    <w:uiPriority w:val="99"/>
    <w:rsid w:val="00BF2393"/>
    <w:rPr>
      <w:rFonts w:cs="Times New Roman"/>
      <w:i/>
      <w:iCs/>
      <w:spacing w:val="1"/>
      <w:sz w:val="18"/>
      <w:szCs w:val="18"/>
      <w:u w:val="none"/>
    </w:rPr>
  </w:style>
  <w:style w:type="character" w:customStyle="1" w:styleId="10pt">
    <w:name w:val="Основной текст + 10 pt"/>
    <w:aliases w:val="Полужирный,Интервал 0 pt"/>
    <w:basedOn w:val="BodyTextChar"/>
    <w:uiPriority w:val="99"/>
    <w:rsid w:val="00BF2393"/>
    <w:rPr>
      <w:rFonts w:cs="Times New Roman"/>
      <w:b/>
      <w:bCs/>
      <w:spacing w:val="3"/>
      <w:sz w:val="20"/>
      <w:szCs w:val="20"/>
      <w:u w:val="none"/>
    </w:rPr>
  </w:style>
  <w:style w:type="character" w:customStyle="1" w:styleId="9pt2">
    <w:name w:val="Основной текст + 9 pt2"/>
    <w:aliases w:val="Полужирный4,Курсив3,Интервал 0 pt15"/>
    <w:basedOn w:val="BodyTextChar"/>
    <w:uiPriority w:val="99"/>
    <w:rsid w:val="00EE338F"/>
    <w:rPr>
      <w:rFonts w:cs="Times New Roman"/>
      <w:b/>
      <w:bCs/>
      <w:i/>
      <w:iCs/>
      <w:spacing w:val="2"/>
      <w:sz w:val="18"/>
      <w:szCs w:val="18"/>
      <w:u w:val="none"/>
    </w:rPr>
  </w:style>
  <w:style w:type="character" w:customStyle="1" w:styleId="81">
    <w:name w:val="Основной текст + 81"/>
    <w:aliases w:val="5 pt1,Интервал 0 pt10"/>
    <w:basedOn w:val="BodyTextChar"/>
    <w:uiPriority w:val="99"/>
    <w:rsid w:val="0092026D"/>
    <w:rPr>
      <w:rFonts w:cs="Times New Roman"/>
      <w:spacing w:val="6"/>
      <w:sz w:val="17"/>
      <w:szCs w:val="17"/>
      <w:u w:val="none"/>
    </w:rPr>
  </w:style>
  <w:style w:type="paragraph" w:styleId="Header">
    <w:name w:val="header"/>
    <w:basedOn w:val="Normal"/>
    <w:link w:val="HeaderChar"/>
    <w:uiPriority w:val="99"/>
    <w:semiHidden/>
    <w:rsid w:val="003E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6F7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E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6F7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81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10E2"/>
    <w:rPr>
      <w:rFonts w:ascii="Segoe UI" w:hAnsi="Segoe UI" w:cs="Segoe UI"/>
      <w:sz w:val="18"/>
      <w:szCs w:val="18"/>
    </w:rPr>
  </w:style>
  <w:style w:type="character" w:customStyle="1" w:styleId="8pt">
    <w:name w:val="Основной текст + 8 pt"/>
    <w:aliases w:val="Полужирный2,Интервал 0 pt9"/>
    <w:basedOn w:val="BodyTextChar"/>
    <w:uiPriority w:val="99"/>
    <w:rsid w:val="005E0ECC"/>
    <w:rPr>
      <w:rFonts w:cs="Times New Roman"/>
      <w:b/>
      <w:bCs/>
      <w:spacing w:val="6"/>
      <w:sz w:val="16"/>
      <w:szCs w:val="16"/>
      <w:u w:val="none"/>
    </w:rPr>
  </w:style>
  <w:style w:type="character" w:customStyle="1" w:styleId="8">
    <w:name w:val="Основной текст + 8"/>
    <w:aliases w:val="5 pt2,Полужирный3,Интервал 0 pt12"/>
    <w:basedOn w:val="BodyTextChar"/>
    <w:uiPriority w:val="99"/>
    <w:rsid w:val="00B70105"/>
    <w:rPr>
      <w:rFonts w:cs="Times New Roman"/>
      <w:b/>
      <w:bCs/>
      <w:spacing w:val="3"/>
      <w:sz w:val="17"/>
      <w:szCs w:val="17"/>
      <w:u w:val="none"/>
    </w:rPr>
  </w:style>
  <w:style w:type="character" w:customStyle="1" w:styleId="10pt1">
    <w:name w:val="Основной текст + 10 pt1"/>
    <w:aliases w:val="Полужирный1,Курсив2,Интервал 0 pt8"/>
    <w:basedOn w:val="BodyTextChar"/>
    <w:uiPriority w:val="99"/>
    <w:rsid w:val="00B70105"/>
    <w:rPr>
      <w:rFonts w:cs="Times New Roman"/>
      <w:b/>
      <w:bCs/>
      <w:i/>
      <w:iCs/>
      <w:spacing w:val="2"/>
      <w:sz w:val="20"/>
      <w:szCs w:val="20"/>
      <w:u w:val="none"/>
    </w:rPr>
  </w:style>
  <w:style w:type="character" w:customStyle="1" w:styleId="9pt1">
    <w:name w:val="Основной текст + 9 pt1"/>
    <w:aliases w:val="Курсив1,Интервал 0 pt7"/>
    <w:basedOn w:val="BodyTextChar"/>
    <w:uiPriority w:val="99"/>
    <w:rsid w:val="00925C47"/>
    <w:rPr>
      <w:rFonts w:cs="Times New Roman"/>
      <w:i/>
      <w:iCs/>
      <w:spacing w:val="0"/>
      <w:sz w:val="18"/>
      <w:szCs w:val="18"/>
      <w:u w:val="none"/>
    </w:rPr>
  </w:style>
  <w:style w:type="character" w:customStyle="1" w:styleId="0pt">
    <w:name w:val="Основной текст + Интервал 0 pt"/>
    <w:basedOn w:val="BodyTextChar"/>
    <w:uiPriority w:val="99"/>
    <w:rsid w:val="00AA4CF1"/>
    <w:rPr>
      <w:rFonts w:cs="Times New Roman"/>
      <w:spacing w:val="4"/>
      <w:szCs w:val="19"/>
      <w:u w:val="none"/>
      <w:lang w:val="en-US" w:eastAsia="en-US"/>
    </w:rPr>
  </w:style>
  <w:style w:type="character" w:customStyle="1" w:styleId="a">
    <w:name w:val="Основной текст + Курсив"/>
    <w:aliases w:val="Интервал 0 pt6"/>
    <w:basedOn w:val="BodyTextChar"/>
    <w:uiPriority w:val="99"/>
    <w:rsid w:val="00AA4CF1"/>
    <w:rPr>
      <w:rFonts w:cs="Times New Roman"/>
      <w:i/>
      <w:iCs/>
      <w:spacing w:val="0"/>
      <w:szCs w:val="19"/>
      <w:u w:val="none"/>
    </w:rPr>
  </w:style>
  <w:style w:type="character" w:customStyle="1" w:styleId="5">
    <w:name w:val="Основной текст + Курсив5"/>
    <w:aliases w:val="Интервал 0 pt5"/>
    <w:basedOn w:val="BodyTextChar"/>
    <w:uiPriority w:val="99"/>
    <w:rsid w:val="00BC0EF6"/>
    <w:rPr>
      <w:rFonts w:cs="Times New Roman"/>
      <w:i/>
      <w:iCs/>
      <w:spacing w:val="1"/>
      <w:szCs w:val="19"/>
      <w:u w:val="none"/>
    </w:rPr>
  </w:style>
  <w:style w:type="character" w:customStyle="1" w:styleId="4">
    <w:name w:val="Основной текст + Курсив4"/>
    <w:aliases w:val="Интервал 1 pt"/>
    <w:basedOn w:val="BodyTextChar"/>
    <w:uiPriority w:val="99"/>
    <w:rsid w:val="00517A46"/>
    <w:rPr>
      <w:rFonts w:cs="Times New Roman"/>
      <w:i/>
      <w:iCs/>
      <w:spacing w:val="24"/>
      <w:szCs w:val="19"/>
      <w:u w:val="none"/>
    </w:rPr>
  </w:style>
  <w:style w:type="character" w:customStyle="1" w:styleId="a0">
    <w:name w:val="Основной текст + Полужирный"/>
    <w:basedOn w:val="BodyTextChar"/>
    <w:uiPriority w:val="99"/>
    <w:rsid w:val="00517A46"/>
    <w:rPr>
      <w:rFonts w:cs="Times New Roman"/>
      <w:b/>
      <w:bCs/>
      <w:szCs w:val="19"/>
      <w:u w:val="none"/>
    </w:rPr>
  </w:style>
  <w:style w:type="character" w:customStyle="1" w:styleId="0pt1">
    <w:name w:val="Основной текст + Интервал 0 pt1"/>
    <w:basedOn w:val="BodyTextChar"/>
    <w:uiPriority w:val="99"/>
    <w:rsid w:val="003964F1"/>
    <w:rPr>
      <w:rFonts w:cs="Times New Roman"/>
      <w:spacing w:val="4"/>
      <w:szCs w:val="19"/>
      <w:u w:val="none"/>
    </w:rPr>
  </w:style>
  <w:style w:type="character" w:customStyle="1" w:styleId="3">
    <w:name w:val="Основной текст + Курсив3"/>
    <w:aliases w:val="Интервал 0 pt4"/>
    <w:basedOn w:val="BodyTextChar"/>
    <w:uiPriority w:val="99"/>
    <w:rsid w:val="003964F1"/>
    <w:rPr>
      <w:rFonts w:cs="Times New Roman"/>
      <w:i/>
      <w:iCs/>
      <w:szCs w:val="19"/>
      <w:u w:val="none"/>
    </w:rPr>
  </w:style>
  <w:style w:type="character" w:customStyle="1" w:styleId="2pt2">
    <w:name w:val="Основной текст + Интервал 2 pt2"/>
    <w:basedOn w:val="BodyTextChar"/>
    <w:uiPriority w:val="99"/>
    <w:rsid w:val="00E979B9"/>
    <w:rPr>
      <w:rFonts w:cs="Times New Roman"/>
      <w:spacing w:val="44"/>
      <w:szCs w:val="19"/>
      <w:u w:val="none"/>
    </w:rPr>
  </w:style>
  <w:style w:type="character" w:customStyle="1" w:styleId="11">
    <w:name w:val="Основной текст + Курсив1"/>
    <w:aliases w:val="Интервал 0 pt1"/>
    <w:basedOn w:val="BodyTextChar"/>
    <w:uiPriority w:val="99"/>
    <w:rsid w:val="00F5486D"/>
    <w:rPr>
      <w:rFonts w:cs="Times New Roman"/>
      <w:i/>
      <w:iCs/>
      <w:spacing w:val="0"/>
      <w:szCs w:val="19"/>
      <w:u w:val="none"/>
    </w:rPr>
  </w:style>
  <w:style w:type="character" w:customStyle="1" w:styleId="2">
    <w:name w:val="Основной текст + Курсив2"/>
    <w:aliases w:val="Интервал 0 pt2"/>
    <w:basedOn w:val="BodyTextChar"/>
    <w:uiPriority w:val="99"/>
    <w:rsid w:val="00F5486D"/>
    <w:rPr>
      <w:rFonts w:cs="Times New Roman"/>
      <w:i/>
      <w:iCs/>
      <w:spacing w:val="1"/>
      <w:szCs w:val="19"/>
      <w:u w:val="none"/>
    </w:rPr>
  </w:style>
  <w:style w:type="character" w:customStyle="1" w:styleId="12">
    <w:name w:val="Основной текст + Полужирный1"/>
    <w:basedOn w:val="BodyTextChar"/>
    <w:uiPriority w:val="99"/>
    <w:rsid w:val="00F5486D"/>
    <w:rPr>
      <w:rFonts w:cs="Times New Roman"/>
      <w:b/>
      <w:bCs/>
      <w:szCs w:val="19"/>
      <w:u w:val="none"/>
    </w:rPr>
  </w:style>
  <w:style w:type="character" w:customStyle="1" w:styleId="80">
    <w:name w:val="Основной текст (8)_"/>
    <w:basedOn w:val="DefaultParagraphFont"/>
    <w:link w:val="82"/>
    <w:uiPriority w:val="99"/>
    <w:locked/>
    <w:rsid w:val="003177F3"/>
    <w:rPr>
      <w:rFonts w:ascii="Times New Roman" w:hAnsi="Times New Roman" w:cs="Times New Roman"/>
      <w:b/>
      <w:bCs/>
      <w:spacing w:val="9"/>
      <w:shd w:val="clear" w:color="auto" w:fill="FFFFFF"/>
    </w:rPr>
  </w:style>
  <w:style w:type="paragraph" w:customStyle="1" w:styleId="82">
    <w:name w:val="Основной текст (8)"/>
    <w:basedOn w:val="Normal"/>
    <w:link w:val="80"/>
    <w:uiPriority w:val="99"/>
    <w:rsid w:val="003177F3"/>
    <w:pPr>
      <w:widowControl w:val="0"/>
      <w:shd w:val="clear" w:color="auto" w:fill="FFFFFF"/>
      <w:spacing w:before="60" w:after="180" w:line="240" w:lineRule="atLeast"/>
      <w:jc w:val="center"/>
    </w:pPr>
    <w:rPr>
      <w:rFonts w:ascii="Times New Roman" w:hAnsi="Times New Roman"/>
      <w:b/>
      <w:bCs/>
      <w:spacing w:val="9"/>
    </w:rPr>
  </w:style>
  <w:style w:type="paragraph" w:styleId="ListParagraph">
    <w:name w:val="List Paragraph"/>
    <w:basedOn w:val="Normal"/>
    <w:uiPriority w:val="99"/>
    <w:qFormat/>
    <w:rsid w:val="00863C86"/>
    <w:pPr>
      <w:ind w:left="720"/>
      <w:contextualSpacing/>
    </w:pPr>
  </w:style>
  <w:style w:type="paragraph" w:styleId="NoSpacing">
    <w:name w:val="No Spacing"/>
    <w:uiPriority w:val="99"/>
    <w:qFormat/>
    <w:rsid w:val="00F927E2"/>
    <w:rPr>
      <w:lang w:eastAsia="en-US"/>
    </w:rPr>
  </w:style>
  <w:style w:type="paragraph" w:customStyle="1" w:styleId="13">
    <w:name w:val="Без интервала1"/>
    <w:uiPriority w:val="99"/>
    <w:rsid w:val="00F927E2"/>
    <w:rPr>
      <w:rFonts w:cs="Calibri"/>
      <w:lang w:eastAsia="en-US"/>
    </w:rPr>
  </w:style>
  <w:style w:type="paragraph" w:customStyle="1" w:styleId="ConsPlusNormal">
    <w:name w:val="ConsPlusNormal"/>
    <w:uiPriority w:val="99"/>
    <w:rsid w:val="00F927E2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Zag11">
    <w:name w:val="Zag_11"/>
    <w:uiPriority w:val="99"/>
    <w:rsid w:val="00F927E2"/>
  </w:style>
  <w:style w:type="paragraph" w:customStyle="1" w:styleId="a1">
    <w:name w:val="Основной"/>
    <w:basedOn w:val="Normal"/>
    <w:link w:val="a2"/>
    <w:uiPriority w:val="99"/>
    <w:rsid w:val="00F927E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character" w:customStyle="1" w:styleId="a2">
    <w:name w:val="Основной Знак"/>
    <w:link w:val="a1"/>
    <w:uiPriority w:val="99"/>
    <w:locked/>
    <w:rsid w:val="00F927E2"/>
    <w:rPr>
      <w:rFonts w:ascii="NewtonCSanPin" w:hAnsi="NewtonCSanPin"/>
      <w:color w:val="000000"/>
      <w:sz w:val="21"/>
    </w:rPr>
  </w:style>
  <w:style w:type="paragraph" w:customStyle="1" w:styleId="a3">
    <w:name w:val="Буллит"/>
    <w:basedOn w:val="a1"/>
    <w:link w:val="a4"/>
    <w:uiPriority w:val="99"/>
    <w:rsid w:val="00F927E2"/>
    <w:pPr>
      <w:ind w:firstLine="244"/>
    </w:pPr>
  </w:style>
  <w:style w:type="paragraph" w:customStyle="1" w:styleId="40">
    <w:name w:val="Заг 4"/>
    <w:basedOn w:val="Normal"/>
    <w:uiPriority w:val="99"/>
    <w:rsid w:val="00F927E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 w:eastAsia="ru-RU"/>
    </w:rPr>
  </w:style>
  <w:style w:type="character" w:customStyle="1" w:styleId="a4">
    <w:name w:val="Буллит Знак"/>
    <w:link w:val="a3"/>
    <w:uiPriority w:val="99"/>
    <w:locked/>
    <w:rsid w:val="00F927E2"/>
    <w:rPr>
      <w:rFonts w:ascii="NewtonCSanPin" w:hAnsi="NewtonCSanPin"/>
      <w:color w:val="000000"/>
      <w:sz w:val="21"/>
    </w:rPr>
  </w:style>
  <w:style w:type="paragraph" w:customStyle="1" w:styleId="Zag3">
    <w:name w:val="Zag_3"/>
    <w:basedOn w:val="Normal"/>
    <w:uiPriority w:val="99"/>
    <w:rsid w:val="00F927E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ru-RU"/>
    </w:rPr>
  </w:style>
  <w:style w:type="paragraph" w:styleId="Subtitle">
    <w:name w:val="Subtitle"/>
    <w:basedOn w:val="Normal"/>
    <w:next w:val="Normal"/>
    <w:link w:val="SubtitleChar1"/>
    <w:uiPriority w:val="99"/>
    <w:qFormat/>
    <w:locked/>
    <w:rsid w:val="00F927E2"/>
    <w:pPr>
      <w:spacing w:after="0" w:line="360" w:lineRule="auto"/>
      <w:outlineLvl w:val="1"/>
    </w:pPr>
    <w:rPr>
      <w:rFonts w:eastAsia="MS Gothic"/>
      <w:b/>
      <w:sz w:val="24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71990"/>
    <w:rPr>
      <w:rFonts w:ascii="Cambria" w:hAnsi="Cambria" w:cs="Times New Roman"/>
      <w:sz w:val="24"/>
      <w:szCs w:val="24"/>
      <w:lang w:eastAsia="en-US"/>
    </w:rPr>
  </w:style>
  <w:style w:type="character" w:customStyle="1" w:styleId="SubtitleChar1">
    <w:name w:val="Subtitle Char1"/>
    <w:link w:val="Subtitle"/>
    <w:uiPriority w:val="99"/>
    <w:locked/>
    <w:rsid w:val="00F927E2"/>
    <w:rPr>
      <w:rFonts w:eastAsia="MS Gothic"/>
      <w:b/>
      <w:sz w:val="24"/>
    </w:rPr>
  </w:style>
  <w:style w:type="paragraph" w:customStyle="1" w:styleId="Zag1">
    <w:name w:val="Zag_1"/>
    <w:basedOn w:val="Normal"/>
    <w:uiPriority w:val="99"/>
    <w:rsid w:val="00F927E2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hAnsi="Times New Roman"/>
      <w:b/>
      <w:bCs/>
      <w:color w:val="000000"/>
      <w:sz w:val="28"/>
      <w:szCs w:val="24"/>
      <w:lang w:val="en-US" w:eastAsia="ru-RU"/>
    </w:rPr>
  </w:style>
  <w:style w:type="paragraph" w:customStyle="1" w:styleId="a5">
    <w:name w:val="Ξαϋχνϋι"/>
    <w:basedOn w:val="Normal"/>
    <w:uiPriority w:val="99"/>
    <w:rsid w:val="00F927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US" w:eastAsia="ru-RU"/>
    </w:rPr>
  </w:style>
  <w:style w:type="paragraph" w:customStyle="1" w:styleId="21">
    <w:name w:val="Средняя сетка 21"/>
    <w:basedOn w:val="Normal"/>
    <w:uiPriority w:val="99"/>
    <w:rsid w:val="00F927E2"/>
    <w:pPr>
      <w:numPr>
        <w:numId w:val="26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  <w:lang w:eastAsia="ru-RU"/>
    </w:rPr>
  </w:style>
  <w:style w:type="character" w:customStyle="1" w:styleId="b-serp-urlitem">
    <w:name w:val="b-serp-url__item"/>
    <w:uiPriority w:val="99"/>
    <w:rsid w:val="00BA0E8B"/>
  </w:style>
  <w:style w:type="paragraph" w:customStyle="1" w:styleId="url">
    <w:name w:val="url"/>
    <w:basedOn w:val="Normal"/>
    <w:next w:val="Normal"/>
    <w:uiPriority w:val="99"/>
    <w:rsid w:val="00BA0E8B"/>
    <w:pPr>
      <w:spacing w:after="0" w:line="240" w:lineRule="auto"/>
    </w:pPr>
    <w:rPr>
      <w:rFonts w:ascii="Times New Roman" w:hAnsi="Times New Roman"/>
      <w:color w:val="0000FF"/>
      <w:sz w:val="24"/>
      <w:szCs w:val="24"/>
    </w:rPr>
  </w:style>
  <w:style w:type="character" w:customStyle="1" w:styleId="30">
    <w:name w:val="Знак Знак3"/>
    <w:uiPriority w:val="99"/>
    <w:rsid w:val="001559BC"/>
    <w:rPr>
      <w:rFonts w:eastAsia="MS Gothic"/>
      <w:b/>
      <w:sz w:val="24"/>
    </w:rPr>
  </w:style>
  <w:style w:type="paragraph" w:customStyle="1" w:styleId="zag4">
    <w:name w:val="zag_4"/>
    <w:basedOn w:val="Normal"/>
    <w:uiPriority w:val="99"/>
    <w:rsid w:val="001559BC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character" w:styleId="PageNumber">
    <w:name w:val="page number"/>
    <w:basedOn w:val="DefaultParagraphFont"/>
    <w:uiPriority w:val="99"/>
    <w:rsid w:val="00CC32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mlshkola.uco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2132</TotalTime>
  <Pages>39</Pages>
  <Words>16454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Internet</cp:lastModifiedBy>
  <cp:revision>121</cp:revision>
  <cp:lastPrinted>2016-09-15T17:59:00Z</cp:lastPrinted>
  <dcterms:created xsi:type="dcterms:W3CDTF">2015-06-11T06:08:00Z</dcterms:created>
  <dcterms:modified xsi:type="dcterms:W3CDTF">2016-09-21T16:14:00Z</dcterms:modified>
</cp:coreProperties>
</file>