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2D" w:rsidRDefault="00D3612D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12D" w:rsidRPr="006059D7" w:rsidRDefault="00D3612D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Pr="006059D7">
        <w:rPr>
          <w:rFonts w:ascii="Times New Roman" w:hAnsi="Times New Roman"/>
          <w:b/>
          <w:sz w:val="24"/>
          <w:szCs w:val="24"/>
        </w:rPr>
        <w:t xml:space="preserve">ПОЯСНИТЕЛЬНАЯ ЗАПИСКА                                                                                                </w:t>
      </w:r>
    </w:p>
    <w:p w:rsidR="00D3612D" w:rsidRPr="006059D7" w:rsidRDefault="00D3612D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Рабочая программа учебного предмета английский язык для  3 класса составлена в соо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>ветствии с  Федеральным государственным образовательным стандартом начального о</w:t>
      </w:r>
      <w:r w:rsidRPr="006059D7">
        <w:rPr>
          <w:rFonts w:ascii="Times New Roman" w:hAnsi="Times New Roman"/>
          <w:sz w:val="24"/>
          <w:szCs w:val="24"/>
        </w:rPr>
        <w:t>б</w:t>
      </w:r>
      <w:r w:rsidRPr="006059D7">
        <w:rPr>
          <w:rFonts w:ascii="Times New Roman" w:hAnsi="Times New Roman"/>
          <w:sz w:val="24"/>
          <w:szCs w:val="24"/>
        </w:rPr>
        <w:t xml:space="preserve">щего образования второго поколения </w:t>
      </w:r>
      <w:r w:rsidRPr="006059D7">
        <w:rPr>
          <w:rFonts w:ascii="Times New Roman" w:hAnsi="Times New Roman"/>
          <w:color w:val="333333"/>
          <w:sz w:val="24"/>
          <w:szCs w:val="24"/>
        </w:rPr>
        <w:t>Приказа Минобрнауки России от 06.10.2009 № 373</w:t>
      </w:r>
      <w:r w:rsidRPr="006059D7">
        <w:rPr>
          <w:rFonts w:ascii="Times New Roman" w:hAnsi="Times New Roman"/>
          <w:sz w:val="24"/>
          <w:szCs w:val="24"/>
        </w:rPr>
        <w:t xml:space="preserve"> (Ред от 18.12 2012)</w:t>
      </w:r>
      <w:r w:rsidRPr="006059D7">
        <w:rPr>
          <w:rFonts w:ascii="Times New Roman" w:hAnsi="Times New Roman"/>
          <w:color w:val="333333"/>
          <w:sz w:val="24"/>
          <w:szCs w:val="24"/>
        </w:rPr>
        <w:t>«Об утверждении и введении в действие федерального государственн</w:t>
      </w:r>
      <w:r w:rsidRPr="006059D7">
        <w:rPr>
          <w:rFonts w:ascii="Times New Roman" w:hAnsi="Times New Roman"/>
          <w:color w:val="333333"/>
          <w:sz w:val="24"/>
          <w:szCs w:val="24"/>
        </w:rPr>
        <w:t>о</w:t>
      </w:r>
      <w:r w:rsidRPr="006059D7">
        <w:rPr>
          <w:rFonts w:ascii="Times New Roman" w:hAnsi="Times New Roman"/>
          <w:color w:val="333333"/>
          <w:sz w:val="24"/>
          <w:szCs w:val="24"/>
        </w:rPr>
        <w:t>го образовательного стандарта начального общего образования»</w:t>
      </w:r>
      <w:r w:rsidRPr="006059D7">
        <w:rPr>
          <w:rFonts w:ascii="Times New Roman" w:hAnsi="Times New Roman"/>
          <w:sz w:val="24"/>
          <w:szCs w:val="24"/>
        </w:rPr>
        <w:t xml:space="preserve">  с учетом программы н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чального общего образования по иностранному языку под </w:t>
      </w:r>
      <w:r>
        <w:rPr>
          <w:rFonts w:ascii="Times New Roman" w:hAnsi="Times New Roman"/>
          <w:sz w:val="24"/>
          <w:szCs w:val="24"/>
        </w:rPr>
        <w:t xml:space="preserve">редакцией  М.В. Вербицкой  М </w:t>
      </w:r>
      <w:r w:rsidRPr="006059D7">
        <w:rPr>
          <w:rFonts w:ascii="Times New Roman" w:hAnsi="Times New Roman"/>
          <w:sz w:val="24"/>
          <w:szCs w:val="24"/>
        </w:rPr>
        <w:t>Вентана-Граф, 2013. (</w:t>
      </w:r>
      <w:r w:rsidRPr="006059D7">
        <w:rPr>
          <w:rFonts w:ascii="Times New Roman" w:hAnsi="Times New Roman"/>
          <w:sz w:val="24"/>
          <w:szCs w:val="24"/>
          <w:lang w:val="en-US"/>
        </w:rPr>
        <w:t>FORWARD</w:t>
      </w:r>
      <w:r w:rsidRPr="006059D7">
        <w:rPr>
          <w:rFonts w:ascii="Times New Roman" w:hAnsi="Times New Roman"/>
          <w:sz w:val="24"/>
          <w:szCs w:val="24"/>
        </w:rPr>
        <w:t>). Умк М.В.Вербицкой. – М .: Вентана-Граф, 2013. (</w:t>
      </w:r>
      <w:r w:rsidRPr="006059D7">
        <w:rPr>
          <w:rFonts w:ascii="Times New Roman" w:hAnsi="Times New Roman"/>
          <w:sz w:val="24"/>
          <w:szCs w:val="24"/>
          <w:lang w:val="en-US"/>
        </w:rPr>
        <w:t>FORWARD</w:t>
      </w:r>
      <w:r w:rsidRPr="006059D7">
        <w:rPr>
          <w:rFonts w:ascii="Times New Roman" w:hAnsi="Times New Roman"/>
          <w:sz w:val="24"/>
          <w:szCs w:val="24"/>
        </w:rPr>
        <w:t xml:space="preserve">).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 xml:space="preserve">Цель изучения предмета английский язык  в начальной школе    </w:t>
      </w:r>
    </w:p>
    <w:p w:rsidR="00D3612D" w:rsidRPr="006059D7" w:rsidRDefault="00D3612D" w:rsidP="006059D7">
      <w:pPr>
        <w:spacing w:line="240" w:lineRule="auto"/>
        <w:jc w:val="both"/>
        <w:rPr>
          <w:rStyle w:val="apple-converted-space"/>
          <w:rFonts w:ascii="Times New Roman" w:hAnsi="Times New Roman"/>
          <w:color w:val="333333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1.Формирование умения общаться на английском языке на элементарном уровне с учетом речевых возможностей и потребностей младших школьников в устной и письменной формах;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2.Приобщение детей к новому социальному опыту с использованием английского языка знакомство младших школьников с миром зарубежных сверстников, с зарубежным де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т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ским фольклором и доступными для данного возраста образцами художественной литер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а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туры; воспитание дружелюбного отношения к представителям других стран;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3.Развитие речевых, интеллектуальных и познавательных способностей младших школ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ь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ников, а также их общеучебных умений ;развитие мотивации к дальнейшему овладению английским языком;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4.Воспитание и разностороннее развитие младшего школьника средствами английского языка.</w:t>
      </w:r>
    </w:p>
    <w:p w:rsidR="00D3612D" w:rsidRPr="006059D7" w:rsidRDefault="00D3612D" w:rsidP="006059D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059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059D7">
        <w:rPr>
          <w:rStyle w:val="Strong"/>
          <w:rFonts w:ascii="Times New Roman" w:hAnsi="Times New Roman"/>
          <w:bCs/>
          <w:sz w:val="24"/>
          <w:szCs w:val="24"/>
        </w:rPr>
        <w:t>задачи обучения</w:t>
      </w:r>
      <w:r w:rsidRPr="006059D7">
        <w:rPr>
          <w:rFonts w:ascii="Times New Roman" w:hAnsi="Times New Roman" w:cs="Times New Roman"/>
          <w:sz w:val="24"/>
          <w:szCs w:val="24"/>
        </w:rPr>
        <w:t>: 1.Формирование первоначальных представлений о   единстве и мн</w:t>
      </w:r>
      <w:r w:rsidRPr="006059D7">
        <w:rPr>
          <w:rFonts w:ascii="Times New Roman" w:hAnsi="Times New Roman" w:cs="Times New Roman"/>
          <w:sz w:val="24"/>
          <w:szCs w:val="24"/>
        </w:rPr>
        <w:t>о</w:t>
      </w:r>
      <w:r w:rsidRPr="006059D7">
        <w:rPr>
          <w:rFonts w:ascii="Times New Roman" w:hAnsi="Times New Roman" w:cs="Times New Roman"/>
          <w:sz w:val="24"/>
          <w:szCs w:val="24"/>
        </w:rPr>
        <w:t>гообразии языкового и культурного  пространства России, о языке как основе национал</w:t>
      </w:r>
      <w:r w:rsidRPr="006059D7">
        <w:rPr>
          <w:rFonts w:ascii="Times New Roman" w:hAnsi="Times New Roman" w:cs="Times New Roman"/>
          <w:sz w:val="24"/>
          <w:szCs w:val="24"/>
        </w:rPr>
        <w:t>ь</w:t>
      </w:r>
      <w:r w:rsidRPr="006059D7">
        <w:rPr>
          <w:rFonts w:ascii="Times New Roman" w:hAnsi="Times New Roman" w:cs="Times New Roman"/>
          <w:sz w:val="24"/>
          <w:szCs w:val="24"/>
        </w:rPr>
        <w:t>ного самосознания. Развитие диалогической и монологической устной и письменной речи,  коммуникативных умений, нравственных и эстетических  чувств, способностей к творч</w:t>
      </w:r>
      <w:r w:rsidRPr="006059D7">
        <w:rPr>
          <w:rFonts w:ascii="Times New Roman" w:hAnsi="Times New Roman" w:cs="Times New Roman"/>
          <w:sz w:val="24"/>
          <w:szCs w:val="24"/>
        </w:rPr>
        <w:t>е</w:t>
      </w:r>
      <w:r w:rsidRPr="006059D7">
        <w:rPr>
          <w:rFonts w:ascii="Times New Roman" w:hAnsi="Times New Roman" w:cs="Times New Roman"/>
          <w:sz w:val="24"/>
          <w:szCs w:val="24"/>
        </w:rPr>
        <w:t xml:space="preserve">ской деятельности     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  <w:r w:rsidRPr="006059D7">
        <w:t xml:space="preserve">    2.Формирование представлений об английском языке как средстве общения, позволя</w:t>
      </w:r>
      <w:r w:rsidRPr="006059D7">
        <w:t>ю</w:t>
      </w:r>
      <w:r w:rsidRPr="006059D7">
        <w:t>щем добиваться взаимопонимания с людьми, говорящими пишущими на английском яз</w:t>
      </w:r>
      <w:r w:rsidRPr="006059D7">
        <w:t>ы</w:t>
      </w:r>
      <w:r w:rsidRPr="006059D7">
        <w:t xml:space="preserve">ке, узнавать новое  через звучащие и письменные тексты 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  <w:r w:rsidRPr="006059D7">
        <w:t xml:space="preserve">  3.Расширение лингвистического кругозора младших школьников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  <w:r w:rsidRPr="006059D7">
        <w:t xml:space="preserve">  4.Обеспечение коммуникативно психологической адаптации младших школьников к н</w:t>
      </w:r>
      <w:r w:rsidRPr="006059D7">
        <w:t>о</w:t>
      </w:r>
      <w:r w:rsidRPr="006059D7">
        <w:t>вому языковому миру для преодоления в дальнейшем психологического барьера и и</w:t>
      </w:r>
      <w:r w:rsidRPr="006059D7">
        <w:t>с</w:t>
      </w:r>
      <w:r w:rsidRPr="006059D7">
        <w:t>пользования английского языка как средства общения;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  <w:r w:rsidRPr="006059D7">
        <w:t xml:space="preserve"> 5.Развитие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материалом.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  <w:r w:rsidRPr="006059D7">
        <w:t xml:space="preserve">6.Развитие эмоциональной сферы детей в процессе обучающих игр, учебных  спектаклей с использованием английского языка; 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  <w:r w:rsidRPr="006059D7">
        <w:t>7.Приобщение младших школьников к новому социальному опыту за сет проигрывания на английском языке различных ролей в ситуациях, типичных для семейного, бытового, учебного общения;</w:t>
      </w:r>
    </w:p>
    <w:p w:rsidR="00D3612D" w:rsidRDefault="00D3612D" w:rsidP="006C5BEB">
      <w:pPr>
        <w:pStyle w:val="BodyTextIndent2"/>
        <w:widowControl w:val="0"/>
        <w:spacing w:after="120"/>
        <w:ind w:firstLine="0"/>
      </w:pPr>
      <w:r w:rsidRPr="006059D7">
        <w:t xml:space="preserve">8.Развитие познавательных способностей, овладение умением координированной работы с разными компонентами учебно методического комплекта  </w:t>
      </w:r>
      <w:r>
        <w:t xml:space="preserve">умением работы в паре в группе                             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  <w:r w:rsidRPr="006059D7">
        <w:t xml:space="preserve">                             </w:t>
      </w:r>
    </w:p>
    <w:p w:rsidR="00D3612D" w:rsidRPr="006059D7" w:rsidRDefault="00D3612D" w:rsidP="006059D7">
      <w:pPr>
        <w:pStyle w:val="BodyTextIndent2"/>
        <w:widowControl w:val="0"/>
        <w:spacing w:after="120"/>
        <w:ind w:firstLine="0"/>
      </w:pPr>
    </w:p>
    <w:p w:rsidR="00D3612D" w:rsidRPr="006059D7" w:rsidRDefault="00D3612D" w:rsidP="006059D7">
      <w:pPr>
        <w:pStyle w:val="BodyTextIndent2"/>
        <w:widowControl w:val="0"/>
        <w:spacing w:after="120"/>
        <w:ind w:firstLine="0"/>
        <w:rPr>
          <w:b/>
        </w:rPr>
      </w:pPr>
      <w:r w:rsidRPr="006059D7">
        <w:t xml:space="preserve">                        </w:t>
      </w:r>
      <w:r w:rsidRPr="006059D7">
        <w:rPr>
          <w:b/>
        </w:rPr>
        <w:t>Общая характеристика учебного предмета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Большим шагом вперед в развитии языкового образования в России явилось требование федерального компонента ГОС 2004 начинать обучение иностранным языкам в начальной школе. Федеральный государственный образовательный стандарт 2009г и новые приме</w:t>
      </w:r>
      <w:r w:rsidRPr="006059D7">
        <w:rPr>
          <w:rFonts w:ascii="Times New Roman" w:hAnsi="Times New Roman"/>
          <w:sz w:val="24"/>
          <w:szCs w:val="24"/>
        </w:rPr>
        <w:t>р</w:t>
      </w:r>
      <w:r w:rsidRPr="006059D7">
        <w:rPr>
          <w:rFonts w:ascii="Times New Roman" w:hAnsi="Times New Roman"/>
          <w:sz w:val="24"/>
          <w:szCs w:val="24"/>
        </w:rPr>
        <w:t>ные программы закрепляют эту линию на раннее обучение, что положительно скажется на развитии не только иноязычной коммуникативной компетенции, но и общей коммуник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>тивной компетенции учащихся, а также позволит достичь более высоких личностных и метапредметных результатов обучения. Английский язык как учебный предмет имеет большой воспитательный потенциал, что в полной мере учтено при разработке УМК с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рии «FORWARD», где значительное место уделено формированию ценностных ориент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ров и эстетических идеалов в соответствии с ФГОС. Деятельностный характер предмета  английский язык соответствует природе младшего школьника, воспринимающего мир ц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лостно, эмоционально и активно. Это позволяет включать иноязычную речевую деятел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>ность в другие виды деятельности, свойственные ребенку данного возраста и дает во</w:t>
      </w:r>
      <w:r w:rsidRPr="006059D7">
        <w:rPr>
          <w:rFonts w:ascii="Times New Roman" w:hAnsi="Times New Roman"/>
          <w:sz w:val="24"/>
          <w:szCs w:val="24"/>
        </w:rPr>
        <w:t>з</w:t>
      </w:r>
      <w:r w:rsidRPr="006059D7">
        <w:rPr>
          <w:rFonts w:ascii="Times New Roman" w:hAnsi="Times New Roman"/>
          <w:sz w:val="24"/>
          <w:szCs w:val="24"/>
        </w:rPr>
        <w:t xml:space="preserve">можность осуществлять разнообразные  связи с предметами, изучаемыми в начальной школе, и формировать общеучебные умения и навыки, которые межпредметные по своему характеру.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D3612D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6059D7">
        <w:rPr>
          <w:rFonts w:ascii="Times New Roman" w:hAnsi="Times New Roman"/>
          <w:b/>
          <w:sz w:val="24"/>
          <w:szCs w:val="24"/>
        </w:rPr>
        <w:t>Описание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b/>
          <w:sz w:val="24"/>
          <w:szCs w:val="24"/>
        </w:rPr>
        <w:t>места учебного предмета в учебном плане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дерации отводит 204 часа для обязательного изучения иностранного языка на этапе н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чального общего образования. </w:t>
      </w:r>
      <w:r w:rsidRPr="006059D7">
        <w:rPr>
          <w:rStyle w:val="c1"/>
          <w:rFonts w:ascii="Times New Roman" w:hAnsi="Times New Roman"/>
          <w:sz w:val="24"/>
          <w:szCs w:val="24"/>
        </w:rPr>
        <w:t xml:space="preserve">Согласно  учебному плану Синицынской ООШ на изучение английского языка </w:t>
      </w:r>
      <w:r w:rsidRPr="006059D7">
        <w:rPr>
          <w:rFonts w:ascii="Times New Roman" w:hAnsi="Times New Roman"/>
          <w:sz w:val="24"/>
          <w:szCs w:val="24"/>
        </w:rPr>
        <w:t xml:space="preserve"> в 3  классе отводится 2 часа в неделю 68 часов в год.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</w:p>
    <w:p w:rsidR="00D3612D" w:rsidRPr="006059D7" w:rsidRDefault="00D3612D" w:rsidP="006059D7">
      <w:pPr>
        <w:framePr w:hSpace="180" w:wrap="around" w:vAnchor="page" w:hAnchor="margin" w:x="-792" w:y="139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12D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6059D7">
        <w:rPr>
          <w:rFonts w:ascii="Times New Roman" w:hAnsi="Times New Roman"/>
          <w:b/>
          <w:sz w:val="24"/>
          <w:szCs w:val="24"/>
        </w:rPr>
        <w:t xml:space="preserve"> Описание ценностных ориентиров содержания учебного предмет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D3612D" w:rsidRPr="006059D7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eastAsia="TimesNewRomanPSMT" w:hAnsi="Times New Roman"/>
          <w:sz w:val="24"/>
          <w:szCs w:val="24"/>
        </w:rPr>
        <w:t>Ценностные ориентиры содержания учебного предмета «Английский язык» основываются на концепции духовно-нравственного развития и воспитания личности гражданина Ро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сии, являющейся методологической основой реализации ФГОСосновного бщего образ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вания. В соответствии с данной концепцией «духовно-нравственное воспитание личности гражданина России педагогически организованный процесс усвоения и принятия об</w:t>
      </w:r>
      <w:r w:rsidRPr="006059D7">
        <w:rPr>
          <w:rFonts w:ascii="Times New Roman" w:eastAsia="TimesNewRomanPSMT" w:hAnsi="Times New Roman"/>
          <w:sz w:val="24"/>
          <w:szCs w:val="24"/>
        </w:rPr>
        <w:t>у</w:t>
      </w:r>
      <w:r w:rsidRPr="006059D7">
        <w:rPr>
          <w:rFonts w:ascii="Times New Roman" w:eastAsia="TimesNewRomanPSMT" w:hAnsi="Times New Roman"/>
          <w:sz w:val="24"/>
          <w:szCs w:val="24"/>
        </w:rPr>
        <w:t>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 о, семья, культурно-территориальные сообщества, традиционные российские религиозные объединения …, мировое сообщество».Основным содержанием духовно-нравственного развития, воспитания и социализации являются б</w:t>
      </w:r>
      <w:r w:rsidRPr="006059D7">
        <w:rPr>
          <w:rFonts w:ascii="Times New Roman" w:eastAsia="TimesNewRomanPSMT" w:hAnsi="Times New Roman"/>
          <w:sz w:val="24"/>
          <w:szCs w:val="24"/>
        </w:rPr>
        <w:t>а</w:t>
      </w:r>
      <w:r w:rsidRPr="006059D7">
        <w:rPr>
          <w:rFonts w:ascii="Times New Roman" w:eastAsia="TimesNewRomanPSMT" w:hAnsi="Times New Roman"/>
          <w:sz w:val="24"/>
          <w:szCs w:val="24"/>
        </w:rPr>
        <w:t>зовые национальные ценност и: патриотизм, социальная солидарность и толерантность, гражданстве нность, семь я, уважение к труду, ценность знания, родная природа, планета Земля, экологическое сознание, эстетическое и этическое развитие, многообразие культур и международное сотрудниче</w:t>
      </w:r>
      <w:r>
        <w:rPr>
          <w:rFonts w:ascii="Times New Roman" w:eastAsia="TimesNewRomanPSMT" w:hAnsi="Times New Roman"/>
          <w:sz w:val="24"/>
          <w:szCs w:val="24"/>
        </w:rPr>
        <w:t>ство. Каждая из них формулирует</w:t>
      </w:r>
      <w:r w:rsidRPr="006059D7">
        <w:rPr>
          <w:rFonts w:ascii="Times New Roman" w:eastAsia="TimesNewRomanPSMT" w:hAnsi="Times New Roman"/>
          <w:sz w:val="24"/>
          <w:szCs w:val="24"/>
        </w:rPr>
        <w:t>ся как вопрос, поставле</w:t>
      </w:r>
      <w:r w:rsidRPr="006059D7">
        <w:rPr>
          <w:rFonts w:ascii="Times New Roman" w:eastAsia="TimesNewRomanPSMT" w:hAnsi="Times New Roman"/>
          <w:sz w:val="24"/>
          <w:szCs w:val="24"/>
        </w:rPr>
        <w:t>н</w:t>
      </w:r>
      <w:r w:rsidRPr="006059D7">
        <w:rPr>
          <w:rFonts w:ascii="Times New Roman" w:eastAsia="TimesNewRomanPSMT" w:hAnsi="Times New Roman"/>
          <w:sz w:val="24"/>
          <w:szCs w:val="24"/>
        </w:rPr>
        <w:t>ный педагогом перед обучающимся, и превращается в воспитательную задачу. В процессе воспитания происходит «духовно нравственное развитие личности: формирование ценн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стно смысловой сферы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способности человека оценивать и сознательно выстраивать на о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нове традиционных моральных норм и нравственных идеалов отношение к себе, другим людям, обществу, госуда</w:t>
      </w:r>
      <w:r>
        <w:rPr>
          <w:rFonts w:ascii="Times New Roman" w:eastAsia="TimesNewRomanPSMT" w:hAnsi="Times New Roman"/>
          <w:sz w:val="24"/>
          <w:szCs w:val="24"/>
        </w:rPr>
        <w:t>рству, Отечеству, миру в целом»</w:t>
      </w:r>
      <w:r w:rsidRPr="006059D7">
        <w:rPr>
          <w:rFonts w:ascii="Times New Roman" w:eastAsia="TimesNewRomanPSMT" w:hAnsi="Times New Roman"/>
          <w:sz w:val="24"/>
          <w:szCs w:val="24"/>
        </w:rPr>
        <w:t>. УМК серии “ Forward” включ</w:t>
      </w:r>
      <w:r w:rsidRPr="006059D7">
        <w:rPr>
          <w:rFonts w:ascii="Times New Roman" w:eastAsia="TimesNewRomanPSMT" w:hAnsi="Times New Roman"/>
          <w:sz w:val="24"/>
          <w:szCs w:val="24"/>
        </w:rPr>
        <w:t>а</w:t>
      </w:r>
      <w:r w:rsidRPr="006059D7">
        <w:rPr>
          <w:rFonts w:ascii="Times New Roman" w:eastAsia="TimesNewRomanPSMT" w:hAnsi="Times New Roman"/>
          <w:sz w:val="24"/>
          <w:szCs w:val="24"/>
        </w:rPr>
        <w:t>ет материалы, расширяющие представления младших школьников о России и формиру</w:t>
      </w:r>
      <w:r w:rsidRPr="006059D7">
        <w:rPr>
          <w:rFonts w:ascii="Times New Roman" w:eastAsia="TimesNewRomanPSMT" w:hAnsi="Times New Roman"/>
          <w:sz w:val="24"/>
          <w:szCs w:val="24"/>
        </w:rPr>
        <w:t>ю</w:t>
      </w:r>
      <w:r w:rsidRPr="006059D7">
        <w:rPr>
          <w:rFonts w:ascii="Times New Roman" w:eastAsia="TimesNewRomanPSMT" w:hAnsi="Times New Roman"/>
          <w:sz w:val="24"/>
          <w:szCs w:val="24"/>
        </w:rPr>
        <w:t>щие чувство гордости за свою страну и её достижения в разных сферах. В соответствии с интересами и уровнем развития учащихся начальной школы на уроках с учениками обс</w:t>
      </w:r>
      <w:r w:rsidRPr="006059D7">
        <w:rPr>
          <w:rFonts w:ascii="Times New Roman" w:eastAsia="TimesNewRomanPSMT" w:hAnsi="Times New Roman"/>
          <w:sz w:val="24"/>
          <w:szCs w:val="24"/>
        </w:rPr>
        <w:t>у</w:t>
      </w:r>
      <w:r w:rsidRPr="006059D7">
        <w:rPr>
          <w:rFonts w:ascii="Times New Roman" w:eastAsia="TimesNewRomanPSMT" w:hAnsi="Times New Roman"/>
          <w:sz w:val="24"/>
          <w:szCs w:val="24"/>
        </w:rPr>
        <w:t>ждаются, например, следующие темы: разнообразие природных условий и животного м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>ра России; достижения России в области освоения космоса; Москва – столица нашей р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дины; великий русский художник В. Васнецов и т.д.В учебниках данной серии персонажи, российские и британские дети, представлены в ситуациях, которые позволяют на досту</w:t>
      </w:r>
      <w:r w:rsidRPr="006059D7">
        <w:rPr>
          <w:rFonts w:ascii="Times New Roman" w:eastAsia="TimesNewRomanPSMT" w:hAnsi="Times New Roman"/>
          <w:sz w:val="24"/>
          <w:szCs w:val="24"/>
        </w:rPr>
        <w:t>п</w:t>
      </w:r>
      <w:r w:rsidRPr="006059D7">
        <w:rPr>
          <w:rFonts w:ascii="Times New Roman" w:eastAsia="TimesNewRomanPSMT" w:hAnsi="Times New Roman"/>
          <w:sz w:val="24"/>
          <w:szCs w:val="24"/>
        </w:rPr>
        <w:t>ном для младших школьников уровне обсуждать такие вопросы, как любовь к своей семь е, здоровый образ жизни, трудолюбие, почитание родителей, забота о старших и младших, отношение к учебе, интерес к творчеству в разных его проявлениях. В УМК существенное место уделяется и современным проблемам бережного отношения к природе и природным ресурсам, осознанию необходимости сохранения разнообразия природы не только родной страны, но и всей планеты Земля, что закладывает основы формирования экологического сознания младших школьников. Эстетическое развитие школьников обеспечивается и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пользованием детского фольклора, стихов и песенок, обсуждением тем, связанных с кул</w:t>
      </w:r>
      <w:r w:rsidRPr="006059D7">
        <w:rPr>
          <w:rFonts w:ascii="Times New Roman" w:eastAsia="TimesNewRomanPSMT" w:hAnsi="Times New Roman"/>
          <w:sz w:val="24"/>
          <w:szCs w:val="24"/>
        </w:rPr>
        <w:t>ь</w:t>
      </w:r>
      <w:r w:rsidRPr="006059D7">
        <w:rPr>
          <w:rFonts w:ascii="Times New Roman" w:eastAsia="TimesNewRomanPSMT" w:hAnsi="Times New Roman"/>
          <w:sz w:val="24"/>
          <w:szCs w:val="24"/>
        </w:rPr>
        <w:t>тур</w:t>
      </w:r>
      <w:r>
        <w:rPr>
          <w:rFonts w:ascii="Times New Roman" w:eastAsia="TimesNewRomanPSMT" w:hAnsi="Times New Roman"/>
          <w:sz w:val="24"/>
          <w:szCs w:val="24"/>
        </w:rPr>
        <w:t>ны</w:t>
      </w:r>
      <w:r w:rsidRPr="006059D7">
        <w:rPr>
          <w:rFonts w:ascii="Times New Roman" w:eastAsia="TimesNewRomanPSMT" w:hAnsi="Times New Roman"/>
          <w:sz w:val="24"/>
          <w:szCs w:val="24"/>
        </w:rPr>
        <w:t>м наследием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России, Великобритании и других стран мира. Идеи многообразия культур и народов ,между</w:t>
      </w:r>
      <w:r>
        <w:rPr>
          <w:rFonts w:ascii="Times New Roman" w:eastAsia="TimesNewRomanPSMT" w:hAnsi="Times New Roman"/>
          <w:sz w:val="24"/>
          <w:szCs w:val="24"/>
        </w:rPr>
        <w:t>народного сотрудничества, справ</w:t>
      </w:r>
      <w:r w:rsidRPr="006059D7">
        <w:rPr>
          <w:rFonts w:ascii="Times New Roman" w:eastAsia="TimesNewRomanPSMT" w:hAnsi="Times New Roman"/>
          <w:sz w:val="24"/>
          <w:szCs w:val="24"/>
        </w:rPr>
        <w:t>едливости, чести, достоинства красной нитью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проходят через УМК серии “ Forward” для 4 класса, где представлена пр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>ключенческая история, сюжет которой строится на том, как российские и британские дети в месте с американским исследователем и путешественником помогают малазийскому профессору найти редкое растение, необходимое для создания лекарства от страшной б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 xml:space="preserve">лезни. </w:t>
      </w:r>
    </w:p>
    <w:p w:rsidR="00D3612D" w:rsidRPr="006059D7" w:rsidRDefault="00D3612D" w:rsidP="006059D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6059D7">
        <w:rPr>
          <w:rFonts w:ascii="Times New Roman" w:eastAsia="TimesNewRomanPSMT" w:hAnsi="Times New Roman"/>
          <w:sz w:val="24"/>
          <w:szCs w:val="24"/>
        </w:rPr>
        <w:t>Содержание УМК серии “ Forward”, таким образом, отражает базовые ценности совр</w:t>
      </w:r>
      <w:r w:rsidRPr="006059D7">
        <w:rPr>
          <w:rFonts w:ascii="Times New Roman" w:eastAsia="TimesNewRomanPSMT" w:hAnsi="Times New Roman"/>
          <w:sz w:val="24"/>
          <w:szCs w:val="24"/>
        </w:rPr>
        <w:t>е</w:t>
      </w:r>
      <w:r w:rsidRPr="006059D7">
        <w:rPr>
          <w:rFonts w:ascii="Times New Roman" w:eastAsia="TimesNewRomanPSMT" w:hAnsi="Times New Roman"/>
          <w:sz w:val="24"/>
          <w:szCs w:val="24"/>
        </w:rPr>
        <w:t>менного российского общества и реализует поставленную в ФГОС начального общего о</w:t>
      </w:r>
      <w:r w:rsidRPr="006059D7">
        <w:rPr>
          <w:rFonts w:ascii="Times New Roman" w:eastAsia="TimesNewRomanPSMT" w:hAnsi="Times New Roman"/>
          <w:sz w:val="24"/>
          <w:szCs w:val="24"/>
        </w:rPr>
        <w:t>б</w:t>
      </w:r>
      <w:r w:rsidRPr="006059D7">
        <w:rPr>
          <w:rFonts w:ascii="Times New Roman" w:eastAsia="TimesNewRomanPSMT" w:hAnsi="Times New Roman"/>
          <w:sz w:val="24"/>
          <w:szCs w:val="24"/>
        </w:rPr>
        <w:t>разования задачу – средствами своего предмета обеспечить духовно-нравственное разв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>
        <w:rPr>
          <w:rFonts w:ascii="Times New Roman" w:eastAsia="TimesNewRomanPSMT" w:hAnsi="Times New Roman"/>
          <w:sz w:val="24"/>
          <w:szCs w:val="24"/>
        </w:rPr>
        <w:t>тие и в</w:t>
      </w:r>
      <w:r w:rsidRPr="006059D7">
        <w:rPr>
          <w:rFonts w:ascii="Times New Roman" w:eastAsia="TimesNewRomanPSMT" w:hAnsi="Times New Roman"/>
          <w:sz w:val="24"/>
          <w:szCs w:val="24"/>
        </w:rPr>
        <w:t>оспитание обучающихся на ступени начального общего образования, становление их гражданской идентичност</w:t>
      </w:r>
      <w:r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 xml:space="preserve"> и как основ</w:t>
      </w:r>
      <w:r>
        <w:rPr>
          <w:rFonts w:ascii="Times New Roman" w:eastAsia="TimesNewRomanPSMT" w:hAnsi="Times New Roman"/>
          <w:sz w:val="24"/>
          <w:szCs w:val="24"/>
        </w:rPr>
        <w:t>ы развития гражданского общества.</w:t>
      </w:r>
    </w:p>
    <w:p w:rsidR="00D3612D" w:rsidRPr="006059D7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освоения конкретного учебного предмета </w:t>
      </w:r>
    </w:p>
    <w:p w:rsidR="00D3612D" w:rsidRPr="006059D7" w:rsidRDefault="00D3612D" w:rsidP="006059D7">
      <w:pPr>
        <w:spacing w:after="0" w:line="240" w:lineRule="auto"/>
        <w:jc w:val="both"/>
        <w:rPr>
          <w:rStyle w:val="Strong"/>
          <w:rFonts w:ascii="Times New Roman" w:hAnsi="Times New Roman"/>
          <w:bCs/>
          <w:sz w:val="24"/>
          <w:szCs w:val="24"/>
        </w:rPr>
      </w:pPr>
      <w:r w:rsidRPr="006059D7">
        <w:rPr>
          <w:rStyle w:val="Strong"/>
          <w:rFonts w:ascii="Times New Roman" w:hAnsi="Times New Roman"/>
          <w:bCs/>
          <w:sz w:val="24"/>
          <w:szCs w:val="24"/>
        </w:rPr>
        <w:t>Метапредметные результаты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1.Развитие умения взаимодействовать с окружающими выполняя разные роли в пределах речевых потребностей и возможностей младшего школьника;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2.Развитие коммуникативных способностей школьника, умение выбирать адекватные языковые и речевые средства для успешного решения элементарной коммуникативной задачи;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3.Расширение общего лингвистического кругозора младшего школьника;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4.Развитие познавательной  эмоциональной и волевой сфер младшего школьника; форм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рование мотивации к изучению иностранного языка;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5.Овладение умением координированной работы с разными компонентами учебно мет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дического комплекта 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3612D" w:rsidRPr="006059D7" w:rsidRDefault="00D3612D" w:rsidP="006059D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Strong"/>
          <w:rFonts w:ascii="Times New Roman" w:hAnsi="Times New Roman"/>
          <w:b w:val="0"/>
          <w:bCs/>
          <w:sz w:val="24"/>
          <w:szCs w:val="24"/>
        </w:rPr>
        <w:t>1.Общее представление о мире как о многоязычном и поликультурном сообществе;</w:t>
      </w:r>
    </w:p>
    <w:p w:rsidR="00D3612D" w:rsidRPr="006059D7" w:rsidRDefault="00D3612D" w:rsidP="006059D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Strong"/>
          <w:rFonts w:ascii="Times New Roman" w:hAnsi="Times New Roman"/>
          <w:b w:val="0"/>
          <w:bCs/>
          <w:sz w:val="24"/>
          <w:szCs w:val="24"/>
        </w:rPr>
        <w:t>2.Осознание языка ,в том числе иностранного, как основного средства общения между людьми;</w:t>
      </w:r>
    </w:p>
    <w:p w:rsidR="00D3612D" w:rsidRPr="006059D7" w:rsidRDefault="00D3612D" w:rsidP="006059D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Strong"/>
          <w:rFonts w:ascii="Times New Roman" w:hAnsi="Times New Roman"/>
          <w:b w:val="0"/>
          <w:bCs/>
          <w:sz w:val="24"/>
          <w:szCs w:val="24"/>
        </w:rPr>
        <w:t>3.Знакомство с миром зарубежных сверстников с использованием средств изучаемого иностранного языка через детский фольклор, некоторые образцы детской художественной литературы, традиции</w:t>
      </w:r>
    </w:p>
    <w:p w:rsidR="00D3612D" w:rsidRPr="006059D7" w:rsidRDefault="00D3612D" w:rsidP="006059D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Предметние результаты</w:t>
      </w:r>
    </w:p>
    <w:p w:rsidR="00D3612D" w:rsidRPr="006059D7" w:rsidRDefault="00D3612D" w:rsidP="006059D7">
      <w:pPr>
        <w:pStyle w:val="NormalWeb"/>
        <w:shd w:val="clear" w:color="auto" w:fill="FFFFFF"/>
        <w:spacing w:before="0" w:beforeAutospacing="0" w:after="0" w:afterAutospacing="0"/>
        <w:jc w:val="both"/>
      </w:pPr>
      <w:r w:rsidRPr="006059D7">
        <w:t xml:space="preserve">1.Приобретение начальных навыков общения в устной и письменной форме с носителями иностранного языка  на основе своих речевых возможностей и потребностей; освоение правил речевого и неречевого поведения; </w:t>
      </w:r>
    </w:p>
    <w:p w:rsidR="00D3612D" w:rsidRPr="006059D7" w:rsidRDefault="00D3612D" w:rsidP="006059D7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D3612D" w:rsidRPr="006059D7" w:rsidRDefault="00D3612D" w:rsidP="006059D7">
      <w:pPr>
        <w:pStyle w:val="NormalWeb"/>
        <w:shd w:val="clear" w:color="auto" w:fill="FFFFFF"/>
        <w:spacing w:before="0" w:beforeAutospacing="0" w:after="0" w:afterAutospacing="0"/>
        <w:jc w:val="both"/>
      </w:pPr>
      <w:r w:rsidRPr="006059D7">
        <w:t xml:space="preserve">2.Освоение начальных лингвистических представлений необходимых для овладения на элементарном уровне общения устной и письменной речью на иностранном языке, </w:t>
      </w:r>
    </w:p>
    <w:p w:rsidR="00D3612D" w:rsidRPr="006059D7" w:rsidRDefault="00D3612D" w:rsidP="006059D7">
      <w:pPr>
        <w:pStyle w:val="NormalWeb"/>
        <w:shd w:val="clear" w:color="auto" w:fill="FFFFFF"/>
        <w:spacing w:before="0" w:beforeAutospacing="0" w:after="0" w:afterAutospacing="0"/>
        <w:jc w:val="both"/>
      </w:pPr>
      <w:r w:rsidRPr="006059D7">
        <w:t>расширение лингвистического кругозора;</w:t>
      </w:r>
    </w:p>
    <w:p w:rsidR="00D3612D" w:rsidRPr="006059D7" w:rsidRDefault="00D3612D" w:rsidP="006059D7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D3612D" w:rsidRPr="006059D7" w:rsidRDefault="00D3612D" w:rsidP="006059D7">
      <w:pPr>
        <w:pStyle w:val="NormalWeb"/>
        <w:shd w:val="clear" w:color="auto" w:fill="FFFFFF"/>
        <w:spacing w:before="0" w:beforeAutospacing="0" w:after="0" w:afterAutospacing="0"/>
        <w:jc w:val="both"/>
      </w:pPr>
      <w:r w:rsidRPr="006059D7">
        <w:t xml:space="preserve">3.Сформированность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для данного возраста образцами детской художественной </w:t>
      </w:r>
    </w:p>
    <w:p w:rsidR="00D3612D" w:rsidRPr="00DA26AA" w:rsidRDefault="00D3612D" w:rsidP="00DA26AA">
      <w:pPr>
        <w:pStyle w:val="NormalWeb"/>
        <w:shd w:val="clear" w:color="auto" w:fill="FFFFFF"/>
        <w:spacing w:before="0" w:beforeAutospacing="0" w:after="0" w:afterAutospacing="0"/>
        <w:jc w:val="both"/>
      </w:pPr>
      <w:r w:rsidRPr="006059D7">
        <w:t>литературы.</w:t>
      </w:r>
    </w:p>
    <w:p w:rsidR="00D3612D" w:rsidRPr="004F667A" w:rsidRDefault="00D3612D" w:rsidP="00BE028C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 w:rsidRPr="004F667A">
        <w:rPr>
          <w:b/>
        </w:rPr>
        <w:t>в области говорения:</w:t>
      </w:r>
    </w:p>
    <w:p w:rsidR="00D3612D" w:rsidRPr="00FD20C9" w:rsidRDefault="00D3612D" w:rsidP="00BE028C">
      <w:pPr>
        <w:pStyle w:val="BodyText"/>
        <w:widowControl w:val="0"/>
        <w:tabs>
          <w:tab w:val="left" w:pos="545"/>
        </w:tabs>
        <w:spacing w:after="0" w:line="269" w:lineRule="exact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FD20C9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0222F" w:rsidRDefault="00D3612D" w:rsidP="00BE028C">
      <w:pPr>
        <w:pStyle w:val="BodyText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типичв туаций общения; диалог-расспрос (вопрос — ответ) и диалог — побу&gt; к действию;</w:t>
      </w:r>
    </w:p>
    <w:p w:rsidR="00D3612D" w:rsidRPr="0050222F" w:rsidRDefault="00D3612D" w:rsidP="00BE028C">
      <w:pPr>
        <w:pStyle w:val="BodyText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на элементарном уровне описывать предмет, картинку, персонаж;</w:t>
      </w:r>
    </w:p>
    <w:p w:rsidR="00D3612D" w:rsidRPr="0050222F" w:rsidRDefault="00D3612D" w:rsidP="00BE028C">
      <w:pPr>
        <w:pStyle w:val="BodyText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на элементарном уровне рассказывать о себе, семье, друге.</w:t>
      </w:r>
    </w:p>
    <w:p w:rsidR="00D3612D" w:rsidRPr="001E2D84" w:rsidRDefault="00D3612D" w:rsidP="001E2D84">
      <w:pPr>
        <w:pStyle w:val="22"/>
        <w:shd w:val="clear" w:color="auto" w:fill="auto"/>
        <w:tabs>
          <w:tab w:val="left" w:pos="636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Style w:val="21"/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Pr="001E2D84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a1"/>
          <w:rFonts w:ascii="Times New Roman" w:hAnsi="Times New Roman"/>
          <w:iCs w:val="0"/>
          <w:color w:val="000000"/>
          <w:sz w:val="24"/>
          <w:szCs w:val="24"/>
          <w:lang w:val="ru-RU"/>
        </w:rPr>
        <w:t>:</w:t>
      </w:r>
    </w:p>
    <w:p w:rsidR="00D3612D" w:rsidRPr="0050222F" w:rsidRDefault="00D3612D" w:rsidP="00BE028C">
      <w:pPr>
        <w:pStyle w:val="BodyText"/>
        <w:widowControl w:val="0"/>
        <w:tabs>
          <w:tab w:val="left" w:pos="73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участвовать в элементарном диалоге-расспросе, задавая вопросы собб ку и отвечая на его вопросы;</w:t>
      </w:r>
    </w:p>
    <w:p w:rsidR="00D3612D" w:rsidRPr="0050222F" w:rsidRDefault="00D3612D" w:rsidP="00BE028C">
      <w:pPr>
        <w:pStyle w:val="BodyText"/>
        <w:widowControl w:val="0"/>
        <w:tabs>
          <w:tab w:val="left" w:pos="74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фолькло] ские песни;</w:t>
      </w:r>
    </w:p>
    <w:p w:rsidR="00D3612D" w:rsidRPr="0050222F" w:rsidRDefault="00D3612D" w:rsidP="00BE028C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составлять краткую характеристику персонажа;</w:t>
      </w:r>
    </w:p>
    <w:p w:rsidR="00D3612D" w:rsidRDefault="00D3612D" w:rsidP="00BE028C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Style w:val="a0"/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кратко излагать содержание прочитанного текста.</w:t>
      </w:r>
    </w:p>
    <w:p w:rsidR="00D3612D" w:rsidRDefault="00D3612D" w:rsidP="00BE028C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31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</w:t>
      </w:r>
      <w:r w:rsidRPr="00BE028C">
        <w:rPr>
          <w:rStyle w:val="31"/>
          <w:rFonts w:ascii="Times New Roman" w:hAnsi="Times New Roman"/>
          <w:b/>
          <w:bCs/>
          <w:color w:val="000000"/>
          <w:lang w:val="ru-RU"/>
        </w:rPr>
        <w:t xml:space="preserve">  </w:t>
      </w:r>
      <w:r w:rsidRPr="00BE028C">
        <w:rPr>
          <w:rStyle w:val="31"/>
          <w:rFonts w:ascii="Times New Roman" w:hAnsi="Times New Roman"/>
          <w:b/>
          <w:bCs/>
          <w:color w:val="000000"/>
          <w:lang w:val="ru-RU"/>
        </w:rPr>
        <w:tab/>
      </w:r>
      <w:r w:rsidRPr="00BE028C">
        <w:rPr>
          <w:rStyle w:val="31"/>
          <w:rFonts w:ascii="Times New Roman" w:hAnsi="Times New Roman"/>
          <w:b/>
          <w:bCs/>
          <w:color w:val="000000"/>
          <w:vertAlign w:val="subscript"/>
          <w:lang w:val="ru-RU"/>
        </w:rPr>
        <w:t>х</w:t>
      </w:r>
      <w:r w:rsidRPr="00BE028C">
        <w:rPr>
          <w:rStyle w:val="31"/>
          <w:rFonts w:ascii="Times New Roman" w:hAnsi="Times New Roman"/>
          <w:b/>
          <w:bCs/>
          <w:color w:val="000000"/>
          <w:lang w:val="ru-RU"/>
        </w:rPr>
        <w:t xml:space="preserve"> ,</w:t>
      </w:r>
    </w:p>
    <w:p w:rsidR="00D3612D" w:rsidRDefault="00D3612D" w:rsidP="00BE028C">
      <w:pPr>
        <w:pStyle w:val="BodyText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C9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:</w:t>
      </w:r>
    </w:p>
    <w:p w:rsidR="00D3612D" w:rsidRDefault="00D3612D" w:rsidP="00BE028C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 при непосредственном об щении и вербально/невербально реагировать на услышанное;</w:t>
      </w:r>
    </w:p>
    <w:p w:rsidR="00D3612D" w:rsidRPr="0050222F" w:rsidRDefault="00D3612D" w:rsidP="00BE028C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воспринимать на слух в аудиозаписи основное содержание небольших дос: тупных те</w:t>
      </w: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к</w:t>
      </w: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стов, построенных на изученном языковом материале.</w:t>
      </w:r>
    </w:p>
    <w:p w:rsidR="00D3612D" w:rsidRPr="001E2D84" w:rsidRDefault="00D3612D" w:rsidP="00BE028C">
      <w:pPr>
        <w:pStyle w:val="22"/>
        <w:shd w:val="clear" w:color="auto" w:fill="auto"/>
        <w:tabs>
          <w:tab w:val="left" w:pos="64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E2D84">
        <w:rPr>
          <w:rStyle w:val="21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</w:p>
    <w:p w:rsidR="00D3612D" w:rsidRPr="0050222F" w:rsidRDefault="00D3612D" w:rsidP="00BE028C">
      <w:pPr>
        <w:pStyle w:val="BodyText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воспринимать на слух в аудиозаписи небольшой текст, построенный на изу ченном языковом материале, и полностью понимать содержащуюс# информацию;</w:t>
      </w:r>
    </w:p>
    <w:p w:rsidR="00D3612D" w:rsidRPr="0050222F" w:rsidRDefault="00D3612D" w:rsidP="00BE028C">
      <w:pPr>
        <w:pStyle w:val="BodyText"/>
        <w:widowControl w:val="0"/>
        <w:tabs>
          <w:tab w:val="left" w:pos="742"/>
        </w:tabs>
        <w:spacing w:after="0" w:line="269" w:lineRule="exact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D3612D" w:rsidRPr="008F08DB" w:rsidRDefault="00D3612D" w:rsidP="00BE028C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b/>
        </w:rPr>
        <w:t>В области чтения</w:t>
      </w:r>
    </w:p>
    <w:p w:rsidR="00D3612D" w:rsidRPr="008F08DB" w:rsidRDefault="00D3612D" w:rsidP="00BE028C">
      <w:pPr>
        <w:pStyle w:val="NormalWeb"/>
        <w:shd w:val="clear" w:color="auto" w:fill="FFFFFF"/>
        <w:spacing w:before="0" w:beforeAutospacing="0" w:after="0" w:afterAutospacing="0"/>
        <w:rPr>
          <w:rStyle w:val="a0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8F08DB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:</w:t>
      </w:r>
    </w:p>
    <w:p w:rsidR="00D3612D" w:rsidRPr="008F08DB" w:rsidRDefault="00D3612D" w:rsidP="00BE028C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соотносить графический образ английского слова с его звуковым образом;</w:t>
      </w:r>
    </w:p>
    <w:p w:rsidR="00D3612D" w:rsidRPr="008F08DB" w:rsidRDefault="00D3612D" w:rsidP="00BE028C">
      <w:pPr>
        <w:pStyle w:val="BodyText"/>
        <w:widowControl w:val="0"/>
        <w:tabs>
          <w:tab w:val="left" w:pos="477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softHyphen/>
        <w:t>риале,       соблюдая правила чтения и соответствующую интонацию;</w:t>
      </w:r>
    </w:p>
    <w:p w:rsidR="00D3612D" w:rsidRPr="008F08DB" w:rsidRDefault="00D3612D" w:rsidP="00BE028C">
      <w:pPr>
        <w:pStyle w:val="BodyText"/>
        <w:widowControl w:val="0"/>
        <w:tabs>
          <w:tab w:val="left" w:pos="477"/>
        </w:tabs>
        <w:spacing w:after="0" w:line="269" w:lineRule="exact"/>
        <w:rPr>
          <w:rStyle w:val="Tahoma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 xml:space="preserve">читать про себя и понимать основное содержание текстов, включающих как </w:t>
      </w:r>
      <w:r w:rsidRPr="008F08DB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изученный языковой материал, так и отдельные новые слова; находить 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 xml:space="preserve">в 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тексте нужную и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н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формацию.</w:t>
      </w:r>
    </w:p>
    <w:p w:rsidR="00D3612D" w:rsidRPr="001E2D84" w:rsidRDefault="00D3612D" w:rsidP="00BE028C">
      <w:pPr>
        <w:pStyle w:val="BodyText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1E2D84">
        <w:rPr>
          <w:rStyle w:val="21"/>
          <w:rFonts w:ascii="Times New Roman" w:hAnsi="Times New Roman"/>
          <w:b w:val="0"/>
          <w:iCs/>
          <w:color w:val="000000"/>
          <w:sz w:val="24"/>
          <w:szCs w:val="24"/>
        </w:rPr>
        <w:t>Ученик  получит возможность научиться</w:t>
      </w:r>
      <w:r w:rsidRPr="001E2D84">
        <w:rPr>
          <w:rStyle w:val="Tahoma"/>
          <w:rFonts w:ascii="Times New Roman" w:hAnsi="Times New Roman" w:cs="Times New Roman"/>
          <w:b w:val="0"/>
          <w:iCs/>
          <w:color w:val="000000"/>
          <w:sz w:val="24"/>
          <w:szCs w:val="24"/>
        </w:rPr>
        <w:t>:</w:t>
      </w:r>
    </w:p>
    <w:p w:rsidR="00D3612D" w:rsidRPr="008F08DB" w:rsidRDefault="00D3612D" w:rsidP="00BE028C">
      <w:pPr>
        <w:pStyle w:val="BodyText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догадываться о значении незнакомых слов по контексту;</w:t>
      </w:r>
    </w:p>
    <w:p w:rsidR="00D3612D" w:rsidRDefault="00D3612D" w:rsidP="00BE028C">
      <w:pPr>
        <w:pStyle w:val="BodyText"/>
        <w:widowControl w:val="0"/>
        <w:tabs>
          <w:tab w:val="left" w:pos="477"/>
        </w:tabs>
        <w:spacing w:after="0" w:line="269" w:lineRule="exact"/>
        <w:rPr>
          <w:rStyle w:val="a0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не обращать внимания на незнакомые слова, не мешающие понять основное содерж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а</w:t>
      </w: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ние текста.</w:t>
      </w:r>
    </w:p>
    <w:p w:rsidR="00D3612D" w:rsidRDefault="00D3612D" w:rsidP="00BE028C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E1559F">
        <w:rPr>
          <w:rFonts w:ascii="Times New Roman" w:hAnsi="Times New Roman"/>
          <w:b/>
          <w:sz w:val="24"/>
          <w:szCs w:val="24"/>
        </w:rPr>
        <w:t>В области письма</w:t>
      </w:r>
    </w:p>
    <w:p w:rsidR="00D3612D" w:rsidRDefault="00D3612D" w:rsidP="00BE028C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</w:t>
      </w:r>
    </w:p>
    <w:p w:rsidR="00D3612D" w:rsidRDefault="00D3612D" w:rsidP="00BE028C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владеть техникой письма;</w:t>
      </w:r>
    </w:p>
    <w:p w:rsidR="00D3612D" w:rsidRPr="00FD20C9" w:rsidRDefault="00D3612D" w:rsidP="00BE028C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списывать текст и выписывать из него слова, словосочетания, предложения в соот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ветствии с решаемой учебной задачей;</w:t>
      </w:r>
    </w:p>
    <w:p w:rsidR="00D3612D" w:rsidRPr="0099211B" w:rsidRDefault="00D3612D" w:rsidP="00BE028C">
      <w:pPr>
        <w:pStyle w:val="BodyText"/>
        <w:widowControl w:val="0"/>
        <w:tabs>
          <w:tab w:val="left" w:pos="482"/>
        </w:tabs>
        <w:spacing w:after="0" w:line="240" w:lineRule="auto"/>
        <w:ind w:right="280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писать с опорой на образец поздравление с праздником и короткое личное письмо;</w:t>
      </w:r>
    </w:p>
    <w:p w:rsidR="00D3612D" w:rsidRPr="0099211B" w:rsidRDefault="00D3612D" w:rsidP="00BE028C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заполнять простую анкету.</w:t>
      </w:r>
    </w:p>
    <w:p w:rsidR="00D3612D" w:rsidRPr="0099211B" w:rsidRDefault="00D3612D" w:rsidP="00BE028C">
      <w:pPr>
        <w:pStyle w:val="22"/>
        <w:shd w:val="clear" w:color="auto" w:fill="auto"/>
        <w:tabs>
          <w:tab w:val="left" w:pos="386"/>
        </w:tabs>
        <w:spacing w:line="240" w:lineRule="auto"/>
        <w:ind w:left="40"/>
        <w:rPr>
          <w:rFonts w:ascii="Times New Roman" w:hAnsi="Times New Roman"/>
          <w:sz w:val="24"/>
          <w:szCs w:val="24"/>
        </w:rPr>
      </w:pPr>
      <w:r w:rsidRPr="001E2D84">
        <w:rPr>
          <w:rStyle w:val="21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  <w:r w:rsidRPr="0099211B">
        <w:rPr>
          <w:rStyle w:val="21"/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3612D" w:rsidRPr="0099211B" w:rsidRDefault="00D3612D" w:rsidP="00BE028C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составлять рассказ в письменной форме по плану/ключевым словам;</w:t>
      </w:r>
    </w:p>
    <w:p w:rsidR="00D3612D" w:rsidRPr="0099211B" w:rsidRDefault="00D3612D" w:rsidP="00BE028C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в письменной форме кратко отвечать на вопросы к тексту;</w:t>
      </w:r>
    </w:p>
    <w:p w:rsidR="00D3612D" w:rsidRPr="0099211B" w:rsidRDefault="00D3612D" w:rsidP="00BE028C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правильно оформлять конверт (с опорой на образец);</w:t>
      </w:r>
    </w:p>
    <w:p w:rsidR="00D3612D" w:rsidRPr="0099211B" w:rsidRDefault="00D3612D" w:rsidP="00BE028C">
      <w:pPr>
        <w:pStyle w:val="BodyText"/>
        <w:widowControl w:val="0"/>
        <w:tabs>
          <w:tab w:val="left" w:pos="4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делать по образцу подписи к рисункам/фотографиям.</w:t>
      </w:r>
    </w:p>
    <w:p w:rsidR="00D3612D" w:rsidRPr="008F08DB" w:rsidRDefault="00D3612D" w:rsidP="00BE028C">
      <w:pPr>
        <w:pStyle w:val="10"/>
        <w:shd w:val="clear" w:color="auto" w:fill="auto"/>
        <w:spacing w:line="240" w:lineRule="auto"/>
        <w:ind w:left="500"/>
        <w:rPr>
          <w:rFonts w:ascii="Times New Roman" w:hAnsi="Times New Roman"/>
          <w:b w:val="0"/>
          <w:sz w:val="24"/>
          <w:szCs w:val="24"/>
        </w:rPr>
      </w:pPr>
      <w:r w:rsidRPr="008F08DB">
        <w:rPr>
          <w:rStyle w:val="1"/>
          <w:rFonts w:ascii="Times New Roman" w:hAnsi="Times New Roman"/>
          <w:b/>
          <w:color w:val="000000"/>
          <w:sz w:val="24"/>
          <w:szCs w:val="24"/>
        </w:rPr>
        <w:t>Графика, каллиграфия, орфография</w:t>
      </w:r>
    </w:p>
    <w:p w:rsidR="00D3612D" w:rsidRPr="003C0CC8" w:rsidRDefault="00D3612D" w:rsidP="00BE028C">
      <w:pPr>
        <w:pStyle w:val="BodyText"/>
        <w:widowControl w:val="0"/>
        <w:tabs>
          <w:tab w:val="left" w:pos="290"/>
          <w:tab w:val="left" w:pos="5483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 научится: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ab/>
      </w:r>
    </w:p>
    <w:p w:rsidR="00D3612D" w:rsidRPr="003C0CC8" w:rsidRDefault="00D3612D" w:rsidP="00BE028C">
      <w:pPr>
        <w:pStyle w:val="BodyText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пользоваться английским алфавитом, называть в нём буквы в правильной последов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а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тельности;</w:t>
      </w:r>
    </w:p>
    <w:p w:rsidR="00D3612D" w:rsidRPr="003C0CC8" w:rsidRDefault="00D3612D" w:rsidP="00BE028C">
      <w:pPr>
        <w:pStyle w:val="BodyText"/>
        <w:widowControl w:val="0"/>
        <w:tabs>
          <w:tab w:val="left" w:pos="486"/>
        </w:tabs>
        <w:spacing w:after="0" w:line="240" w:lineRule="auto"/>
        <w:ind w:right="280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 воспроизводить графически и каллиграфически корректно все английские буквы а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л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фавита (полупечатное написание букв, слов)</w:t>
      </w:r>
    </w:p>
    <w:p w:rsidR="00D3612D" w:rsidRPr="003C0CC8" w:rsidRDefault="00D3612D" w:rsidP="00BE028C">
      <w:pPr>
        <w:pStyle w:val="BodyText"/>
        <w:widowControl w:val="0"/>
        <w:tabs>
          <w:tab w:val="left" w:pos="486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находить и сравнивать (в объёме содержания курса) такие языковые едини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цы, как   звук, буква, слово;</w:t>
      </w:r>
    </w:p>
    <w:p w:rsidR="00D3612D" w:rsidRPr="003C0CC8" w:rsidRDefault="00D3612D" w:rsidP="00BE028C">
      <w:pPr>
        <w:pStyle w:val="BodyText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применять основные правила чтения и орфографии, изученные в курсе на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чальной школы;</w:t>
      </w:r>
    </w:p>
    <w:p w:rsidR="00D3612D" w:rsidRPr="003C0CC8" w:rsidRDefault="00D3612D" w:rsidP="00BE028C">
      <w:pPr>
        <w:pStyle w:val="BodyText"/>
        <w:widowControl w:val="0"/>
        <w:tabs>
          <w:tab w:val="left" w:pos="477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отличать буквы от знаков транскрипции.</w:t>
      </w:r>
    </w:p>
    <w:p w:rsidR="00D3612D" w:rsidRPr="001E2D84" w:rsidRDefault="00D3612D" w:rsidP="001E2D84">
      <w:pPr>
        <w:pStyle w:val="22"/>
        <w:shd w:val="clear" w:color="auto" w:fill="auto"/>
        <w:tabs>
          <w:tab w:val="left" w:pos="381"/>
        </w:tabs>
        <w:spacing w:line="240" w:lineRule="auto"/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</w:pPr>
      <w:r w:rsidRPr="001E2D84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 получит возможность научиться:</w:t>
      </w:r>
    </w:p>
    <w:p w:rsidR="00D3612D" w:rsidRPr="003C0CC8" w:rsidRDefault="00D3612D" w:rsidP="00BE028C">
      <w:pPr>
        <w:pStyle w:val="22"/>
        <w:shd w:val="clear" w:color="auto" w:fill="auto"/>
        <w:tabs>
          <w:tab w:val="left" w:pos="381"/>
        </w:tabs>
        <w:spacing w:line="240" w:lineRule="auto"/>
        <w:ind w:left="40"/>
        <w:rPr>
          <w:rFonts w:ascii="Times New Roman" w:hAnsi="Times New Roman"/>
          <w:b w:val="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сравнивать и анализировать буквосочетания английского языка и их транс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крипцию;</w:t>
      </w:r>
    </w:p>
    <w:p w:rsidR="00D3612D" w:rsidRPr="003C0CC8" w:rsidRDefault="00D3612D" w:rsidP="00BE028C">
      <w:pPr>
        <w:pStyle w:val="BodyText"/>
        <w:widowControl w:val="0"/>
        <w:tabs>
          <w:tab w:val="left" w:pos="4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группировать слова в соответствии с изученными правилами чтения;</w:t>
      </w:r>
    </w:p>
    <w:p w:rsidR="00D3612D" w:rsidRPr="003C0CC8" w:rsidRDefault="00D3612D" w:rsidP="00BE028C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уточнять написание слова по словарю учебника.</w:t>
      </w:r>
    </w:p>
    <w:p w:rsidR="00D3612D" w:rsidRPr="00465F10" w:rsidRDefault="00D3612D" w:rsidP="00465F10">
      <w:pPr>
        <w:pStyle w:val="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 w:val="0"/>
          <w:noProof w:val="0"/>
          <w:sz w:val="24"/>
          <w:szCs w:val="24"/>
        </w:rPr>
        <w:t xml:space="preserve">                        </w:t>
      </w:r>
      <w:r w:rsidRPr="00465F10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D3612D" w:rsidRPr="00465F10" w:rsidRDefault="00D3612D" w:rsidP="00465F10">
      <w:pPr>
        <w:pStyle w:val="BodyText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Ученик  научится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D3612D" w:rsidRPr="00465F10" w:rsidRDefault="00D3612D" w:rsidP="00465F10">
      <w:pPr>
        <w:pStyle w:val="BodyText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D3612D" w:rsidRPr="00465F10" w:rsidRDefault="00D3612D" w:rsidP="00465F10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соблюдать правильное ударение в изолированных словах и </w:t>
      </w:r>
      <w:r w:rsidRPr="00465F10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фразах;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соблюдать особе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н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ности интонации основных типов предложений;</w:t>
      </w:r>
    </w:p>
    <w:p w:rsidR="00D3612D" w:rsidRDefault="00D3612D" w:rsidP="00465F10">
      <w:pPr>
        <w:pStyle w:val="BodyText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корректно произносить предложения с точки зрения их ритмико-интонаци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онных ос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бенностей.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ab/>
        <w:t>_</w:t>
      </w:r>
    </w:p>
    <w:p w:rsidR="00D3612D" w:rsidRPr="001E2D84" w:rsidRDefault="00D3612D" w:rsidP="00465F10">
      <w:pPr>
        <w:pStyle w:val="BodyText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Fonts w:ascii="Times New Roman" w:hAnsi="Times New Roman"/>
          <w:b/>
          <w:sz w:val="24"/>
          <w:szCs w:val="24"/>
        </w:rPr>
      </w:pPr>
      <w:r w:rsidRPr="001E2D84">
        <w:rPr>
          <w:rStyle w:val="21"/>
          <w:rFonts w:ascii="Times New Roman" w:hAnsi="Times New Roman"/>
          <w:b w:val="0"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465F10" w:rsidRDefault="00D3612D" w:rsidP="00465F10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распознавать случаи использования связующего “г” и соблюдать их в речи;</w:t>
      </w:r>
    </w:p>
    <w:p w:rsidR="00D3612D" w:rsidRPr="00465F10" w:rsidRDefault="00D3612D" w:rsidP="00465F10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соблюдать интонацию перечисления;</w:t>
      </w:r>
    </w:p>
    <w:p w:rsidR="00D3612D" w:rsidRPr="00465F10" w:rsidRDefault="00D3612D" w:rsidP="00465F10">
      <w:pPr>
        <w:pStyle w:val="BodyText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соблюдать правило отсутствия ударения на служебных словах (артиклях, союзах, пред логах);</w:t>
      </w:r>
    </w:p>
    <w:p w:rsidR="00D3612D" w:rsidRPr="00465F10" w:rsidRDefault="00D3612D" w:rsidP="00465F10">
      <w:pPr>
        <w:pStyle w:val="BodyText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Читать изучаемые слова по транскрипции</w:t>
      </w:r>
    </w:p>
    <w:p w:rsidR="00D3612D" w:rsidRPr="00465F10" w:rsidRDefault="00D3612D" w:rsidP="00465F10">
      <w:pPr>
        <w:pStyle w:val="BodyText"/>
        <w:widowControl w:val="0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Писать транскрипцию отдельных звуков.</w:t>
      </w:r>
    </w:p>
    <w:p w:rsidR="00D3612D" w:rsidRPr="00465F10" w:rsidRDefault="00D3612D" w:rsidP="00465F10">
      <w:pPr>
        <w:pStyle w:val="BodyText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Style w:val="a0"/>
          <w:color w:val="000000"/>
        </w:rPr>
        <w:t xml:space="preserve">   </w:t>
      </w:r>
      <w:r w:rsidRPr="00465F10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Лексическая сторона речи</w:t>
      </w:r>
    </w:p>
    <w:p w:rsidR="00D3612D" w:rsidRPr="00595EFD" w:rsidRDefault="00D3612D" w:rsidP="00465F10">
      <w:pPr>
        <w:pStyle w:val="BodyText"/>
        <w:widowControl w:val="0"/>
        <w:tabs>
          <w:tab w:val="left" w:pos="245"/>
        </w:tabs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 w:rsidRPr="00595EFD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95EFD" w:rsidRDefault="00D3612D" w:rsidP="00465F10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распознавать и употреблять в речи изученные в пределах тематики началь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ной школы лексические единицы (слова, словосочетания, </w:t>
      </w:r>
      <w:r w:rsidRPr="00595EFD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оценочную 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лекси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softHyphen/>
        <w:t>ку, речевые клише), с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о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блюдая лексические нормы;</w:t>
      </w:r>
    </w:p>
    <w:p w:rsidR="00D3612D" w:rsidRPr="00595EFD" w:rsidRDefault="00D3612D" w:rsidP="00465F10">
      <w:pPr>
        <w:pStyle w:val="BodyText"/>
        <w:widowControl w:val="0"/>
        <w:tabs>
          <w:tab w:val="left" w:pos="442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оперировать в процессе общения активной лексикой в соответствии с комму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softHyphen/>
        <w:t>никативной задачей.</w:t>
      </w:r>
    </w:p>
    <w:p w:rsidR="00D3612D" w:rsidRPr="001E2D84" w:rsidRDefault="00D3612D" w:rsidP="00465F10">
      <w:pPr>
        <w:pStyle w:val="22"/>
        <w:shd w:val="clear" w:color="auto" w:fill="auto"/>
        <w:tabs>
          <w:tab w:val="left" w:pos="346"/>
        </w:tabs>
        <w:rPr>
          <w:rFonts w:ascii="Times New Roman" w:hAnsi="Times New Roman"/>
          <w:sz w:val="24"/>
          <w:szCs w:val="24"/>
        </w:rPr>
      </w:pPr>
      <w:r w:rsidRPr="001E2D84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21"/>
          <w:rFonts w:ascii="Times New Roman" w:hAnsi="Times New Roman"/>
          <w:iCs/>
          <w:color w:val="000000"/>
          <w:sz w:val="24"/>
          <w:szCs w:val="24"/>
        </w:rPr>
        <w:t>:</w:t>
      </w:r>
    </w:p>
    <w:p w:rsidR="00D3612D" w:rsidRPr="00595EFD" w:rsidRDefault="00D3612D" w:rsidP="00465F10">
      <w:pPr>
        <w:pStyle w:val="BodyText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узнавать простые словообразовательные элементы;</w:t>
      </w:r>
    </w:p>
    <w:p w:rsidR="00D3612D" w:rsidRDefault="00D3612D" w:rsidP="00465F10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 xml:space="preserve">опираться на языковую догадку при восприятии интернациональных и сложных слов </w:t>
      </w:r>
    </w:p>
    <w:p w:rsidR="00D3612D" w:rsidRPr="00595EFD" w:rsidRDefault="00D3612D" w:rsidP="00465F10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в процессе чтения и аудирования;</w:t>
      </w:r>
    </w:p>
    <w:p w:rsidR="00D3612D" w:rsidRDefault="00D3612D" w:rsidP="00465F10">
      <w:pPr>
        <w:pStyle w:val="10"/>
        <w:shd w:val="clear" w:color="auto" w:fill="auto"/>
        <w:spacing w:after="91" w:line="210" w:lineRule="exact"/>
        <w:rPr>
          <w:rStyle w:val="a0"/>
          <w:rFonts w:ascii="Times New Roman" w:hAnsi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/>
          <w:b w:val="0"/>
          <w:color w:val="000000"/>
          <w:sz w:val="24"/>
          <w:szCs w:val="24"/>
        </w:rPr>
        <w:t xml:space="preserve">составлять простые словари (в картинках, двуязычные) в </w:t>
      </w:r>
      <w:r w:rsidRPr="00465F10">
        <w:rPr>
          <w:rStyle w:val="Tahoma"/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</w:t>
      </w:r>
      <w:r w:rsidRPr="00465F10">
        <w:rPr>
          <w:rStyle w:val="a0"/>
          <w:rFonts w:ascii="Times New Roman" w:hAnsi="Times New Roman"/>
          <w:b w:val="0"/>
          <w:color w:val="000000"/>
          <w:sz w:val="24"/>
          <w:szCs w:val="24"/>
        </w:rPr>
        <w:t>с по</w:t>
      </w:r>
      <w:r w:rsidRPr="00465F10">
        <w:rPr>
          <w:rStyle w:val="a0"/>
          <w:rFonts w:ascii="Times New Roman" w:hAnsi="Times New Roman"/>
          <w:b w:val="0"/>
          <w:color w:val="000000"/>
          <w:sz w:val="24"/>
          <w:szCs w:val="24"/>
        </w:rPr>
        <w:softHyphen/>
        <w:t>ставленной учебной задачей используя изучаемую в пределах тематики лексику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>.</w:t>
      </w:r>
    </w:p>
    <w:p w:rsidR="00D3612D" w:rsidRPr="00D22D51" w:rsidRDefault="00D3612D" w:rsidP="00465F10">
      <w:pPr>
        <w:pStyle w:val="BodyText"/>
        <w:spacing w:after="0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1"/>
          <w:rFonts w:ascii="Times New Roman" w:hAnsi="Times New Roman"/>
          <w:bCs w:val="0"/>
          <w:color w:val="000000"/>
          <w:sz w:val="24"/>
          <w:szCs w:val="24"/>
        </w:rPr>
        <w:t xml:space="preserve">                                             </w:t>
      </w:r>
      <w:r w:rsidRPr="00D22D51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Грамматическая сторона речи</w:t>
      </w:r>
    </w:p>
    <w:p w:rsidR="00D3612D" w:rsidRPr="003C0CC8" w:rsidRDefault="00D3612D" w:rsidP="00465F10">
      <w:pPr>
        <w:pStyle w:val="BodyText"/>
        <w:spacing w:after="0"/>
        <w:ind w:right="2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a0"/>
          <w:color w:val="000000"/>
        </w:rPr>
        <w:t xml:space="preserve">        </w:t>
      </w:r>
      <w:r w:rsidRPr="003C0CC8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научится:</w:t>
      </w:r>
    </w:p>
    <w:p w:rsidR="00D3612D" w:rsidRPr="003C0CC8" w:rsidRDefault="00D3612D" w:rsidP="00465F10">
      <w:pPr>
        <w:pStyle w:val="BodyText"/>
        <w:spacing w:after="0" w:line="269" w:lineRule="exact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основные коммуникативные типы </w:t>
      </w:r>
    </w:p>
    <w:p w:rsidR="00D3612D" w:rsidRPr="003C0CC8" w:rsidRDefault="00D3612D" w:rsidP="00465F10">
      <w:pPr>
        <w:pStyle w:val="BodyText"/>
        <w:spacing w:after="0" w:line="269" w:lineRule="exact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пред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ложений,  общий и специальный вопросы, утвердительные и </w:t>
      </w:r>
    </w:p>
    <w:p w:rsidR="00D3612D" w:rsidRPr="003C0CC8" w:rsidRDefault="00D3612D" w:rsidP="00465F10">
      <w:pPr>
        <w:pStyle w:val="BodyText"/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>о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трицательные предложения;</w:t>
      </w:r>
    </w:p>
    <w:p w:rsidR="00D3612D" w:rsidRPr="00465F10" w:rsidRDefault="00D3612D" w:rsidP="00465F10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Tahoma"/>
          <w:rFonts w:ascii="Times New Roman" w:hAnsi="Times New Roman" w:cs="Georgia"/>
          <w:b w:val="0"/>
          <w:bCs w:val="0"/>
          <w:color w:val="000000"/>
          <w:spacing w:val="3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распознавать и употреблять в речи изуч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>енные существительные с неопре</w:t>
      </w:r>
      <w:r>
        <w:rPr>
          <w:rStyle w:val="a0"/>
          <w:rFonts w:ascii="Times New Roman" w:hAnsi="Times New Roman"/>
          <w:color w:val="000000"/>
          <w:sz w:val="24"/>
          <w:szCs w:val="24"/>
        </w:rPr>
        <w:softHyphen/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делённым/определённым/нулевым артиклем, в единственном </w:t>
      </w:r>
      <w:r w:rsidRPr="003C0CC8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и</w:t>
      </w:r>
    </w:p>
    <w:p w:rsidR="00D3612D" w:rsidRPr="00D22D51" w:rsidRDefault="00D3612D" w:rsidP="00465F10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во множе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ственном   числе; притяжательный падеж существительных; глаголы в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Jense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модальные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глаголы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can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may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must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</w:p>
    <w:p w:rsidR="00D3612D" w:rsidRPr="003C0CC8" w:rsidRDefault="00D3612D" w:rsidP="00465F10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лич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ные,   притяжательные и указательные местоимения; изученные </w:t>
      </w:r>
    </w:p>
    <w:p w:rsidR="00D3612D" w:rsidRPr="003C0CC8" w:rsidRDefault="00D3612D" w:rsidP="00465F10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прилагатель ные в положительной, сравнительной, превосходной степенях; </w:t>
      </w:r>
    </w:p>
    <w:p w:rsidR="00D3612D" w:rsidRPr="003C0CC8" w:rsidRDefault="00D3612D" w:rsidP="00465F10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коли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чественные (до 100) и порядковые (до 20) числительные; наиболее </w:t>
      </w:r>
    </w:p>
    <w:p w:rsidR="00D3612D" w:rsidRPr="003C0CC8" w:rsidRDefault="00D3612D" w:rsidP="00465F10">
      <w:pPr>
        <w:pStyle w:val="BodyText"/>
        <w:widowControl w:val="0"/>
        <w:tabs>
          <w:tab w:val="left" w:pos="437"/>
        </w:tabs>
        <w:spacing w:after="0" w:line="240" w:lineRule="auto"/>
        <w:ind w:right="20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употре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бительные предлоги для выражения временных и пространственных </w:t>
      </w:r>
    </w:p>
    <w:p w:rsidR="00D3612D" w:rsidRPr="003C0CC8" w:rsidRDefault="00D3612D" w:rsidP="00465F10">
      <w:pPr>
        <w:pStyle w:val="BodyText"/>
        <w:widowControl w:val="0"/>
        <w:tabs>
          <w:tab w:val="left" w:pos="437"/>
        </w:tabs>
        <w:spacing w:after="0" w:line="240" w:lineRule="auto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отно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шений.</w:t>
      </w:r>
    </w:p>
    <w:p w:rsidR="00D3612D" w:rsidRPr="00AC5B02" w:rsidRDefault="00D3612D" w:rsidP="00AC5B02">
      <w:pPr>
        <w:pStyle w:val="22"/>
        <w:shd w:val="clear" w:color="auto" w:fill="auto"/>
        <w:ind w:left="460"/>
        <w:rPr>
          <w:rStyle w:val="21"/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3C0CC8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0517B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D22D51" w:rsidRDefault="00D3612D" w:rsidP="00D22D51">
      <w:pPr>
        <w:pStyle w:val="22"/>
        <w:shd w:val="clear" w:color="auto" w:fill="auto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</w:rPr>
        <w:t xml:space="preserve">узнавать сложносочинённые предложения с союзами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and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</w:rPr>
        <w:t xml:space="preserve">и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but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465F10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использовать в речи безличные предложения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 xml:space="preserve">It’s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5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 xml:space="preserve">o’clock. It’s interesting.           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предложения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с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конструкцией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there is/there are;</w:t>
      </w:r>
    </w:p>
    <w:p w:rsidR="00D3612D" w:rsidRPr="003C0CC8" w:rsidRDefault="00D3612D" w:rsidP="00D22D51">
      <w:pPr>
        <w:pStyle w:val="BodyText"/>
        <w:widowControl w:val="0"/>
        <w:tabs>
          <w:tab w:val="left" w:pos="45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E66A49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оперировать в речи неопределёнными местоимениями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some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и их произ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водными (некоторые случаи употребления);</w:t>
      </w:r>
    </w:p>
    <w:p w:rsidR="00D3612D" w:rsidRPr="003C0CC8" w:rsidRDefault="00D3612D" w:rsidP="00465F10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образовывать по правилу прилагательные в сравнительной и превосходной степенях и употреблять их в речи;</w:t>
      </w:r>
    </w:p>
    <w:p w:rsidR="00D3612D" w:rsidRPr="003C0CC8" w:rsidRDefault="00D3612D" w:rsidP="00465F10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распознавать в тексте и дифференцировать слова по определённым признакам (сущес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т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вительные, прилагательные, модальные/смысловые глаголы);</w:t>
      </w:r>
    </w:p>
    <w:p w:rsidR="00D3612D" w:rsidRPr="003C0CC8" w:rsidRDefault="00D3612D" w:rsidP="00465F10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выражать своё отношение к действию при помощи модальных глаголов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should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have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465F10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распознавать и использовать в речи наиболее употребительные наречия вре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мени, ст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пени и образа действия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today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yesterday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tomorrow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never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often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sometimes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very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well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slowly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quickly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D3612D" w:rsidRPr="003C0CC8" w:rsidRDefault="00D3612D" w:rsidP="00D22D51">
      <w:pPr>
        <w:pStyle w:val="BodyText"/>
        <w:widowControl w:val="0"/>
        <w:tabs>
          <w:tab w:val="left" w:pos="457"/>
        </w:tabs>
        <w:spacing w:after="183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узнавать в тексте и на слух, употреблять в речи в пределах тематики началь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ной школы глаголы в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Progressive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)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Tense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глагольные кон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струкции типа: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reading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d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D3612D" w:rsidRDefault="00D3612D" w:rsidP="00D22D51">
      <w:pPr>
        <w:pStyle w:val="10"/>
        <w:shd w:val="clear" w:color="auto" w:fill="auto"/>
        <w:spacing w:after="115" w:line="340" w:lineRule="exact"/>
        <w:ind w:left="460"/>
        <w:rPr>
          <w:rStyle w:val="1"/>
          <w:rFonts w:ascii="Times New Roman" w:hAnsi="Times New Roman"/>
          <w:b/>
          <w:bCs/>
          <w:color w:val="000000"/>
          <w:sz w:val="24"/>
          <w:szCs w:val="24"/>
        </w:rPr>
      </w:pPr>
    </w:p>
    <w:p w:rsidR="00D3612D" w:rsidRDefault="00D3612D" w:rsidP="00D22D51">
      <w:pPr>
        <w:pStyle w:val="10"/>
        <w:shd w:val="clear" w:color="auto" w:fill="auto"/>
        <w:spacing w:after="115" w:line="340" w:lineRule="exact"/>
        <w:ind w:left="460"/>
        <w:rPr>
          <w:rStyle w:val="1"/>
          <w:rFonts w:ascii="Times New Roman" w:hAnsi="Times New Roman"/>
          <w:b/>
          <w:bCs/>
          <w:color w:val="000000"/>
          <w:sz w:val="24"/>
          <w:szCs w:val="24"/>
        </w:rPr>
      </w:pPr>
    </w:p>
    <w:p w:rsidR="00D3612D" w:rsidRPr="00677939" w:rsidRDefault="00D3612D" w:rsidP="00AC5B02">
      <w:pPr>
        <w:pStyle w:val="10"/>
        <w:shd w:val="clear" w:color="auto" w:fill="auto"/>
        <w:spacing w:after="115" w:line="340" w:lineRule="exact"/>
        <w:rPr>
          <w:rFonts w:ascii="Times New Roman" w:hAnsi="Times New Roman"/>
          <w:sz w:val="24"/>
          <w:szCs w:val="24"/>
        </w:rPr>
      </w:pPr>
      <w:r w:rsidRPr="00BC2298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Социокультурная осведомлённость </w:t>
      </w:r>
    </w:p>
    <w:p w:rsidR="00D3612D" w:rsidRPr="00BC2298" w:rsidRDefault="00D3612D" w:rsidP="00D22D51">
      <w:pPr>
        <w:pStyle w:val="BodyText"/>
        <w:widowControl w:val="0"/>
        <w:tabs>
          <w:tab w:val="left" w:pos="260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:</w:t>
      </w:r>
    </w:p>
    <w:p w:rsidR="00D3612D" w:rsidRPr="00BC2298" w:rsidRDefault="00D3612D" w:rsidP="00D22D51">
      <w:pPr>
        <w:pStyle w:val="BodyText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называть страны изучаемого языка по-английски;</w:t>
      </w:r>
    </w:p>
    <w:p w:rsidR="00D3612D" w:rsidRPr="00BC2298" w:rsidRDefault="00D3612D" w:rsidP="00D22D51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узнавать некоторых литературных персонажей известных детских произве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softHyphen/>
        <w:t>дений, с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ю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жеты некоторых популярных сказок, написанных на изучаемом языке, небольшие пр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о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изведения детского фольклора (стихов, песен);</w:t>
      </w:r>
    </w:p>
    <w:p w:rsidR="00D3612D" w:rsidRPr="00BC2298" w:rsidRDefault="00D3612D" w:rsidP="00D22D51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D3612D" w:rsidRPr="00BC2298" w:rsidRDefault="00D3612D" w:rsidP="00D22D51">
      <w:pPr>
        <w:pStyle w:val="22"/>
        <w:shd w:val="clear" w:color="auto" w:fill="auto"/>
        <w:tabs>
          <w:tab w:val="left" w:pos="366"/>
        </w:tabs>
        <w:ind w:left="20"/>
        <w:rPr>
          <w:rFonts w:ascii="Times New Roman" w:hAnsi="Times New Roman"/>
          <w:b w:val="0"/>
          <w:sz w:val="24"/>
          <w:szCs w:val="24"/>
        </w:rPr>
      </w:pPr>
      <w:r w:rsidRPr="00BC2298">
        <w:rPr>
          <w:rStyle w:val="21"/>
          <w:rFonts w:ascii="Times New Roman" w:hAnsi="Times New Roman"/>
          <w:b/>
          <w:i/>
          <w:iCs/>
          <w:color w:val="000000"/>
          <w:sz w:val="24"/>
          <w:szCs w:val="24"/>
        </w:rPr>
        <w:t>Ученик получит возможность научиться’.</w:t>
      </w:r>
    </w:p>
    <w:p w:rsidR="00D3612D" w:rsidRPr="00BC2298" w:rsidRDefault="00D3612D" w:rsidP="00D22D51">
      <w:pPr>
        <w:pStyle w:val="BodyText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называть столицы стран изучаемого языка по-английски;</w:t>
      </w:r>
    </w:p>
    <w:p w:rsidR="00D3612D" w:rsidRPr="00BC2298" w:rsidRDefault="00D3612D" w:rsidP="00D22D51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рассказывать о некоторых достопримечательностях стран изучаемого языка;</w:t>
      </w:r>
    </w:p>
    <w:p w:rsidR="00D3612D" w:rsidRPr="00BC2298" w:rsidRDefault="00D3612D" w:rsidP="00D22D51">
      <w:pPr>
        <w:pStyle w:val="BodyText"/>
        <w:widowControl w:val="0"/>
        <w:tabs>
          <w:tab w:val="left" w:pos="466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softHyphen/>
        <w:t>хи, песни) на английском языке;</w:t>
      </w:r>
    </w:p>
    <w:p w:rsidR="00D3612D" w:rsidRPr="00BC2298" w:rsidRDefault="00D3612D" w:rsidP="00D22D51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осуществлять поиск информации о стране изучаемого языка в соответствии с поста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в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ленной учебной задачей в пределах тематики, изучаемой в началь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softHyphen/>
        <w:t>ной школе.</w:t>
      </w:r>
    </w:p>
    <w:p w:rsidR="00D3612D" w:rsidRDefault="00D3612D" w:rsidP="00AC5B02">
      <w:pPr>
        <w:pStyle w:val="BodyText"/>
        <w:framePr w:w="9130" w:h="12415" w:hRule="exact" w:wrap="none" w:vAnchor="page" w:hAnchor="page" w:x="1702" w:y="2575"/>
        <w:spacing w:after="0" w:line="240" w:lineRule="auto"/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в познавательной сфере</w:t>
      </w:r>
    </w:p>
    <w:p w:rsidR="00D3612D" w:rsidRPr="0080517B" w:rsidRDefault="00D3612D" w:rsidP="00AC5B02">
      <w:pPr>
        <w:pStyle w:val="BodyText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17B"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Ученик  научится:</w:t>
      </w:r>
    </w:p>
    <w:p w:rsidR="00D3612D" w:rsidRPr="00532751" w:rsidRDefault="00D3612D" w:rsidP="00AC5B02">
      <w:pPr>
        <w:pStyle w:val="BodyText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уров! дельных зв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у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ков, букв, слов, словосочетаний, простых предложений;</w:t>
      </w:r>
    </w:p>
    <w:p w:rsidR="00D3612D" w:rsidRPr="005327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 венных выск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а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зываний в пределах тематики начальной школы;</w:t>
      </w:r>
    </w:p>
    <w:p w:rsidR="00D3612D" w:rsidRPr="005327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совершенствовать приёмы работы с текстом с опорой на умения, при тённые на ур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ках родного языка (прогнозировать содержание текста г головку, иллюстрациям и др.);</w:t>
      </w:r>
    </w:p>
    <w:p w:rsidR="00D3612D" w:rsidRPr="005327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пользоваться справочными материалами, представленными в досту данному возрасту виде (правила, таблицы);</w:t>
      </w:r>
    </w:p>
    <w:p w:rsidR="00D3612D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осуществлять самонаблюдение и с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амооценку в доступных младшему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кольнику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пределах.</w:t>
      </w:r>
    </w:p>
    <w:p w:rsidR="00D3612D" w:rsidRPr="005414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541451">
        <w:rPr>
          <w:rStyle w:val="2"/>
          <w:rFonts w:ascii="Times New Roman" w:hAnsi="Times New Roman"/>
          <w:bCs w:val="0"/>
          <w:color w:val="000000"/>
          <w:sz w:val="24"/>
          <w:szCs w:val="24"/>
        </w:rPr>
        <w:t>Предметные результаты в ценностно-ориентационной сфере</w:t>
      </w:r>
    </w:p>
    <w:p w:rsidR="00D3612D" w:rsidRPr="00532751" w:rsidRDefault="00D3612D" w:rsidP="00AC5B02">
      <w:pPr>
        <w:pStyle w:val="BodyText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right="20"/>
        <w:rPr>
          <w:rStyle w:val="2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представлять изучаемый иностранный язык как средство выражения лей, чувств, эмоций;</w:t>
      </w:r>
      <w:r>
        <w:t xml:space="preserve">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приобщаться к культурным ценностям другого народа через произведе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>ния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>дет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ского фольклора, через возможное участие в туристических поездках</w:t>
      </w:r>
      <w:r>
        <w:rPr>
          <w:rStyle w:val="a0"/>
          <w:color w:val="000000"/>
        </w:rPr>
        <w:t>.</w:t>
      </w:r>
      <w:r w:rsidRPr="00541451">
        <w:rPr>
          <w:rStyle w:val="2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</w:p>
    <w:p w:rsidR="00D3612D" w:rsidRPr="005414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right="20"/>
        <w:rPr>
          <w:rFonts w:ascii="Georgia" w:hAnsi="Georgia" w:cs="Georgia"/>
          <w:color w:val="000000"/>
          <w:spacing w:val="3"/>
          <w:sz w:val="17"/>
          <w:szCs w:val="17"/>
        </w:rPr>
      </w:pPr>
      <w:r w:rsidRPr="00541451">
        <w:rPr>
          <w:rStyle w:val="2"/>
          <w:rFonts w:ascii="Times New Roman" w:hAnsi="Times New Roman"/>
          <w:bCs w:val="0"/>
          <w:color w:val="000000"/>
          <w:sz w:val="24"/>
          <w:szCs w:val="24"/>
        </w:rPr>
        <w:t>Предметные результаты в эстетической сфере</w:t>
      </w:r>
    </w:p>
    <w:p w:rsidR="00D3612D" w:rsidRPr="00541451" w:rsidRDefault="00D3612D" w:rsidP="00AC5B02">
      <w:pPr>
        <w:pStyle w:val="BodyText"/>
        <w:framePr w:w="9130" w:h="12415" w:hRule="exact" w:wrap="none" w:vAnchor="page" w:hAnchor="page" w:x="1702" w:y="257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ind w:left="-440"/>
        <w:rPr>
          <w:rFonts w:ascii="Times New Roman" w:hAnsi="Times New Roman"/>
          <w:sz w:val="24"/>
          <w:szCs w:val="24"/>
        </w:rPr>
      </w:pP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странном языке;</w:t>
      </w:r>
    </w:p>
    <w:p w:rsidR="00D3612D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37"/>
        </w:tabs>
        <w:spacing w:after="0" w:line="240" w:lineRule="auto"/>
        <w:ind w:left="-440"/>
      </w:pP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про] знакомства с доступными</w:t>
      </w:r>
      <w:r>
        <w:rPr>
          <w:rStyle w:val="a0"/>
          <w:color w:val="000000"/>
        </w:rPr>
        <w:t xml:space="preserve"> для данного возраста образцами детской ли туры.</w:t>
      </w:r>
    </w:p>
    <w:p w:rsidR="00D3612D" w:rsidRDefault="00D3612D" w:rsidP="00AC5B02">
      <w:pPr>
        <w:pStyle w:val="20"/>
        <w:framePr w:w="9130" w:h="12415" w:hRule="exact" w:wrap="none" w:vAnchor="page" w:hAnchor="page" w:x="1702" w:y="2575"/>
        <w:shd w:val="clear" w:color="auto" w:fill="auto"/>
        <w:spacing w:line="240" w:lineRule="auto"/>
        <w:rPr>
          <w:rStyle w:val="2"/>
          <w:rFonts w:ascii="Times New Roman" w:hAnsi="Times New Roman"/>
          <w:b/>
          <w:bCs/>
          <w:color w:val="000000"/>
          <w:sz w:val="24"/>
          <w:szCs w:val="24"/>
        </w:rPr>
      </w:pPr>
      <w:r w:rsidRPr="00541451"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в трудовой сфере</w:t>
      </w:r>
    </w:p>
    <w:p w:rsidR="00D3612D" w:rsidRPr="00541451" w:rsidRDefault="00D3612D" w:rsidP="00AC5B02">
      <w:pPr>
        <w:pStyle w:val="20"/>
        <w:framePr w:w="9130" w:h="12415" w:hRule="exact" w:wrap="none" w:vAnchor="page" w:hAnchor="page" w:x="1702" w:y="2575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следовать намеченному плану в своём учебном труде.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rPr>
          <w:b/>
          <w:bCs/>
        </w:rPr>
        <w:t xml:space="preserve">Регулятивные универсальные учебные действия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>
        <w:rPr>
          <w:b/>
          <w:bCs/>
        </w:rPr>
        <w:t xml:space="preserve"> Ученик</w:t>
      </w:r>
      <w:r w:rsidRPr="00EF77D6">
        <w:rPr>
          <w:b/>
          <w:bCs/>
        </w:rPr>
        <w:t xml:space="preserve"> научится: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принимать и сохранять учебную задачу;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учитывать установленные правила в планировании и контроле способа решения;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осуществлять итоговый и пошаговый контроль по результату;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адекватно воспринимать предложения и оценку учителей, товарищей, родителей и других людей; </w:t>
      </w:r>
    </w:p>
    <w:p w:rsidR="00D3612D" w:rsidRPr="00EF77D6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различать способ и результат действия; </w:t>
      </w:r>
    </w:p>
    <w:p w:rsidR="00D3612D" w:rsidRPr="00F269DC" w:rsidRDefault="00D3612D" w:rsidP="00AC5B02">
      <w:pPr>
        <w:pStyle w:val="Default"/>
        <w:framePr w:w="9130" w:h="12415" w:hRule="exact" w:wrap="none" w:vAnchor="page" w:hAnchor="page" w:x="1702" w:y="2575"/>
      </w:pPr>
      <w:r w:rsidRPr="00EF77D6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</w:t>
      </w:r>
      <w:r w:rsidRPr="00EF77D6">
        <w:rPr>
          <w:color w:val="auto"/>
        </w:rPr>
        <w:t>и оценки для создания нового, более совершенного результата, использовать запись в цифровой фо</w:t>
      </w:r>
      <w:r w:rsidRPr="00EF77D6">
        <w:rPr>
          <w:color w:val="auto"/>
        </w:rPr>
        <w:t>р</w:t>
      </w:r>
      <w:r w:rsidRPr="00EF77D6">
        <w:rPr>
          <w:color w:val="auto"/>
        </w:rPr>
        <w:t xml:space="preserve">ме хода и результатов решения задачи, собственной звучащей речи на русском, родном и иностранном языках. </w:t>
      </w:r>
    </w:p>
    <w:p w:rsidR="00D3612D" w:rsidRPr="00541451" w:rsidRDefault="00D3612D" w:rsidP="00AC5B02">
      <w:pPr>
        <w:pStyle w:val="BodyText"/>
        <w:framePr w:w="9130" w:h="12415" w:hRule="exact" w:wrap="none" w:vAnchor="page" w:hAnchor="page" w:x="1702" w:y="2575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12D" w:rsidRPr="00BC2298" w:rsidRDefault="00D3612D" w:rsidP="00465F10">
      <w:pPr>
        <w:pStyle w:val="10"/>
        <w:shd w:val="clear" w:color="auto" w:fill="auto"/>
        <w:spacing w:after="91" w:line="210" w:lineRule="exact"/>
        <w:rPr>
          <w:rStyle w:val="a0"/>
          <w:rFonts w:ascii="Times New Roman" w:hAnsi="Times New Roman"/>
          <w:color w:val="000000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930F3D" w:rsidRDefault="00D3612D" w:rsidP="001E2D84">
      <w:pPr>
        <w:pStyle w:val="20"/>
        <w:framePr w:w="8635" w:h="2257" w:hRule="exact" w:wrap="none" w:vAnchor="page" w:hAnchor="page" w:x="1674" w:y="5455"/>
        <w:shd w:val="clear" w:color="auto" w:fill="auto"/>
        <w:spacing w:line="240" w:lineRule="exact"/>
        <w:rPr>
          <w:sz w:val="24"/>
          <w:szCs w:val="24"/>
        </w:rPr>
      </w:pPr>
    </w:p>
    <w:p w:rsidR="00D3612D" w:rsidRDefault="00D3612D" w:rsidP="00532751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532751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532751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532751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D3612D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Default="00D3612D" w:rsidP="00AE71E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>
        <w:rPr>
          <w:b/>
          <w:bCs/>
          <w:color w:val="auto"/>
        </w:rPr>
        <w:t>Ученик</w:t>
      </w:r>
      <w:r w:rsidRPr="0080517B">
        <w:rPr>
          <w:b/>
          <w:bCs/>
          <w:color w:val="auto"/>
        </w:rPr>
        <w:t xml:space="preserve"> получит возможность научиться</w:t>
      </w:r>
      <w:r w:rsidRPr="000D3404">
        <w:rPr>
          <w:bCs/>
          <w:color w:val="auto"/>
        </w:rPr>
        <w:t xml:space="preserve">: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в сотрудничестве с учителем ставить новые учебные задачи;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самостоятельно учитывать выделенные учителем ориентиры действия в новом учебном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  <w:r w:rsidRPr="000D3404">
        <w:rPr>
          <w:iCs/>
          <w:color w:val="auto"/>
        </w:rPr>
        <w:t>мам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iCs/>
          <w:color w:val="auto"/>
        </w:rPr>
      </w:pP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iCs/>
          <w:color w:val="auto"/>
        </w:rPr>
        <w:t xml:space="preserve">материале;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D3612D" w:rsidRPr="000D3404" w:rsidRDefault="00D3612D" w:rsidP="00AE71EA">
      <w:pPr>
        <w:pStyle w:val="Default"/>
        <w:framePr w:w="9770" w:h="5215" w:hRule="exact" w:wrap="none" w:vAnchor="page" w:hAnchor="page" w:x="1592" w:y="11035"/>
        <w:rPr>
          <w:color w:val="auto"/>
          <w:sz w:val="28"/>
          <w:szCs w:val="28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самостоятельно оценивать правильность выполнения действия и вносить необходимые ко</w:t>
      </w:r>
      <w:r w:rsidRPr="000D3404">
        <w:rPr>
          <w:iCs/>
          <w:color w:val="auto"/>
        </w:rPr>
        <w:t>р</w:t>
      </w:r>
      <w:r w:rsidRPr="000D3404">
        <w:rPr>
          <w:iCs/>
          <w:color w:val="auto"/>
        </w:rPr>
        <w:t>рективы в исполнение как по ходу его реализации, так и в конце действия</w:t>
      </w:r>
      <w:r w:rsidRPr="000D3404">
        <w:rPr>
          <w:iCs/>
          <w:color w:val="auto"/>
          <w:sz w:val="28"/>
          <w:szCs w:val="28"/>
        </w:rPr>
        <w:t xml:space="preserve">. </w:t>
      </w: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AE71E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0D3404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EF77D6" w:rsidRDefault="00D3612D" w:rsidP="00AB3C39">
      <w:pPr>
        <w:pStyle w:val="Default"/>
        <w:rPr>
          <w:color w:val="auto"/>
        </w:rPr>
      </w:pPr>
      <w:r w:rsidRPr="00EF77D6">
        <w:rPr>
          <w:b/>
          <w:bCs/>
          <w:color w:val="auto"/>
        </w:rPr>
        <w:t xml:space="preserve">Выпускник получит возможность научиться: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EF77D6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в сотрудничестве с учителем ставить новые учебные задачи;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самостоятельно учитывать выделенные учителем ориентиры действия в новом учебном материале;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осуществлять констатирующий и предвосхищающий контроль по результату и по сп</w:t>
      </w:r>
      <w:r w:rsidRPr="00B772C7">
        <w:rPr>
          <w:iCs/>
          <w:color w:val="auto"/>
        </w:rPr>
        <w:t>о</w:t>
      </w:r>
      <w:r w:rsidRPr="00B772C7">
        <w:rPr>
          <w:iCs/>
          <w:color w:val="auto"/>
        </w:rPr>
        <w:t xml:space="preserve">собу действия, актуальный контроль на уровне произвольного внимания; </w:t>
      </w:r>
    </w:p>
    <w:p w:rsidR="00D3612D" w:rsidRPr="00B772C7" w:rsidRDefault="00D3612D" w:rsidP="00AB3C39">
      <w:pPr>
        <w:pStyle w:val="Default"/>
        <w:rPr>
          <w:color w:val="auto"/>
          <w:sz w:val="28"/>
          <w:szCs w:val="28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  <w:r w:rsidRPr="00B772C7">
        <w:rPr>
          <w:iCs/>
          <w:color w:val="auto"/>
          <w:sz w:val="28"/>
          <w:szCs w:val="28"/>
        </w:rPr>
        <w:t xml:space="preserve">.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color w:val="auto"/>
        </w:rPr>
        <w:t xml:space="preserve">                     </w:t>
      </w:r>
      <w:r w:rsidRPr="00EF77D6">
        <w:rPr>
          <w:b/>
          <w:bCs/>
          <w:color w:val="auto"/>
        </w:rPr>
        <w:t xml:space="preserve">Познавательные универсальные учебные действия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поиск необходимой информации для выполнения учебных заданий с и</w:t>
      </w:r>
      <w:r w:rsidRPr="00EF77D6">
        <w:rPr>
          <w:color w:val="auto"/>
        </w:rPr>
        <w:t>с</w:t>
      </w:r>
      <w:r w:rsidRPr="00EF77D6">
        <w:rPr>
          <w:color w:val="auto"/>
        </w:rPr>
        <w:t>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</w:t>
      </w:r>
      <w:r w:rsidRPr="00EF77D6">
        <w:rPr>
          <w:color w:val="auto"/>
        </w:rPr>
        <w:t>о</w:t>
      </w:r>
      <w:r w:rsidRPr="00EF77D6">
        <w:rPr>
          <w:color w:val="auto"/>
        </w:rPr>
        <w:t xml:space="preserve">странстве сети Интернет;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запись (фиксацию) выборочной информации об окружающем мире и о с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бе самом, в том числе с помощью инструментов ИКТ;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использовать знаково</w:t>
      </w:r>
      <w:r>
        <w:rPr>
          <w:color w:val="auto"/>
        </w:rPr>
        <w:t xml:space="preserve"> </w:t>
      </w:r>
      <w:r w:rsidRPr="00EF77D6">
        <w:rPr>
          <w:color w:val="auto"/>
        </w:rPr>
        <w:t>символические средства, в том числе модели (включая виртуал</w:t>
      </w:r>
      <w:r w:rsidRPr="00EF77D6">
        <w:rPr>
          <w:color w:val="auto"/>
        </w:rPr>
        <w:t>ь</w:t>
      </w:r>
      <w:r w:rsidRPr="00EF77D6">
        <w:rPr>
          <w:color w:val="auto"/>
        </w:rPr>
        <w:t xml:space="preserve">ные) и схемы (включая концептуальные), для решения задач;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проявлять познавательную инициативу в учебном сотрудничестве</w:t>
      </w:r>
      <w:r w:rsidRPr="00EF77D6">
        <w:rPr>
          <w:i/>
          <w:iCs/>
          <w:color w:val="auto"/>
        </w:rPr>
        <w:t xml:space="preserve">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сообщения в устной и письменной форме; </w:t>
      </w:r>
    </w:p>
    <w:p w:rsidR="00D3612D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ориентироваться на разнообразие способов решения задач;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анализ объектов с выделением существенных и несущественных призн</w:t>
      </w:r>
      <w:r w:rsidRPr="00EF77D6">
        <w:rPr>
          <w:color w:val="auto"/>
        </w:rPr>
        <w:t>а</w:t>
      </w:r>
      <w:r w:rsidRPr="00EF77D6">
        <w:rPr>
          <w:color w:val="auto"/>
        </w:rPr>
        <w:t xml:space="preserve">ков;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синтез как составление целого из частей;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проводить сравнение, сериацию и классификацию по заданным критериям;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устанавливать причинно</w:t>
      </w:r>
      <w:r>
        <w:rPr>
          <w:color w:val="auto"/>
        </w:rPr>
        <w:t xml:space="preserve"> </w:t>
      </w:r>
      <w:r w:rsidRPr="00EF77D6">
        <w:rPr>
          <w:color w:val="auto"/>
        </w:rPr>
        <w:t xml:space="preserve">следственные связи в изучаемом круге явлений;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строить рассуждения в форме связи простых суждений об объекте, его строении, сво</w:t>
      </w:r>
      <w:r w:rsidRPr="00EF77D6">
        <w:rPr>
          <w:color w:val="auto"/>
        </w:rPr>
        <w:t>й</w:t>
      </w:r>
      <w:r w:rsidRPr="00EF77D6">
        <w:rPr>
          <w:color w:val="auto"/>
        </w:rPr>
        <w:t xml:space="preserve">ствах и связях;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устанавливать аналогии;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владеть рядом общих приемов решения задач. </w:t>
      </w:r>
    </w:p>
    <w:p w:rsidR="00D3612D" w:rsidRPr="000D3404" w:rsidRDefault="00D3612D" w:rsidP="000D3404">
      <w:pPr>
        <w:pStyle w:val="Default"/>
        <w:rPr>
          <w:b/>
          <w:color w:val="auto"/>
        </w:rPr>
      </w:pPr>
      <w:r>
        <w:t xml:space="preserve">             </w:t>
      </w:r>
      <w:r w:rsidRPr="0080517B">
        <w:rPr>
          <w:b/>
        </w:rPr>
        <w:t>Ученик</w:t>
      </w:r>
      <w:r>
        <w:t xml:space="preserve"> </w:t>
      </w:r>
      <w:r w:rsidRPr="000D3404">
        <w:rPr>
          <w:b/>
          <w:bCs/>
          <w:color w:val="auto"/>
        </w:rPr>
        <w:t xml:space="preserve"> получит возможность научиться: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записывать, фиксировать информацию об окружающем мире с помощью инструментов ИКТ;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создавать и преобразовывать модели и схемы для решения задач;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осознанно и произвольно строить сообщения в устной и письменной форме;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D3612D" w:rsidRPr="000D3404" w:rsidRDefault="00D3612D" w:rsidP="000D3404">
      <w:pPr>
        <w:pStyle w:val="Default"/>
        <w:rPr>
          <w:color w:val="auto"/>
          <w:sz w:val="28"/>
          <w:szCs w:val="28"/>
        </w:rPr>
      </w:pPr>
      <w:r w:rsidRPr="000D3404">
        <w:rPr>
          <w:color w:val="auto"/>
          <w:sz w:val="28"/>
          <w:szCs w:val="28"/>
        </w:rPr>
        <w:t xml:space="preserve"> </w:t>
      </w: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сравнение, сериацию и классификацию, самостоятельно выбирая основ</w:t>
      </w:r>
      <w:r w:rsidRPr="000D3404">
        <w:rPr>
          <w:iCs/>
          <w:color w:val="auto"/>
        </w:rPr>
        <w:t>а</w:t>
      </w:r>
      <w:r w:rsidRPr="000D3404">
        <w:rPr>
          <w:iCs/>
          <w:color w:val="auto"/>
        </w:rPr>
        <w:t xml:space="preserve">ния и критерии для указанных логических операций;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строить логическое рассуждение, включающее установление причинно</w:t>
      </w:r>
      <w:r>
        <w:rPr>
          <w:iCs/>
          <w:color w:val="auto"/>
        </w:rPr>
        <w:t xml:space="preserve"> </w:t>
      </w:r>
      <w:r w:rsidRPr="000D3404">
        <w:rPr>
          <w:iCs/>
          <w:color w:val="auto"/>
        </w:rPr>
        <w:t xml:space="preserve">следственных связей; </w:t>
      </w:r>
    </w:p>
    <w:p w:rsidR="00D3612D" w:rsidRDefault="00D3612D" w:rsidP="000D3404">
      <w:pPr>
        <w:pStyle w:val="Default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произвольно и осознанно владеть общими приемами решения задач.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</w:t>
      </w:r>
      <w:r w:rsidRPr="00EF77D6">
        <w:rPr>
          <w:b/>
          <w:bCs/>
          <w:color w:val="auto"/>
        </w:rPr>
        <w:t xml:space="preserve">Коммуникативные универсальные учебные действия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</w:t>
      </w:r>
      <w:r w:rsidRPr="00EF77D6">
        <w:rPr>
          <w:color w:val="auto"/>
        </w:rPr>
        <w:t>у</w:t>
      </w:r>
      <w:r w:rsidRPr="00EF77D6">
        <w:rPr>
          <w:color w:val="auto"/>
        </w:rPr>
        <w:t xml:space="preserve">никации, используя в том числе средства и инструменты ИКТ и дистанционного общения;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учитывать разные мнения и стремиться к координации различных позиций в сотрудн</w:t>
      </w:r>
      <w:r w:rsidRPr="00EF77D6">
        <w:rPr>
          <w:color w:val="auto"/>
        </w:rPr>
        <w:t>и</w:t>
      </w:r>
      <w:r w:rsidRPr="00EF77D6">
        <w:rPr>
          <w:color w:val="auto"/>
        </w:rPr>
        <w:t xml:space="preserve">честве;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формулировать собственное мнение и позицию;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D3612D" w:rsidRPr="00EF77D6" w:rsidRDefault="00D3612D" w:rsidP="000D3404">
      <w:pPr>
        <w:pStyle w:val="Default"/>
        <w:tabs>
          <w:tab w:val="left" w:pos="3855"/>
        </w:tabs>
        <w:rPr>
          <w:color w:val="auto"/>
        </w:rPr>
      </w:pPr>
      <w:r w:rsidRPr="00EF77D6">
        <w:rPr>
          <w:color w:val="auto"/>
        </w:rPr>
        <w:t xml:space="preserve">– задавать вопросы; </w:t>
      </w:r>
      <w:r>
        <w:rPr>
          <w:color w:val="auto"/>
        </w:rPr>
        <w:tab/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контролировать действия партнера;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использовать речь для регуляции своего действия; </w:t>
      </w:r>
    </w:p>
    <w:p w:rsidR="00D3612D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речевые средства для решения различных коммуникативных задач, строить монологическое высказывание, вл</w:t>
      </w:r>
      <w:r>
        <w:rPr>
          <w:color w:val="auto"/>
        </w:rPr>
        <w:t>адеть диалогической формой речи</w:t>
      </w:r>
    </w:p>
    <w:p w:rsidR="00D3612D" w:rsidRPr="0080517B" w:rsidRDefault="00D3612D" w:rsidP="000D3404">
      <w:pPr>
        <w:pStyle w:val="Default"/>
        <w:rPr>
          <w:color w:val="auto"/>
        </w:rPr>
      </w:pPr>
    </w:p>
    <w:p w:rsidR="00D3612D" w:rsidRPr="000D3404" w:rsidRDefault="00D3612D" w:rsidP="0080517B">
      <w:pPr>
        <w:pStyle w:val="Default"/>
        <w:pageBreakBefore/>
        <w:rPr>
          <w:b/>
          <w:color w:val="auto"/>
        </w:rPr>
      </w:pPr>
      <w:r>
        <w:rPr>
          <w:b/>
          <w:bCs/>
          <w:color w:val="auto"/>
        </w:rPr>
        <w:t xml:space="preserve">Ученик </w:t>
      </w:r>
      <w:r w:rsidRPr="000D3404">
        <w:rPr>
          <w:b/>
          <w:bCs/>
          <w:color w:val="auto"/>
        </w:rPr>
        <w:t xml:space="preserve">получит возможность научиться: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учитывать и координировать в сотрудничестве позиции других людей, отличные от со</w:t>
      </w:r>
      <w:r w:rsidRPr="000D3404">
        <w:rPr>
          <w:iCs/>
          <w:color w:val="auto"/>
        </w:rPr>
        <w:t>б</w:t>
      </w:r>
      <w:r w:rsidRPr="000D3404">
        <w:rPr>
          <w:iCs/>
          <w:color w:val="auto"/>
        </w:rPr>
        <w:t xml:space="preserve">ственной;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учитывать разные мнения и интересы и обосновывать собственную позицию;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понимать относительность мнений и подходов к решению проблемы;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аргументировать свою позицию и координировать ее с позициями партнеров в сотру</w:t>
      </w:r>
      <w:r w:rsidRPr="000D3404">
        <w:rPr>
          <w:iCs/>
          <w:color w:val="auto"/>
        </w:rPr>
        <w:t>д</w:t>
      </w:r>
      <w:r w:rsidRPr="000D3404">
        <w:rPr>
          <w:iCs/>
          <w:color w:val="auto"/>
        </w:rPr>
        <w:t xml:space="preserve">ничестве при выработке общего решения в совместной деятельности;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продуктивно содействовать разрешению конфликтов на основе учета интересов и поз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ций всех участников;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задавать вопросы, необходимые для организации собственной деятельности и сотрудн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чества с партнером;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взаимный контроль и оказывать в сотрудничестве необходимую взаим</w:t>
      </w:r>
      <w:r w:rsidRPr="000D3404">
        <w:rPr>
          <w:iCs/>
          <w:color w:val="auto"/>
        </w:rPr>
        <w:t>о</w:t>
      </w:r>
      <w:r w:rsidRPr="000D3404">
        <w:rPr>
          <w:iCs/>
          <w:color w:val="auto"/>
        </w:rPr>
        <w:t xml:space="preserve">помощь;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адекватно использовать речевые средства для эффективного решения разнообразных коммуникативных задач, планирования</w:t>
      </w:r>
      <w:r>
        <w:rPr>
          <w:iCs/>
          <w:color w:val="auto"/>
        </w:rPr>
        <w:t>.</w:t>
      </w:r>
      <w:r w:rsidRPr="000D3404">
        <w:rPr>
          <w:iCs/>
          <w:color w:val="auto"/>
        </w:rPr>
        <w:t xml:space="preserve"> </w:t>
      </w:r>
    </w:p>
    <w:p w:rsidR="00D3612D" w:rsidRPr="000D3404" w:rsidRDefault="00D3612D" w:rsidP="000D3404">
      <w:pPr>
        <w:pStyle w:val="Default"/>
        <w:rPr>
          <w:color w:val="auto"/>
        </w:rPr>
      </w:pPr>
    </w:p>
    <w:p w:rsidR="00D3612D" w:rsidRPr="0080517B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6059D7">
        <w:rPr>
          <w:rFonts w:ascii="Times New Roman" w:hAnsi="Times New Roman"/>
          <w:b/>
          <w:sz w:val="24"/>
          <w:szCs w:val="24"/>
        </w:rPr>
        <w:t>Содержание учебного предмета английский язык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            Знакомство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1) Знакомство с новыми учениками в классе (Говорение).Приветствие прощание Пре</w:t>
      </w:r>
      <w:r w:rsidRPr="006059D7">
        <w:rPr>
          <w:rFonts w:ascii="Times New Roman" w:hAnsi="Times New Roman"/>
          <w:sz w:val="24"/>
          <w:szCs w:val="24"/>
        </w:rPr>
        <w:t>д</w:t>
      </w:r>
      <w:r w:rsidRPr="006059D7">
        <w:rPr>
          <w:rFonts w:ascii="Times New Roman" w:hAnsi="Times New Roman"/>
          <w:sz w:val="24"/>
          <w:szCs w:val="24"/>
        </w:rPr>
        <w:t>ставление новых литературных персонажей учебника  .и персонажей детских произвед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ний имя возраст Встреча с героями учебника. Повторение алфавита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Back to school!</w:t>
      </w:r>
      <w:r w:rsidRPr="006059D7">
        <w:rPr>
          <w:rFonts w:ascii="Times New Roman" w:hAnsi="Times New Roman"/>
          <w:sz w:val="24"/>
          <w:szCs w:val="24"/>
        </w:rPr>
        <w:t xml:space="preserve"> Этикетные диалоги: приветствие одноклассников, учителя, представление домашнего питомца. Ч/П: имена персонажей сказок. </w:t>
      </w:r>
      <w:r w:rsidRPr="006059D7">
        <w:rPr>
          <w:rFonts w:ascii="Times New Roman" w:hAnsi="Times New Roman"/>
          <w:i/>
          <w:sz w:val="24"/>
          <w:szCs w:val="24"/>
        </w:rPr>
        <w:t>Aa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Ee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Ii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Oo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Uu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Yy</w:t>
      </w:r>
      <w:r w:rsidRPr="006059D7">
        <w:rPr>
          <w:rFonts w:ascii="Times New Roman" w:hAnsi="Times New Roman"/>
          <w:sz w:val="24"/>
          <w:szCs w:val="24"/>
        </w:rPr>
        <w:t xml:space="preserve"> в открытом сл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ге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Я и моя семья   знакомство  мир вокруг меня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2) Представление членов семьи, их имена возраст, увлечения что умеют делать( Говор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ние) Мой дом Моя квартира. Названия комнат. Их размеры Предметы мебели интерьера </w:t>
      </w:r>
      <w:r w:rsidRPr="006059D7">
        <w:rPr>
          <w:rFonts w:ascii="Times New Roman" w:hAnsi="Times New Roman"/>
          <w:b/>
          <w:sz w:val="24"/>
          <w:szCs w:val="24"/>
        </w:rPr>
        <w:t xml:space="preserve"> игрушки</w:t>
      </w:r>
      <w:r w:rsidRPr="006059D7">
        <w:rPr>
          <w:rFonts w:ascii="Times New Roman" w:hAnsi="Times New Roman"/>
          <w:sz w:val="24"/>
          <w:szCs w:val="24"/>
        </w:rPr>
        <w:t xml:space="preserve"> Глагол </w:t>
      </w:r>
      <w:r w:rsidRPr="006059D7">
        <w:rPr>
          <w:rFonts w:ascii="Times New Roman" w:hAnsi="Times New Roman"/>
          <w:sz w:val="24"/>
          <w:szCs w:val="24"/>
          <w:lang w:val="en-US"/>
        </w:rPr>
        <w:t>to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be</w:t>
      </w:r>
      <w:r w:rsidRPr="006059D7">
        <w:rPr>
          <w:rFonts w:ascii="Times New Roman" w:hAnsi="Times New Roman"/>
          <w:sz w:val="24"/>
          <w:szCs w:val="24"/>
        </w:rPr>
        <w:t>«быть, находиться»в настоящем простом времени множественном числе Организация тренировки в употреблении лексики по теме «Мебель». А/Г/Ч/П: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Ben’s new friend</w:t>
      </w:r>
      <w:r w:rsidRPr="006059D7">
        <w:rPr>
          <w:rFonts w:ascii="Times New Roman" w:hAnsi="Times New Roman"/>
          <w:sz w:val="24"/>
          <w:szCs w:val="24"/>
        </w:rPr>
        <w:t xml:space="preserve">. Этикетные диалоги: знакомство с соседями по дому, представление членов семьи. Ч/П: буквы </w:t>
      </w:r>
      <w:r w:rsidRPr="006059D7">
        <w:rPr>
          <w:rFonts w:ascii="Times New Roman" w:hAnsi="Times New Roman"/>
          <w:i/>
          <w:sz w:val="24"/>
          <w:szCs w:val="24"/>
        </w:rPr>
        <w:t>Aa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Ee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Ii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Oo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Uu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Yy</w:t>
      </w:r>
      <w:r w:rsidRPr="006059D7">
        <w:rPr>
          <w:rFonts w:ascii="Times New Roman" w:hAnsi="Times New Roman"/>
          <w:sz w:val="24"/>
          <w:szCs w:val="24"/>
        </w:rPr>
        <w:t xml:space="preserve"> в закрытом слоге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059D7">
        <w:rPr>
          <w:rFonts w:ascii="Times New Roman" w:hAnsi="Times New Roman"/>
          <w:sz w:val="24"/>
          <w:szCs w:val="24"/>
        </w:rPr>
        <w:t>Мир моих увлечений   я и мои друзья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3)Мои друзья имя, увлечения хобби.  Дни недели.  Обобщение и систематизация знаний по теме множественное число Входящая контрольная работа по теме множественное чи</w:t>
      </w:r>
      <w:r w:rsidRPr="006059D7">
        <w:rPr>
          <w:rFonts w:ascii="Times New Roman" w:hAnsi="Times New Roman"/>
          <w:sz w:val="24"/>
          <w:szCs w:val="24"/>
        </w:rPr>
        <w:t>с</w:t>
      </w:r>
      <w:r w:rsidRPr="006059D7">
        <w:rPr>
          <w:rFonts w:ascii="Times New Roman" w:hAnsi="Times New Roman"/>
          <w:sz w:val="24"/>
          <w:szCs w:val="24"/>
        </w:rPr>
        <w:t xml:space="preserve">ло. Работа над ошибками по теме множественное число.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At the swimming pool</w:t>
      </w:r>
      <w:r w:rsidRPr="006059D7">
        <w:rPr>
          <w:rFonts w:ascii="Times New Roman" w:hAnsi="Times New Roman"/>
          <w:sz w:val="24"/>
          <w:szCs w:val="24"/>
        </w:rPr>
        <w:t>. Побуждение к действию</w:t>
      </w:r>
    </w:p>
    <w:p w:rsidR="00D3612D" w:rsidRPr="00661A4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приказ. Рифмовка </w:t>
      </w:r>
      <w:r w:rsidRPr="006059D7">
        <w:rPr>
          <w:rFonts w:ascii="Times New Roman" w:hAnsi="Times New Roman"/>
          <w:i/>
          <w:sz w:val="24"/>
          <w:szCs w:val="24"/>
        </w:rPr>
        <w:t>Every week</w:t>
      </w:r>
      <w:r w:rsidRPr="006059D7">
        <w:rPr>
          <w:rFonts w:ascii="Times New Roman" w:hAnsi="Times New Roman"/>
          <w:sz w:val="24"/>
          <w:szCs w:val="24"/>
        </w:rPr>
        <w:t xml:space="preserve">. Ч/П: названия дней недели. Краткие/долгие гласные </w:t>
      </w:r>
      <w:r w:rsidRPr="00661A47">
        <w:rPr>
          <w:rFonts w:ascii="Times New Roman" w:hAnsi="Times New Roman"/>
          <w:b/>
          <w:sz w:val="24"/>
          <w:szCs w:val="24"/>
        </w:rPr>
        <w:t xml:space="preserve">Ч/Г/П: </w:t>
      </w:r>
      <w:r w:rsidRPr="00661A47">
        <w:rPr>
          <w:rFonts w:ascii="Times New Roman" w:hAnsi="Times New Roman"/>
          <w:sz w:val="24"/>
          <w:szCs w:val="24"/>
        </w:rPr>
        <w:t>личное письмо (Максима). Формы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1A47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*. </w:t>
      </w:r>
      <w:r w:rsidRPr="00661A47">
        <w:rPr>
          <w:rFonts w:ascii="Times New Roman" w:hAnsi="Times New Roman"/>
          <w:b/>
          <w:sz w:val="24"/>
          <w:szCs w:val="24"/>
        </w:rPr>
        <w:t>А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>/</w:t>
      </w:r>
      <w:r w:rsidRPr="00661A47">
        <w:rPr>
          <w:rFonts w:ascii="Times New Roman" w:hAnsi="Times New Roman"/>
          <w:b/>
          <w:sz w:val="24"/>
          <w:szCs w:val="24"/>
        </w:rPr>
        <w:t>Г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>/</w:t>
      </w:r>
      <w:r w:rsidRPr="00661A47">
        <w:rPr>
          <w:rFonts w:ascii="Times New Roman" w:hAnsi="Times New Roman"/>
          <w:b/>
          <w:sz w:val="24"/>
          <w:szCs w:val="24"/>
        </w:rPr>
        <w:t>Ч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661A47">
        <w:rPr>
          <w:rFonts w:ascii="Times New Roman" w:hAnsi="Times New Roman"/>
          <w:sz w:val="24"/>
          <w:szCs w:val="24"/>
        </w:rPr>
        <w:t>аудиотекст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1A47">
        <w:rPr>
          <w:rFonts w:ascii="Times New Roman" w:hAnsi="Times New Roman"/>
          <w:i/>
          <w:sz w:val="24"/>
          <w:szCs w:val="24"/>
          <w:lang w:val="en-US"/>
        </w:rPr>
        <w:t>Days of the week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61A47">
        <w:rPr>
          <w:rFonts w:ascii="Times New Roman" w:hAnsi="Times New Roman"/>
          <w:sz w:val="24"/>
          <w:szCs w:val="24"/>
        </w:rPr>
        <w:t xml:space="preserve">Диалог-расспрос по рисункам, содержанию текста. </w:t>
      </w:r>
      <w:r w:rsidRPr="00661A47">
        <w:rPr>
          <w:rFonts w:ascii="Times New Roman" w:hAnsi="Times New Roman"/>
          <w:b/>
          <w:sz w:val="24"/>
          <w:szCs w:val="24"/>
        </w:rPr>
        <w:t xml:space="preserve">П: </w:t>
      </w:r>
      <w:r w:rsidRPr="00661A47">
        <w:rPr>
          <w:rFonts w:ascii="Times New Roman" w:hAnsi="Times New Roman"/>
          <w:sz w:val="24"/>
          <w:szCs w:val="24"/>
        </w:rPr>
        <w:t xml:space="preserve">расписание на неделю. </w:t>
      </w:r>
      <w:r w:rsidRPr="00661A47">
        <w:rPr>
          <w:rFonts w:ascii="Times New Roman" w:hAnsi="Times New Roman"/>
          <w:b/>
          <w:sz w:val="24"/>
          <w:szCs w:val="24"/>
        </w:rPr>
        <w:t>Г/Ч:</w:t>
      </w:r>
      <w:r w:rsidRPr="00661A47">
        <w:rPr>
          <w:rFonts w:ascii="Times New Roman" w:hAnsi="Times New Roman"/>
          <w:sz w:val="24"/>
          <w:szCs w:val="24"/>
        </w:rPr>
        <w:t xml:space="preserve"> игра </w:t>
      </w:r>
      <w:r w:rsidRPr="00661A47">
        <w:rPr>
          <w:rFonts w:ascii="Times New Roman" w:hAnsi="Times New Roman"/>
          <w:i/>
          <w:sz w:val="24"/>
          <w:szCs w:val="24"/>
        </w:rPr>
        <w:t>Swimming race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61A4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4) Страны изучаемого языка. Повторение по теме множественное чи</w:t>
      </w:r>
      <w:r w:rsidRPr="006059D7">
        <w:rPr>
          <w:rFonts w:ascii="Times New Roman" w:hAnsi="Times New Roman"/>
          <w:sz w:val="24"/>
          <w:szCs w:val="24"/>
        </w:rPr>
        <w:t>с</w:t>
      </w:r>
      <w:r w:rsidRPr="006059D7">
        <w:rPr>
          <w:rFonts w:ascii="Times New Roman" w:hAnsi="Times New Roman"/>
          <w:sz w:val="24"/>
          <w:szCs w:val="24"/>
        </w:rPr>
        <w:t xml:space="preserve">ло(Грамматика)Общие вопросы. Вопросы к подлежащему.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How do you spell it?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по содержанию текста, иллюстрациям. А/Г: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Where does Cody come from?</w:t>
      </w:r>
      <w:r w:rsidRPr="006059D7">
        <w:rPr>
          <w:rFonts w:ascii="Times New Roman" w:hAnsi="Times New Roman"/>
          <w:sz w:val="24"/>
          <w:szCs w:val="24"/>
        </w:rPr>
        <w:t>* Ч/П: стихотворение Веры. Звуко-буквенные соо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 xml:space="preserve">ветствия, правила чтения буквы </w:t>
      </w:r>
      <w:r w:rsidRPr="006059D7">
        <w:rPr>
          <w:rFonts w:ascii="Times New Roman" w:hAnsi="Times New Roman"/>
          <w:i/>
          <w:sz w:val="24"/>
          <w:szCs w:val="24"/>
        </w:rPr>
        <w:t>Оо</w:t>
      </w:r>
      <w:r w:rsidRPr="006059D7">
        <w:rPr>
          <w:rFonts w:ascii="Times New Roman" w:hAnsi="Times New Roman"/>
          <w:sz w:val="24"/>
          <w:szCs w:val="24"/>
        </w:rPr>
        <w:t xml:space="preserve">. </w:t>
      </w:r>
      <w:r w:rsidRPr="00661A47">
        <w:rPr>
          <w:rFonts w:ascii="Times New Roman" w:hAnsi="Times New Roman"/>
          <w:sz w:val="24"/>
          <w:szCs w:val="24"/>
        </w:rPr>
        <w:t xml:space="preserve">Транскрипция </w:t>
      </w:r>
      <w:r w:rsidRPr="00661A47">
        <w:rPr>
          <w:rFonts w:ascii="Times New Roman" w:hAnsi="Times New Roman"/>
          <w:b/>
          <w:sz w:val="24"/>
          <w:szCs w:val="24"/>
        </w:rPr>
        <w:t>Ч/А/Г/П:</w:t>
      </w:r>
      <w:r w:rsidRPr="00661A47">
        <w:rPr>
          <w:rFonts w:ascii="Times New Roman" w:hAnsi="Times New Roman"/>
          <w:sz w:val="24"/>
          <w:szCs w:val="24"/>
        </w:rPr>
        <w:t xml:space="preserve"> установление истинн</w:t>
      </w:r>
      <w:r w:rsidRPr="00661A47">
        <w:rPr>
          <w:rFonts w:ascii="Times New Roman" w:hAnsi="Times New Roman"/>
          <w:sz w:val="24"/>
          <w:szCs w:val="24"/>
        </w:rPr>
        <w:t>о</w:t>
      </w:r>
      <w:r w:rsidRPr="00661A47">
        <w:rPr>
          <w:rFonts w:ascii="Times New Roman" w:hAnsi="Times New Roman"/>
          <w:sz w:val="24"/>
          <w:szCs w:val="24"/>
        </w:rPr>
        <w:t xml:space="preserve">сти/ложности высказывания. </w:t>
      </w:r>
      <w:r w:rsidRPr="00661A47">
        <w:rPr>
          <w:rFonts w:ascii="Times New Roman" w:hAnsi="Times New Roman"/>
          <w:i/>
          <w:sz w:val="24"/>
          <w:szCs w:val="24"/>
        </w:rPr>
        <w:t>Say true or false</w:t>
      </w:r>
      <w:r w:rsidRPr="00661A47">
        <w:rPr>
          <w:rFonts w:ascii="Times New Roman" w:hAnsi="Times New Roman"/>
          <w:sz w:val="24"/>
          <w:szCs w:val="24"/>
        </w:rPr>
        <w:t xml:space="preserve">. Вопросы к подлежащему, общий вопрос. </w:t>
      </w:r>
      <w:r w:rsidRPr="00661A47">
        <w:rPr>
          <w:rFonts w:ascii="Times New Roman" w:hAnsi="Times New Roman"/>
          <w:b/>
          <w:sz w:val="24"/>
          <w:szCs w:val="24"/>
        </w:rPr>
        <w:t xml:space="preserve">А/Г: </w:t>
      </w:r>
      <w:r w:rsidRPr="00661A47">
        <w:rPr>
          <w:rFonts w:ascii="Times New Roman" w:hAnsi="Times New Roman"/>
          <w:sz w:val="24"/>
          <w:szCs w:val="24"/>
        </w:rPr>
        <w:t xml:space="preserve">игра </w:t>
      </w:r>
      <w:r w:rsidRPr="00661A47">
        <w:rPr>
          <w:rFonts w:ascii="Times New Roman" w:hAnsi="Times New Roman"/>
          <w:i/>
          <w:sz w:val="24"/>
          <w:szCs w:val="24"/>
        </w:rPr>
        <w:t>Spelling game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3ч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5) Входящая контрольная работа по теме можесвенное число. Знакомство с проектом по теме «Знакомимся с Австралией. Ее животным миром»Австралия и ее достопримечател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>ности Знакомство с  проектом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 теме «Знакомимся с Австралией».  Подготовка к проекту Защита проекта по теме «Знакомимся с Австралией». Специальные вопросы. А/Ч/Г: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project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Australia</w:t>
      </w:r>
      <w:r w:rsidRPr="006059D7">
        <w:rPr>
          <w:rFonts w:ascii="Times New Roman" w:hAnsi="Times New Roman"/>
          <w:sz w:val="24"/>
          <w:szCs w:val="24"/>
        </w:rPr>
        <w:t xml:space="preserve">. Аудиотекст </w:t>
      </w:r>
      <w:r w:rsidRPr="006059D7">
        <w:rPr>
          <w:rFonts w:ascii="Times New Roman" w:hAnsi="Times New Roman"/>
          <w:i/>
          <w:sz w:val="24"/>
          <w:szCs w:val="24"/>
        </w:rPr>
        <w:t>Australian animals</w:t>
      </w:r>
      <w:r w:rsidRPr="006059D7">
        <w:rPr>
          <w:rFonts w:ascii="Times New Roman" w:hAnsi="Times New Roman"/>
          <w:sz w:val="24"/>
          <w:szCs w:val="24"/>
        </w:rPr>
        <w:t xml:space="preserve">. Диалог-расспрос о животных. Ч/Г/П: тексты </w:t>
      </w:r>
      <w:r w:rsidRPr="006059D7">
        <w:rPr>
          <w:rFonts w:ascii="Times New Roman" w:hAnsi="Times New Roman"/>
          <w:i/>
          <w:sz w:val="24"/>
          <w:szCs w:val="24"/>
        </w:rPr>
        <w:t>Find the animal</w:t>
      </w:r>
      <w:r w:rsidRPr="006059D7">
        <w:rPr>
          <w:rFonts w:ascii="Times New Roman" w:hAnsi="Times New Roman"/>
          <w:sz w:val="24"/>
          <w:szCs w:val="24"/>
        </w:rPr>
        <w:t xml:space="preserve">. Описание животного А/Ч/Г: диалог-расспрос об Австралии. Игра </w:t>
      </w:r>
      <w:r w:rsidRPr="006059D7">
        <w:rPr>
          <w:rFonts w:ascii="Times New Roman" w:hAnsi="Times New Roman"/>
          <w:i/>
          <w:sz w:val="24"/>
          <w:szCs w:val="24"/>
        </w:rPr>
        <w:t>Yes/No</w:t>
      </w:r>
      <w:r w:rsidRPr="006059D7">
        <w:rPr>
          <w:rFonts w:ascii="Times New Roman" w:hAnsi="Times New Roman"/>
          <w:sz w:val="24"/>
          <w:szCs w:val="24"/>
        </w:rPr>
        <w:t>. Общий и специальный вопросы. Вопрос к подлеж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щему. Ч/Г/П: описание австралийских животных </w:t>
      </w:r>
    </w:p>
    <w:p w:rsidR="00D3612D" w:rsidRDefault="00D3612D" w:rsidP="00D86D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6ч</w:t>
      </w:r>
    </w:p>
    <w:p w:rsidR="00D3612D" w:rsidRPr="00E66A49" w:rsidRDefault="00D3612D" w:rsidP="00D86D60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059D7">
        <w:rPr>
          <w:rFonts w:ascii="Times New Roman" w:hAnsi="Times New Roman"/>
          <w:sz w:val="24"/>
          <w:szCs w:val="24"/>
        </w:rPr>
        <w:t>6) Москва столица России. Санкт Петербург. Сочи столица Олимпиады. Название родного города деревни страны. Повторение по темам множественное число местоимения</w:t>
      </w:r>
      <w:r w:rsidRPr="006059D7">
        <w:rPr>
          <w:rFonts w:ascii="Times New Roman" w:hAnsi="Times New Roman"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continious</w:t>
      </w:r>
      <w:r w:rsidRPr="006059D7">
        <w:rPr>
          <w:rFonts w:ascii="Times New Roman" w:hAnsi="Times New Roman"/>
          <w:sz w:val="24"/>
          <w:szCs w:val="24"/>
        </w:rPr>
        <w:t xml:space="preserve"> Контрольная работа по темам множественное число местоимения </w:t>
      </w:r>
      <w:r w:rsidRPr="006059D7">
        <w:rPr>
          <w:rFonts w:ascii="Times New Roman" w:hAnsi="Times New Roman"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co</w:t>
      </w:r>
      <w:r w:rsidRPr="006059D7">
        <w:rPr>
          <w:rFonts w:ascii="Times New Roman" w:hAnsi="Times New Roman"/>
          <w:sz w:val="24"/>
          <w:szCs w:val="24"/>
          <w:lang w:val="en-US"/>
        </w:rPr>
        <w:t>n</w:t>
      </w:r>
      <w:r w:rsidRPr="006059D7">
        <w:rPr>
          <w:rFonts w:ascii="Times New Roman" w:hAnsi="Times New Roman"/>
          <w:sz w:val="24"/>
          <w:szCs w:val="24"/>
          <w:lang w:val="en-US"/>
        </w:rPr>
        <w:t>tinious</w:t>
      </w:r>
      <w:r w:rsidRPr="006059D7">
        <w:rPr>
          <w:rFonts w:ascii="Times New Roman" w:hAnsi="Times New Roman"/>
          <w:sz w:val="24"/>
          <w:szCs w:val="24"/>
        </w:rPr>
        <w:t xml:space="preserve"> Повторение по теме Россия Числительные  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Our country</w:t>
      </w:r>
      <w:r w:rsidRPr="006059D7">
        <w:rPr>
          <w:rFonts w:ascii="Times New Roman" w:hAnsi="Times New Roman"/>
          <w:sz w:val="24"/>
          <w:szCs w:val="24"/>
        </w:rPr>
        <w:t xml:space="preserve">. Диалог-расспрос о родной стране. Описание фотографии с опорой на текст. Интонация перечисления. Ч/П: текст </w:t>
      </w:r>
      <w:r w:rsidRPr="006059D7">
        <w:rPr>
          <w:rFonts w:ascii="Times New Roman" w:hAnsi="Times New Roman"/>
          <w:i/>
          <w:sz w:val="24"/>
          <w:szCs w:val="24"/>
        </w:rPr>
        <w:t>What are they famous for?</w:t>
      </w:r>
      <w:r w:rsidRPr="006059D7">
        <w:rPr>
          <w:rFonts w:ascii="Times New Roman" w:hAnsi="Times New Roman"/>
          <w:sz w:val="24"/>
          <w:szCs w:val="24"/>
        </w:rPr>
        <w:t xml:space="preserve"> Описание 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DF9">
        <w:rPr>
          <w:b/>
        </w:rPr>
        <w:t>Ч/Г/П:</w:t>
      </w:r>
      <w:r w:rsidRPr="006F5C95">
        <w:t xml:space="preserve"> </w:t>
      </w:r>
      <w:r w:rsidRPr="00BA4841">
        <w:rPr>
          <w:rFonts w:ascii="Times New Roman" w:hAnsi="Times New Roman"/>
          <w:sz w:val="24"/>
          <w:szCs w:val="24"/>
        </w:rPr>
        <w:t>личное письмо</w:t>
      </w:r>
      <w:r w:rsidRPr="006F5C95">
        <w:t xml:space="preserve"> (Бену). Диалог-расспрос о городе. Описание го</w:t>
      </w:r>
      <w:r>
        <w:t xml:space="preserve">рода. </w:t>
      </w:r>
      <w:r w:rsidRPr="00BA4841">
        <w:rPr>
          <w:rFonts w:ascii="Times New Roman" w:hAnsi="Times New Roman"/>
          <w:sz w:val="24"/>
          <w:szCs w:val="24"/>
        </w:rPr>
        <w:t>Рассказ о городе Сочи по образцу. Конс</w:t>
      </w:r>
      <w:r w:rsidRPr="00BA4841">
        <w:rPr>
          <w:rFonts w:ascii="Times New Roman" w:hAnsi="Times New Roman"/>
          <w:sz w:val="24"/>
          <w:szCs w:val="24"/>
        </w:rPr>
        <w:t>т</w:t>
      </w:r>
      <w:r w:rsidRPr="00BA4841">
        <w:rPr>
          <w:rFonts w:ascii="Times New Roman" w:hAnsi="Times New Roman"/>
          <w:sz w:val="24"/>
          <w:szCs w:val="24"/>
        </w:rPr>
        <w:t>рукции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there is/there are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to be famous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A4841">
        <w:rPr>
          <w:rFonts w:ascii="Times New Roman" w:hAnsi="Times New Roman"/>
          <w:sz w:val="24"/>
          <w:szCs w:val="24"/>
        </w:rPr>
        <w:t>Звонкие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и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глухие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согласные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звуки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A49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6059D7">
        <w:rPr>
          <w:rFonts w:ascii="Times New Roman" w:hAnsi="Times New Roman"/>
          <w:sz w:val="24"/>
          <w:szCs w:val="24"/>
        </w:rPr>
        <w:t>Мир моих увлечений</w:t>
      </w:r>
      <w:r>
        <w:rPr>
          <w:rFonts w:ascii="Times New Roman" w:hAnsi="Times New Roman"/>
          <w:sz w:val="24"/>
          <w:szCs w:val="24"/>
        </w:rPr>
        <w:t>5ч</w:t>
      </w:r>
    </w:p>
    <w:p w:rsidR="00D3612D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7 Мои любимые занятия. Кто что умеет делать? рисовать петь описываем картинкиА/Г/Ч: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Shapes</w:t>
      </w:r>
      <w:r w:rsidRPr="006059D7">
        <w:rPr>
          <w:rFonts w:ascii="Times New Roman" w:hAnsi="Times New Roman"/>
          <w:sz w:val="24"/>
          <w:szCs w:val="24"/>
        </w:rPr>
        <w:t>. Г</w:t>
      </w:r>
      <w:r w:rsidRPr="006059D7">
        <w:rPr>
          <w:rFonts w:ascii="Times New Roman" w:hAnsi="Times New Roman"/>
          <w:sz w:val="24"/>
          <w:szCs w:val="24"/>
          <w:lang w:val="en-US"/>
        </w:rPr>
        <w:t>: </w:t>
      </w:r>
      <w:r w:rsidRPr="006059D7">
        <w:rPr>
          <w:rFonts w:ascii="Times New Roman" w:hAnsi="Times New Roman"/>
          <w:sz w:val="24"/>
          <w:szCs w:val="24"/>
        </w:rPr>
        <w:t>текст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инструкция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Tell your friend how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to draw these pictures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 xml:space="preserve">П: описание рисунка </w:t>
      </w:r>
      <w:r w:rsidRPr="006059D7">
        <w:rPr>
          <w:rFonts w:ascii="Times New Roman" w:hAnsi="Times New Roman"/>
          <w:i/>
          <w:sz w:val="24"/>
          <w:szCs w:val="24"/>
        </w:rPr>
        <w:t>Write about shapes</w:t>
      </w:r>
      <w:r w:rsidRPr="006059D7">
        <w:rPr>
          <w:rFonts w:ascii="Times New Roman" w:hAnsi="Times New Roman"/>
          <w:sz w:val="24"/>
          <w:szCs w:val="24"/>
        </w:rPr>
        <w:t>. Утвердительная форма императива. Лексика т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матической группы </w:t>
      </w:r>
      <w:r w:rsidRPr="006059D7">
        <w:rPr>
          <w:rFonts w:ascii="Times New Roman" w:hAnsi="Times New Roman"/>
          <w:i/>
          <w:sz w:val="24"/>
          <w:szCs w:val="24"/>
        </w:rPr>
        <w:t>Colours</w:t>
      </w:r>
      <w:r w:rsidRPr="006059D7">
        <w:rPr>
          <w:rFonts w:ascii="Times New Roman" w:hAnsi="Times New Roman"/>
          <w:sz w:val="24"/>
          <w:szCs w:val="24"/>
        </w:rPr>
        <w:t xml:space="preserve"> (повторение)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8) Совместные занятия, рисование школьный концерт прогулка  в парке.</w:t>
      </w:r>
    </w:p>
    <w:p w:rsidR="00D3612D" w:rsidRDefault="00D3612D" w:rsidP="00BA4841">
      <w:pPr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Глагол «уметь» в общих и специальных вопросах.</w:t>
      </w:r>
      <w:r w:rsidRPr="00BA4841">
        <w:rPr>
          <w:b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BA4841">
        <w:rPr>
          <w:rFonts w:ascii="Times New Roman" w:hAnsi="Times New Roman"/>
          <w:sz w:val="24"/>
          <w:szCs w:val="24"/>
        </w:rPr>
        <w:t>аудиотекст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Which picture is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  <w:lang w:val="en-US"/>
        </w:rPr>
        <w:br/>
      </w:r>
      <w:r w:rsidRPr="00BA4841">
        <w:rPr>
          <w:rFonts w:ascii="Times New Roman" w:hAnsi="Times New Roman"/>
          <w:b/>
          <w:sz w:val="24"/>
          <w:szCs w:val="24"/>
        </w:rPr>
        <w:t>Ч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аудиотекст</w:t>
      </w:r>
      <w:r w:rsidRPr="00BA4841">
        <w:rPr>
          <w:rFonts w:ascii="Times New Roman" w:hAnsi="Times New Roman"/>
          <w:sz w:val="24"/>
          <w:szCs w:val="24"/>
          <w:lang w:val="en-US"/>
        </w:rPr>
        <w:t>-</w:t>
      </w:r>
      <w:r w:rsidRPr="00BA4841">
        <w:rPr>
          <w:rFonts w:ascii="Times New Roman" w:hAnsi="Times New Roman"/>
          <w:sz w:val="24"/>
          <w:szCs w:val="24"/>
        </w:rPr>
        <w:t>диалог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 is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How many shapes?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П</w:t>
      </w:r>
      <w:r w:rsidRPr="00E66A49">
        <w:rPr>
          <w:rFonts w:ascii="Times New Roman" w:hAnsi="Times New Roman"/>
          <w:b/>
          <w:sz w:val="24"/>
          <w:szCs w:val="24"/>
        </w:rPr>
        <w:t>: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picture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BA4841">
        <w:rPr>
          <w:rFonts w:ascii="Times New Roman" w:hAnsi="Times New Roman"/>
          <w:sz w:val="24"/>
          <w:szCs w:val="24"/>
        </w:rPr>
        <w:t>Опис</w:t>
      </w:r>
      <w:r w:rsidRPr="00BA4841">
        <w:rPr>
          <w:rFonts w:ascii="Times New Roman" w:hAnsi="Times New Roman"/>
          <w:sz w:val="24"/>
          <w:szCs w:val="24"/>
        </w:rPr>
        <w:t>а</w:t>
      </w:r>
      <w:r w:rsidRPr="00BA4841">
        <w:rPr>
          <w:rFonts w:ascii="Times New Roman" w:hAnsi="Times New Roman"/>
          <w:sz w:val="24"/>
          <w:szCs w:val="24"/>
        </w:rPr>
        <w:t xml:space="preserve">ние рисунка с использованием конструкций </w:t>
      </w:r>
      <w:r w:rsidRPr="00BA4841">
        <w:rPr>
          <w:rFonts w:ascii="Times New Roman" w:hAnsi="Times New Roman"/>
          <w:i/>
          <w:sz w:val="24"/>
          <w:szCs w:val="24"/>
        </w:rPr>
        <w:t>this is…/these are….</w:t>
      </w:r>
      <w:r w:rsidRPr="00BA4841">
        <w:rPr>
          <w:rFonts w:ascii="Times New Roman" w:hAnsi="Times New Roman"/>
          <w:sz w:val="24"/>
          <w:szCs w:val="24"/>
        </w:rPr>
        <w:t xml:space="preserve"> Повторение числител</w:t>
      </w:r>
      <w:r w:rsidRPr="00BA4841">
        <w:rPr>
          <w:rFonts w:ascii="Times New Roman" w:hAnsi="Times New Roman"/>
          <w:sz w:val="24"/>
          <w:szCs w:val="24"/>
        </w:rPr>
        <w:t>ь</w:t>
      </w:r>
      <w:r w:rsidRPr="00BA4841">
        <w:rPr>
          <w:rFonts w:ascii="Times New Roman" w:hAnsi="Times New Roman"/>
          <w:sz w:val="24"/>
          <w:szCs w:val="24"/>
        </w:rPr>
        <w:t>ных 1–20. Произношение дифтонгов</w:t>
      </w:r>
    </w:p>
    <w:p w:rsidR="00D3612D" w:rsidRPr="00E66A49" w:rsidRDefault="00D3612D" w:rsidP="00BA48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Мир вокруг меня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BA4841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9) Снег идёт. Природа Погода 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It’s snowing!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о погоде, о зимних забавах. Лексика по теме </w:t>
      </w:r>
      <w:r w:rsidRPr="006059D7">
        <w:rPr>
          <w:rFonts w:ascii="Times New Roman" w:hAnsi="Times New Roman"/>
          <w:i/>
          <w:sz w:val="24"/>
          <w:szCs w:val="24"/>
        </w:rPr>
        <w:t>Weather</w:t>
      </w:r>
      <w:r w:rsidRPr="006059D7">
        <w:rPr>
          <w:rFonts w:ascii="Times New Roman" w:hAnsi="Times New Roman"/>
          <w:sz w:val="24"/>
          <w:szCs w:val="24"/>
        </w:rPr>
        <w:t xml:space="preserve">. А: </w:t>
      </w:r>
      <w:r w:rsidRPr="006059D7">
        <w:rPr>
          <w:rFonts w:ascii="Times New Roman" w:hAnsi="Times New Roman"/>
          <w:i/>
          <w:sz w:val="24"/>
          <w:szCs w:val="24"/>
        </w:rPr>
        <w:t>Right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or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wrong</w:t>
      </w:r>
      <w:r w:rsidRPr="006059D7">
        <w:rPr>
          <w:rFonts w:ascii="Times New Roman" w:hAnsi="Times New Roman"/>
          <w:sz w:val="24"/>
          <w:szCs w:val="24"/>
        </w:rPr>
        <w:t xml:space="preserve">? Выбор ответа с опорой на иллюстрации. П: </w:t>
      </w:r>
      <w:r w:rsidRPr="006059D7">
        <w:rPr>
          <w:rFonts w:ascii="Times New Roman" w:hAnsi="Times New Roman"/>
          <w:i/>
          <w:sz w:val="24"/>
          <w:szCs w:val="24"/>
        </w:rPr>
        <w:t>Write about the pictures</w:t>
      </w:r>
      <w:r w:rsidRPr="006059D7">
        <w:rPr>
          <w:rFonts w:ascii="Times New Roman" w:hAnsi="Times New Roman"/>
          <w:sz w:val="24"/>
          <w:szCs w:val="24"/>
        </w:rPr>
        <w:t xml:space="preserve">. Описание погоды по иллюстрациям. Глаголы в </w:t>
      </w:r>
      <w:r w:rsidRPr="006059D7">
        <w:rPr>
          <w:rFonts w:ascii="Times New Roman" w:hAnsi="Times New Roman"/>
          <w:i/>
          <w:sz w:val="24"/>
          <w:szCs w:val="24"/>
        </w:rPr>
        <w:t>Present Continuous Tense</w:t>
      </w:r>
      <w:r w:rsidRPr="006059D7">
        <w:rPr>
          <w:rFonts w:ascii="Times New Roman" w:hAnsi="Times New Roman"/>
          <w:sz w:val="24"/>
          <w:szCs w:val="24"/>
        </w:rPr>
        <w:t>*. Слова с непроизносимыми согласными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А/Ч/Г: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>’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weather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like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Диалог-расспрос о погоде в разное время года. </w:t>
      </w:r>
      <w:r w:rsidRPr="00BA4841">
        <w:rPr>
          <w:rFonts w:ascii="Times New Roman" w:hAnsi="Times New Roman"/>
          <w:b/>
          <w:sz w:val="24"/>
          <w:szCs w:val="24"/>
        </w:rPr>
        <w:t>Г/П: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What’s this?</w:t>
      </w:r>
      <w:r w:rsidRPr="00BA4841">
        <w:rPr>
          <w:rFonts w:ascii="Times New Roman" w:hAnsi="Times New Roman"/>
          <w:sz w:val="24"/>
          <w:szCs w:val="24"/>
        </w:rPr>
        <w:t xml:space="preserve"> Описание природных явлений по иллюстрации. Модальный глагол </w:t>
      </w:r>
      <w:r w:rsidRPr="00BA4841">
        <w:rPr>
          <w:rFonts w:ascii="Times New Roman" w:hAnsi="Times New Roman"/>
          <w:i/>
          <w:sz w:val="24"/>
          <w:szCs w:val="24"/>
        </w:rPr>
        <w:t>can</w:t>
      </w:r>
      <w:r w:rsidRPr="00BA4841">
        <w:rPr>
          <w:rFonts w:ascii="Times New Roman" w:hAnsi="Times New Roman"/>
          <w:sz w:val="24"/>
          <w:szCs w:val="24"/>
        </w:rPr>
        <w:t xml:space="preserve"> в вопросительных, утвердительных и отрицательных предложениях. Буква </w:t>
      </w:r>
      <w:r w:rsidRPr="00BA4841">
        <w:rPr>
          <w:rFonts w:ascii="Times New Roman" w:hAnsi="Times New Roman"/>
          <w:i/>
          <w:sz w:val="24"/>
          <w:szCs w:val="24"/>
        </w:rPr>
        <w:t>Gg</w:t>
      </w:r>
      <w:r w:rsidRPr="00BA4841">
        <w:rPr>
          <w:rFonts w:ascii="Times New Roman" w:hAnsi="Times New Roman"/>
          <w:sz w:val="24"/>
          <w:szCs w:val="24"/>
        </w:rPr>
        <w:t xml:space="preserve"> в различных сочетаниях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Я и моя семья я и мои друзья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10) Что умеют делать члены семьи? увлечения хобби.  Что умеет делать великий фидо кточто умеет делать?А/Ч/Г: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Can you ride a bicycle?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об увлечениях, хобби. Ч/Г: загадка о членах семьи: знакомство с заданиями типа </w:t>
      </w:r>
      <w:r w:rsidRPr="006059D7">
        <w:rPr>
          <w:rFonts w:ascii="Times New Roman" w:hAnsi="Times New Roman"/>
          <w:i/>
          <w:sz w:val="24"/>
          <w:szCs w:val="24"/>
        </w:rPr>
        <w:t>Multiple choice</w:t>
      </w:r>
      <w:r w:rsidRPr="006059D7">
        <w:rPr>
          <w:rFonts w:ascii="Times New Roman" w:hAnsi="Times New Roman"/>
          <w:sz w:val="24"/>
          <w:szCs w:val="24"/>
        </w:rPr>
        <w:t xml:space="preserve">. Лексика тематических групп </w:t>
      </w:r>
      <w:r w:rsidRPr="006059D7">
        <w:rPr>
          <w:rFonts w:ascii="Times New Roman" w:hAnsi="Times New Roman"/>
          <w:i/>
          <w:sz w:val="24"/>
          <w:szCs w:val="24"/>
        </w:rPr>
        <w:t>Family, Hobby</w:t>
      </w:r>
      <w:r w:rsidRPr="006059D7">
        <w:rPr>
          <w:rFonts w:ascii="Times New Roman" w:hAnsi="Times New Roman"/>
          <w:sz w:val="24"/>
          <w:szCs w:val="24"/>
        </w:rPr>
        <w:t xml:space="preserve">. Модальный глагол </w:t>
      </w:r>
      <w:r w:rsidRPr="006059D7">
        <w:rPr>
          <w:rFonts w:ascii="Times New Roman" w:hAnsi="Times New Roman"/>
          <w:i/>
          <w:sz w:val="24"/>
          <w:szCs w:val="24"/>
        </w:rPr>
        <w:t>can</w:t>
      </w:r>
      <w:r w:rsidRPr="006059D7">
        <w:rPr>
          <w:rFonts w:ascii="Times New Roman" w:hAnsi="Times New Roman"/>
          <w:sz w:val="24"/>
          <w:szCs w:val="24"/>
        </w:rPr>
        <w:t>. Слова с д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 xml:space="preserve">фтонгами, долгими и краткими звуками. П: </w:t>
      </w:r>
      <w:r w:rsidRPr="006059D7">
        <w:rPr>
          <w:rFonts w:ascii="Times New Roman" w:hAnsi="Times New Roman"/>
          <w:i/>
          <w:sz w:val="24"/>
          <w:szCs w:val="24"/>
        </w:rPr>
        <w:t>Finish the poster</w:t>
      </w:r>
      <w:r w:rsidRPr="006059D7">
        <w:rPr>
          <w:rFonts w:ascii="Times New Roman" w:hAnsi="Times New Roman"/>
          <w:sz w:val="24"/>
          <w:szCs w:val="24"/>
        </w:rPr>
        <w:t xml:space="preserve">. Работа с активной лексикой и речевыми </w:t>
      </w:r>
      <w:r w:rsidRPr="00BA4841">
        <w:rPr>
          <w:rFonts w:ascii="Times New Roman" w:hAnsi="Times New Roman"/>
          <w:sz w:val="24"/>
          <w:szCs w:val="24"/>
        </w:rPr>
        <w:t xml:space="preserve">образцами </w:t>
      </w:r>
      <w:r w:rsidRPr="00BA4841">
        <w:rPr>
          <w:rFonts w:ascii="Times New Roman" w:hAnsi="Times New Roman"/>
          <w:b/>
          <w:sz w:val="24"/>
          <w:szCs w:val="24"/>
        </w:rPr>
        <w:t>А/Ч/Г:</w:t>
      </w:r>
      <w:r w:rsidRPr="00BA4841">
        <w:rPr>
          <w:rFonts w:ascii="Times New Roman" w:hAnsi="Times New Roman"/>
          <w:sz w:val="24"/>
          <w:szCs w:val="24"/>
        </w:rPr>
        <w:t xml:space="preserve"> аудиотекст-история </w:t>
      </w:r>
      <w:r w:rsidRPr="00BA4841">
        <w:rPr>
          <w:rFonts w:ascii="Times New Roman" w:hAnsi="Times New Roman"/>
          <w:i/>
          <w:sz w:val="24"/>
          <w:szCs w:val="24"/>
        </w:rPr>
        <w:t>Fido the Great</w:t>
      </w:r>
      <w:r w:rsidRPr="00BA4841">
        <w:rPr>
          <w:rFonts w:ascii="Times New Roman" w:hAnsi="Times New Roman"/>
          <w:sz w:val="24"/>
          <w:szCs w:val="24"/>
        </w:rPr>
        <w:t>. Диалог-расспрос об увл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чениях, хобби, видах спорта. </w:t>
      </w:r>
      <w:r w:rsidRPr="00BA4841">
        <w:rPr>
          <w:rFonts w:ascii="Times New Roman" w:hAnsi="Times New Roman"/>
          <w:b/>
          <w:sz w:val="24"/>
          <w:szCs w:val="24"/>
        </w:rPr>
        <w:t>А/Ч/П: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Mr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Wolf</w:t>
      </w:r>
      <w:r w:rsidRPr="00BA4841">
        <w:rPr>
          <w:rFonts w:ascii="Times New Roman" w:hAnsi="Times New Roman"/>
          <w:i/>
          <w:sz w:val="24"/>
          <w:szCs w:val="24"/>
        </w:rPr>
        <w:t>’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family</w:t>
      </w:r>
      <w:r w:rsidRPr="00BA4841">
        <w:rPr>
          <w:rFonts w:ascii="Times New Roman" w:hAnsi="Times New Roman"/>
          <w:sz w:val="24"/>
          <w:szCs w:val="24"/>
        </w:rPr>
        <w:t xml:space="preserve">. Введение понятия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family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tree</w:t>
      </w:r>
      <w:r w:rsidRPr="00BA4841">
        <w:rPr>
          <w:rFonts w:ascii="Times New Roman" w:hAnsi="Times New Roman"/>
          <w:sz w:val="24"/>
          <w:szCs w:val="24"/>
        </w:rPr>
        <w:t>. Оп</w:t>
      </w:r>
      <w:r w:rsidRPr="00BA4841">
        <w:rPr>
          <w:rFonts w:ascii="Times New Roman" w:hAnsi="Times New Roman"/>
          <w:sz w:val="24"/>
          <w:szCs w:val="24"/>
        </w:rPr>
        <w:t>и</w:t>
      </w:r>
      <w:r w:rsidRPr="00BA4841">
        <w:rPr>
          <w:rFonts w:ascii="Times New Roman" w:hAnsi="Times New Roman"/>
          <w:sz w:val="24"/>
          <w:szCs w:val="24"/>
        </w:rPr>
        <w:t xml:space="preserve">сание семьи. Письмо Веры (театр Ю. Куклачёва). </w:t>
      </w:r>
      <w:r w:rsidRPr="00BA4841">
        <w:rPr>
          <w:rFonts w:ascii="Times New Roman" w:hAnsi="Times New Roman"/>
          <w:b/>
          <w:sz w:val="24"/>
          <w:szCs w:val="24"/>
        </w:rPr>
        <w:t>Ч/Г:</w:t>
      </w:r>
      <w:r w:rsidRPr="00BA4841">
        <w:rPr>
          <w:rFonts w:ascii="Times New Roman" w:hAnsi="Times New Roman"/>
          <w:sz w:val="24"/>
          <w:szCs w:val="24"/>
        </w:rPr>
        <w:t xml:space="preserve"> игра </w:t>
      </w:r>
      <w:r w:rsidRPr="00BA4841">
        <w:rPr>
          <w:rFonts w:ascii="Times New Roman" w:hAnsi="Times New Roman"/>
          <w:i/>
          <w:sz w:val="24"/>
          <w:szCs w:val="24"/>
        </w:rPr>
        <w:t>What can you do</w:t>
      </w:r>
      <w:r w:rsidRPr="00BA4841">
        <w:rPr>
          <w:rFonts w:ascii="Times New Roman" w:hAnsi="Times New Roman"/>
          <w:sz w:val="24"/>
          <w:szCs w:val="24"/>
        </w:rPr>
        <w:t>? Количес</w:t>
      </w:r>
      <w:r w:rsidRPr="00BA4841">
        <w:rPr>
          <w:rFonts w:ascii="Times New Roman" w:hAnsi="Times New Roman"/>
          <w:sz w:val="24"/>
          <w:szCs w:val="24"/>
        </w:rPr>
        <w:t>т</w:t>
      </w:r>
      <w:r w:rsidRPr="00BA4841">
        <w:rPr>
          <w:rFonts w:ascii="Times New Roman" w:hAnsi="Times New Roman"/>
          <w:sz w:val="24"/>
          <w:szCs w:val="24"/>
        </w:rPr>
        <w:t xml:space="preserve">венно-именные сочетания с числительными                   </w:t>
      </w:r>
      <w:r w:rsidRPr="006059D7">
        <w:rPr>
          <w:rFonts w:ascii="Times New Roman" w:hAnsi="Times New Roman"/>
          <w:sz w:val="24"/>
          <w:szCs w:val="24"/>
        </w:rPr>
        <w:t xml:space="preserve"> 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6059D7">
        <w:rPr>
          <w:rFonts w:ascii="Times New Roman" w:hAnsi="Times New Roman"/>
          <w:sz w:val="24"/>
          <w:szCs w:val="24"/>
        </w:rPr>
        <w:t>Я и моя семья Страна изучаемого языка родная страна</w:t>
      </w:r>
      <w:r>
        <w:rPr>
          <w:rFonts w:ascii="Times New Roman" w:hAnsi="Times New Roman"/>
          <w:sz w:val="24"/>
          <w:szCs w:val="24"/>
        </w:rPr>
        <w:t xml:space="preserve"> 6ч</w:t>
      </w:r>
    </w:p>
    <w:p w:rsidR="00D3612D" w:rsidRPr="00BA484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11) Покупки.  Разные магазины, покупаемые в них товары.  Числительные повторение по темам числительные местоимения определенный не определенный артикли.  Контрольная работа 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Shopping!</w:t>
      </w:r>
      <w:r w:rsidRPr="006059D7">
        <w:rPr>
          <w:rFonts w:ascii="Times New Roman" w:hAnsi="Times New Roman"/>
          <w:sz w:val="24"/>
          <w:szCs w:val="24"/>
        </w:rPr>
        <w:t xml:space="preserve"> Этикетный диалог: общение в магазине. «Слова-ловушки». А/Г: </w:t>
      </w:r>
      <w:r w:rsidRPr="006059D7">
        <w:rPr>
          <w:rFonts w:ascii="Times New Roman" w:hAnsi="Times New Roman"/>
          <w:i/>
          <w:sz w:val="24"/>
          <w:szCs w:val="24"/>
        </w:rPr>
        <w:t xml:space="preserve">What has she got? </w:t>
      </w:r>
      <w:r w:rsidRPr="006059D7">
        <w:rPr>
          <w:rFonts w:ascii="Times New Roman" w:hAnsi="Times New Roman"/>
          <w:sz w:val="24"/>
          <w:szCs w:val="24"/>
        </w:rPr>
        <w:t xml:space="preserve">Исчисляемые/неисчисляемые существительные; числительные. П: </w:t>
      </w:r>
      <w:r w:rsidRPr="006059D7">
        <w:rPr>
          <w:rFonts w:ascii="Times New Roman" w:hAnsi="Times New Roman"/>
          <w:i/>
          <w:sz w:val="24"/>
          <w:szCs w:val="24"/>
        </w:rPr>
        <w:t>Where can you buy it?</w:t>
      </w:r>
      <w:r w:rsidRPr="006059D7">
        <w:rPr>
          <w:rFonts w:ascii="Times New Roman" w:hAnsi="Times New Roman"/>
          <w:sz w:val="24"/>
          <w:szCs w:val="24"/>
        </w:rPr>
        <w:t xml:space="preserve"> Названия продуктов, магазинов. Местоимение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some</w:t>
      </w:r>
      <w:r w:rsidRPr="00E66A49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sz w:val="24"/>
          <w:szCs w:val="24"/>
        </w:rPr>
        <w:t>артикли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</w:t>
      </w:r>
      <w:r w:rsidRPr="00E66A49">
        <w:rPr>
          <w:rFonts w:ascii="Times New Roman" w:hAnsi="Times New Roman"/>
          <w:b/>
          <w:sz w:val="24"/>
          <w:szCs w:val="24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E66A49">
        <w:rPr>
          <w:rFonts w:ascii="Times New Roman" w:hAnsi="Times New Roman"/>
          <w:b/>
          <w:sz w:val="24"/>
          <w:szCs w:val="24"/>
        </w:rPr>
        <w:t xml:space="preserve">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shop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E66A49">
        <w:rPr>
          <w:rFonts w:ascii="Times New Roman" w:hAnsi="Times New Roman"/>
          <w:i/>
          <w:sz w:val="24"/>
          <w:szCs w:val="24"/>
        </w:rPr>
        <w:t xml:space="preserve">? </w:t>
      </w:r>
      <w:r w:rsidRPr="00BA4841">
        <w:rPr>
          <w:rFonts w:ascii="Times New Roman" w:hAnsi="Times New Roman"/>
          <w:sz w:val="24"/>
          <w:szCs w:val="24"/>
        </w:rPr>
        <w:t>Закрепление клише в ситуациях общения в м</w:t>
      </w:r>
      <w:r w:rsidRPr="00BA4841">
        <w:rPr>
          <w:rFonts w:ascii="Times New Roman" w:hAnsi="Times New Roman"/>
          <w:sz w:val="24"/>
          <w:szCs w:val="24"/>
        </w:rPr>
        <w:t>а</w:t>
      </w:r>
      <w:r w:rsidRPr="00BA4841">
        <w:rPr>
          <w:rFonts w:ascii="Times New Roman" w:hAnsi="Times New Roman"/>
          <w:sz w:val="24"/>
          <w:szCs w:val="24"/>
        </w:rPr>
        <w:t xml:space="preserve">газине (просьба, обозначение цены, благодарность). </w:t>
      </w:r>
      <w:r w:rsidRPr="00BA4841">
        <w:rPr>
          <w:rFonts w:ascii="Times New Roman" w:hAnsi="Times New Roman"/>
          <w:b/>
          <w:sz w:val="24"/>
          <w:szCs w:val="24"/>
        </w:rPr>
        <w:t>Ч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П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 has she got?/Where can you buy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 xml:space="preserve">Диалог-расспрос. Лексика по темам </w:t>
      </w:r>
      <w:r w:rsidRPr="00BA4841">
        <w:rPr>
          <w:rFonts w:ascii="Times New Roman" w:hAnsi="Times New Roman"/>
          <w:i/>
          <w:sz w:val="24"/>
          <w:szCs w:val="24"/>
        </w:rPr>
        <w:t>Food, Shopping</w:t>
      </w:r>
      <w:r w:rsidRPr="00BA4841">
        <w:rPr>
          <w:rFonts w:ascii="Times New Roman" w:hAnsi="Times New Roman"/>
          <w:sz w:val="24"/>
          <w:szCs w:val="24"/>
        </w:rPr>
        <w:t>. Множественное число с</w:t>
      </w:r>
      <w:r w:rsidRPr="00BA4841">
        <w:rPr>
          <w:rFonts w:ascii="Times New Roman" w:hAnsi="Times New Roman"/>
          <w:sz w:val="24"/>
          <w:szCs w:val="24"/>
        </w:rPr>
        <w:t>у</w:t>
      </w:r>
      <w:r w:rsidRPr="00BA4841">
        <w:rPr>
          <w:rFonts w:ascii="Times New Roman" w:hAnsi="Times New Roman"/>
          <w:sz w:val="24"/>
          <w:szCs w:val="24"/>
        </w:rPr>
        <w:t xml:space="preserve">ществительных, исчисляемые и неисчисляемые существительные. Местоимение </w:t>
      </w:r>
      <w:r w:rsidRPr="00BA4841">
        <w:rPr>
          <w:rFonts w:ascii="Times New Roman" w:hAnsi="Times New Roman"/>
          <w:i/>
          <w:sz w:val="24"/>
          <w:szCs w:val="24"/>
        </w:rPr>
        <w:t>some</w:t>
      </w:r>
      <w:r w:rsidRPr="00BA4841">
        <w:rPr>
          <w:rFonts w:ascii="Times New Roman" w:hAnsi="Times New Roman"/>
          <w:sz w:val="24"/>
          <w:szCs w:val="24"/>
        </w:rPr>
        <w:t>. Числительные до 100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Я и моя семья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BA4841" w:rsidRDefault="00D3612D" w:rsidP="006059D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12)Основные продукты питания. Употребление артиклей. Любимая еда! А/Ч/Г: ауди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текст-история </w:t>
      </w:r>
      <w:r w:rsidRPr="006059D7">
        <w:rPr>
          <w:rFonts w:ascii="Times New Roman" w:hAnsi="Times New Roman"/>
          <w:i/>
          <w:sz w:val="24"/>
          <w:szCs w:val="24"/>
        </w:rPr>
        <w:t>Let’s make some pancakes!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и побуждение к совместным действиям. Побудительные предложения с конструкцией </w:t>
      </w:r>
      <w:r w:rsidRPr="006059D7">
        <w:rPr>
          <w:rFonts w:ascii="Times New Roman" w:hAnsi="Times New Roman"/>
          <w:i/>
          <w:sz w:val="24"/>
          <w:szCs w:val="24"/>
        </w:rPr>
        <w:t>Let’s…</w:t>
      </w:r>
      <w:r w:rsidRPr="006059D7">
        <w:rPr>
          <w:rFonts w:ascii="Times New Roman" w:hAnsi="Times New Roman"/>
          <w:sz w:val="24"/>
          <w:szCs w:val="24"/>
        </w:rPr>
        <w:t>. Текст-инструкция (пр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готовление блюда). Названия продуктов питания, предметов кухонной утвари.  Ч</w:t>
      </w:r>
      <w:r w:rsidRPr="006059D7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Find the pancakes.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Vera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?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Исчислямые/неисчисляемые существительные с м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стоимением </w:t>
      </w:r>
      <w:r w:rsidRPr="006059D7">
        <w:rPr>
          <w:rFonts w:ascii="Times New Roman" w:hAnsi="Times New Roman"/>
          <w:i/>
          <w:sz w:val="24"/>
          <w:szCs w:val="24"/>
        </w:rPr>
        <w:t>some</w:t>
      </w:r>
      <w:r w:rsidRPr="006059D7">
        <w:rPr>
          <w:rFonts w:ascii="Times New Roman" w:hAnsi="Times New Roman"/>
          <w:sz w:val="24"/>
          <w:szCs w:val="24"/>
        </w:rPr>
        <w:t xml:space="preserve">, артиклями </w:t>
      </w:r>
      <w:r w:rsidRPr="006059D7">
        <w:rPr>
          <w:rFonts w:ascii="Times New Roman" w:hAnsi="Times New Roman"/>
          <w:i/>
          <w:sz w:val="24"/>
          <w:szCs w:val="24"/>
        </w:rPr>
        <w:t>a/an</w:t>
      </w:r>
      <w:r w:rsidRPr="006059D7">
        <w:rPr>
          <w:rFonts w:ascii="Times New Roman" w:hAnsi="Times New Roman"/>
          <w:sz w:val="24"/>
          <w:szCs w:val="24"/>
        </w:rPr>
        <w:t>38)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012">
        <w:rPr>
          <w:b/>
        </w:rPr>
        <w:t>А/Г:</w:t>
      </w:r>
      <w:r w:rsidRPr="00C42390"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It’s sticky!</w:t>
      </w:r>
      <w:r w:rsidRPr="00BA4841">
        <w:rPr>
          <w:rFonts w:ascii="Times New Roman" w:hAnsi="Times New Roman"/>
          <w:sz w:val="24"/>
          <w:szCs w:val="24"/>
        </w:rPr>
        <w:t xml:space="preserve"> Описание признаков разных предм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тов. </w:t>
      </w:r>
      <w:r w:rsidRPr="00BA4841">
        <w:rPr>
          <w:rFonts w:ascii="Times New Roman" w:hAnsi="Times New Roman"/>
          <w:b/>
          <w:sz w:val="24"/>
          <w:szCs w:val="24"/>
        </w:rPr>
        <w:t xml:space="preserve">Ч/Г: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Кулинарный рецепт. Местоимение </w:t>
      </w:r>
      <w:r w:rsidRPr="00BA4841">
        <w:rPr>
          <w:rFonts w:ascii="Times New Roman" w:hAnsi="Times New Roman"/>
          <w:i/>
          <w:sz w:val="24"/>
          <w:szCs w:val="24"/>
        </w:rPr>
        <w:t>any</w:t>
      </w:r>
      <w:r w:rsidRPr="00BA4841">
        <w:rPr>
          <w:rFonts w:ascii="Times New Roman" w:hAnsi="Times New Roman"/>
          <w:sz w:val="24"/>
          <w:szCs w:val="24"/>
        </w:rPr>
        <w:t xml:space="preserve"> в вопросительном предложении. </w:t>
      </w:r>
      <w:r w:rsidRPr="00BA4841">
        <w:rPr>
          <w:rFonts w:ascii="Times New Roman" w:hAnsi="Times New Roman"/>
          <w:b/>
          <w:sz w:val="24"/>
          <w:szCs w:val="24"/>
        </w:rPr>
        <w:t>Ч/П:</w:t>
      </w:r>
      <w:r w:rsidRPr="00BA4841">
        <w:rPr>
          <w:rFonts w:ascii="Times New Roman" w:hAnsi="Times New Roman"/>
          <w:sz w:val="24"/>
          <w:szCs w:val="24"/>
        </w:rPr>
        <w:t xml:space="preserve"> рецепт Джил. Заполнение пропусков в предложении. Определё</w:t>
      </w:r>
      <w:r w:rsidRPr="00BA4841">
        <w:rPr>
          <w:rFonts w:ascii="Times New Roman" w:hAnsi="Times New Roman"/>
          <w:sz w:val="24"/>
          <w:szCs w:val="24"/>
        </w:rPr>
        <w:t>н</w:t>
      </w:r>
      <w:r w:rsidRPr="00BA4841">
        <w:rPr>
          <w:rFonts w:ascii="Times New Roman" w:hAnsi="Times New Roman"/>
          <w:sz w:val="24"/>
          <w:szCs w:val="24"/>
        </w:rPr>
        <w:t xml:space="preserve">ный/неопределённый артикль, местоимение </w:t>
      </w:r>
      <w:r w:rsidRPr="00BA4841">
        <w:rPr>
          <w:rFonts w:ascii="Times New Roman" w:hAnsi="Times New Roman"/>
          <w:i/>
          <w:sz w:val="24"/>
          <w:szCs w:val="24"/>
        </w:rPr>
        <w:t>some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25012">
        <w:rPr>
          <w:b/>
        </w:rPr>
        <w:t>А</w:t>
      </w:r>
      <w:r w:rsidRPr="00BA4841">
        <w:rPr>
          <w:b/>
        </w:rPr>
        <w:t>/</w:t>
      </w:r>
      <w:r w:rsidRPr="00E25012">
        <w:rPr>
          <w:b/>
        </w:rPr>
        <w:t>Г</w:t>
      </w:r>
      <w:r w:rsidRPr="00BA4841">
        <w:rPr>
          <w:b/>
        </w:rPr>
        <w:t>:</w:t>
      </w:r>
      <w:r w:rsidRPr="00BA4841"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cook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Обсуждение р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цепта. </w:t>
      </w:r>
      <w:r w:rsidRPr="00BA4841">
        <w:rPr>
          <w:rFonts w:ascii="Times New Roman" w:hAnsi="Times New Roman"/>
          <w:b/>
          <w:sz w:val="24"/>
          <w:szCs w:val="24"/>
        </w:rPr>
        <w:t>Ч/Г/П: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What does Dasha need?</w:t>
      </w:r>
      <w:r w:rsidRPr="00BA4841">
        <w:rPr>
          <w:rFonts w:ascii="Times New Roman" w:hAnsi="Times New Roman"/>
          <w:sz w:val="24"/>
          <w:szCs w:val="24"/>
        </w:rPr>
        <w:t xml:space="preserve"> Диалог-расспрос о рецепте приготовления блюда. Специальный и общий вопрос, местоимение </w:t>
      </w:r>
      <w:r w:rsidRPr="00BA4841">
        <w:rPr>
          <w:rFonts w:ascii="Times New Roman" w:hAnsi="Times New Roman"/>
          <w:i/>
          <w:sz w:val="24"/>
          <w:szCs w:val="24"/>
        </w:rPr>
        <w:t>any</w:t>
      </w:r>
      <w:r w:rsidRPr="00BA4841">
        <w:rPr>
          <w:rFonts w:ascii="Times New Roman" w:hAnsi="Times New Roman"/>
          <w:sz w:val="24"/>
          <w:szCs w:val="24"/>
        </w:rPr>
        <w:t>. Диалог-расспрос о кулинарном рецепте. Составление рецепта по образцу. Отработка активных конструкций и лексики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Я и моя семья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AA7830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059D7">
        <w:rPr>
          <w:rFonts w:ascii="Times New Roman" w:hAnsi="Times New Roman"/>
          <w:sz w:val="24"/>
          <w:szCs w:val="24"/>
        </w:rPr>
        <w:t>13)Мой день, обозначение времени, распорядок дня, домашние обязанности. А/Ч/Г: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time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is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it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Обозначение времени. Формы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повелительного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наклон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ния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*.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 time is it?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 xml:space="preserve">Подбор соответствующей иллюстрации к тексту. Г: диалог-расспрос по рисункам. Специальный вопрос. П: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story</w:t>
      </w:r>
      <w:r w:rsidRPr="006059D7">
        <w:rPr>
          <w:rFonts w:ascii="Times New Roman" w:hAnsi="Times New Roman"/>
          <w:i/>
          <w:sz w:val="24"/>
          <w:szCs w:val="24"/>
        </w:rPr>
        <w:t>.</w:t>
      </w:r>
      <w:r w:rsidRPr="006059D7">
        <w:rPr>
          <w:rFonts w:ascii="Times New Roman" w:hAnsi="Times New Roman"/>
          <w:sz w:val="24"/>
          <w:szCs w:val="24"/>
        </w:rPr>
        <w:t xml:space="preserve"> Пригл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шение к действию: конструкция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Let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059D7">
        <w:rPr>
          <w:rFonts w:ascii="Times New Roman" w:hAnsi="Times New Roman"/>
          <w:i/>
          <w:sz w:val="24"/>
          <w:szCs w:val="24"/>
        </w:rPr>
        <w:t>…</w:t>
      </w:r>
      <w:r w:rsidRPr="00AA7830">
        <w:rPr>
          <w:rFonts w:ascii="Times New Roman" w:hAnsi="Times New Roman"/>
          <w:b/>
          <w:sz w:val="24"/>
          <w:szCs w:val="24"/>
        </w:rPr>
        <w:t>А/Ч/Г:</w:t>
      </w:r>
      <w:r w:rsidRPr="00AA7830">
        <w:rPr>
          <w:rFonts w:ascii="Times New Roman" w:hAnsi="Times New Roman"/>
          <w:sz w:val="24"/>
          <w:szCs w:val="24"/>
        </w:rPr>
        <w:t xml:space="preserve"> Письмо Коди </w:t>
      </w:r>
      <w:r w:rsidRPr="00AA7830">
        <w:rPr>
          <w:rFonts w:ascii="Times New Roman" w:hAnsi="Times New Roman"/>
          <w:i/>
          <w:sz w:val="24"/>
          <w:szCs w:val="24"/>
        </w:rPr>
        <w:t>My day</w:t>
      </w:r>
      <w:r w:rsidRPr="00AA7830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i/>
          <w:sz w:val="24"/>
          <w:szCs w:val="24"/>
        </w:rPr>
        <w:t>Present Simple Tense</w:t>
      </w:r>
      <w:r w:rsidRPr="00AA7830">
        <w:rPr>
          <w:rFonts w:ascii="Times New Roman" w:hAnsi="Times New Roman"/>
          <w:sz w:val="24"/>
          <w:szCs w:val="24"/>
        </w:rPr>
        <w:t xml:space="preserve"> в утвердительных и вопросительных предложениях. Диалог-приглашение: конструкция </w:t>
      </w:r>
      <w:r w:rsidRPr="00AA7830">
        <w:rPr>
          <w:rFonts w:ascii="Times New Roman" w:hAnsi="Times New Roman"/>
          <w:i/>
          <w:sz w:val="24"/>
          <w:szCs w:val="24"/>
        </w:rPr>
        <w:t>Let’s...</w:t>
      </w:r>
      <w:r w:rsidRPr="00AA7830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Ч/Г:</w:t>
      </w:r>
      <w:r w:rsidRPr="00AA7830">
        <w:rPr>
          <w:rFonts w:ascii="Times New Roman" w:hAnsi="Times New Roman"/>
          <w:sz w:val="24"/>
          <w:szCs w:val="24"/>
        </w:rPr>
        <w:t xml:space="preserve"> игра </w:t>
      </w:r>
      <w:r w:rsidRPr="00AA7830">
        <w:rPr>
          <w:rFonts w:ascii="Times New Roman" w:hAnsi="Times New Roman"/>
          <w:i/>
          <w:sz w:val="24"/>
          <w:szCs w:val="24"/>
        </w:rPr>
        <w:t>Is it a good idea?</w:t>
      </w:r>
      <w:r w:rsidRPr="00AA7830">
        <w:rPr>
          <w:rFonts w:ascii="Times New Roman" w:hAnsi="Times New Roman"/>
          <w:sz w:val="24"/>
          <w:szCs w:val="24"/>
        </w:rPr>
        <w:t xml:space="preserve"> Приглашение к действию. </w:t>
      </w:r>
      <w:r w:rsidRPr="00AA7830">
        <w:rPr>
          <w:rFonts w:ascii="Times New Roman" w:hAnsi="Times New Roman"/>
          <w:b/>
          <w:sz w:val="24"/>
          <w:szCs w:val="24"/>
        </w:rPr>
        <w:t>А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Ч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: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песня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 xml:space="preserve">We like eating spaghetti! </w:t>
      </w:r>
      <w:r w:rsidRPr="00AA7830">
        <w:rPr>
          <w:rFonts w:ascii="Times New Roman" w:hAnsi="Times New Roman"/>
          <w:b/>
          <w:sz w:val="24"/>
          <w:szCs w:val="24"/>
        </w:rPr>
        <w:t>П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sentences.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  <w:lang w:val="en-US"/>
        </w:rPr>
        <w:br/>
        <w:t>1–3-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л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ед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и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мн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ч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глагола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в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Present Simple Tense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7830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Я и моя семья 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E66A49" w:rsidRDefault="00D3612D" w:rsidP="006059D7">
      <w:pPr>
        <w:spacing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6059D7">
        <w:rPr>
          <w:rFonts w:ascii="Times New Roman" w:hAnsi="Times New Roman"/>
          <w:sz w:val="24"/>
          <w:szCs w:val="24"/>
        </w:rPr>
        <w:t xml:space="preserve">14) Просмотр телевизора. Знакомство с песней холодно зимой.А/Г/Ч: аудиотекст-рассказ </w:t>
      </w:r>
      <w:r w:rsidRPr="006059D7">
        <w:rPr>
          <w:rFonts w:ascii="Times New Roman" w:hAnsi="Times New Roman"/>
          <w:i/>
          <w:sz w:val="24"/>
          <w:szCs w:val="24"/>
        </w:rPr>
        <w:t>Let’s watch TV!</w:t>
      </w:r>
      <w:r w:rsidRPr="006059D7">
        <w:rPr>
          <w:rFonts w:ascii="Times New Roman" w:hAnsi="Times New Roman"/>
          <w:sz w:val="24"/>
          <w:szCs w:val="24"/>
        </w:rPr>
        <w:t xml:space="preserve"> о телевидении. Виды телепередач. Ч/Г: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channels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there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П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вторение числительных, обозначение времени. А/П: </w:t>
      </w:r>
      <w:r w:rsidRPr="006059D7">
        <w:rPr>
          <w:rFonts w:ascii="Times New Roman" w:hAnsi="Times New Roman"/>
          <w:i/>
          <w:sz w:val="24"/>
          <w:szCs w:val="24"/>
        </w:rPr>
        <w:t>Write the times of the programmes</w:t>
      </w:r>
      <w:r w:rsidRPr="006059D7">
        <w:rPr>
          <w:rFonts w:ascii="Times New Roman" w:hAnsi="Times New Roman"/>
          <w:sz w:val="24"/>
          <w:szCs w:val="24"/>
        </w:rPr>
        <w:t>. У</w:t>
      </w:r>
      <w:r w:rsidRPr="006059D7">
        <w:rPr>
          <w:rFonts w:ascii="Times New Roman" w:hAnsi="Times New Roman"/>
          <w:sz w:val="24"/>
          <w:szCs w:val="24"/>
        </w:rPr>
        <w:t>з</w:t>
      </w:r>
      <w:r w:rsidRPr="006059D7">
        <w:rPr>
          <w:rFonts w:ascii="Times New Roman" w:hAnsi="Times New Roman"/>
          <w:sz w:val="24"/>
          <w:szCs w:val="24"/>
        </w:rPr>
        <w:t>навание числительных со слуха. П: вопросы к  картинкам. Общие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специальные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вопросы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059D7">
        <w:rPr>
          <w:rFonts w:ascii="Times New Roman" w:hAnsi="Times New Roman"/>
          <w:sz w:val="24"/>
          <w:szCs w:val="24"/>
        </w:rPr>
        <w:t>глаголы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to be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to do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 xml:space="preserve">Present Simple Tense </w:t>
      </w:r>
      <w:r w:rsidRPr="00AA7830">
        <w:rPr>
          <w:rFonts w:ascii="Times New Roman" w:hAnsi="Times New Roman"/>
          <w:b/>
          <w:sz w:val="24"/>
          <w:szCs w:val="24"/>
        </w:rPr>
        <w:t>А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Ч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Г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: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Jill’s favourite cartoon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Описание вне</w:t>
      </w:r>
      <w:r w:rsidRPr="00AA7830">
        <w:rPr>
          <w:rFonts w:ascii="Times New Roman" w:hAnsi="Times New Roman"/>
          <w:sz w:val="24"/>
          <w:szCs w:val="24"/>
        </w:rPr>
        <w:t>ш</w:t>
      </w:r>
      <w:r w:rsidRPr="00AA7830">
        <w:rPr>
          <w:rFonts w:ascii="Times New Roman" w:hAnsi="Times New Roman"/>
          <w:sz w:val="24"/>
          <w:szCs w:val="24"/>
        </w:rPr>
        <w:t xml:space="preserve">ности человека. </w:t>
      </w:r>
      <w:r w:rsidRPr="00AA7830">
        <w:rPr>
          <w:rFonts w:ascii="Times New Roman" w:hAnsi="Times New Roman"/>
          <w:b/>
          <w:sz w:val="24"/>
          <w:szCs w:val="24"/>
        </w:rPr>
        <w:t xml:space="preserve">А/Ч/Г: </w:t>
      </w:r>
      <w:r w:rsidRPr="00AA7830">
        <w:rPr>
          <w:rFonts w:ascii="Times New Roman" w:hAnsi="Times New Roman"/>
          <w:sz w:val="24"/>
          <w:szCs w:val="24"/>
        </w:rPr>
        <w:t xml:space="preserve">Песня </w:t>
      </w:r>
      <w:r w:rsidRPr="00AA7830">
        <w:rPr>
          <w:rFonts w:ascii="Times New Roman" w:hAnsi="Times New Roman"/>
          <w:i/>
          <w:sz w:val="24"/>
          <w:szCs w:val="24"/>
        </w:rPr>
        <w:t>Cold in winter</w:t>
      </w:r>
      <w:r w:rsidRPr="00AA7830">
        <w:rPr>
          <w:rFonts w:ascii="Times New Roman" w:hAnsi="Times New Roman"/>
          <w:sz w:val="24"/>
          <w:szCs w:val="24"/>
        </w:rPr>
        <w:t xml:space="preserve">. Диалог-расспрос </w:t>
      </w:r>
      <w:r w:rsidRPr="00AA7830">
        <w:rPr>
          <w:rFonts w:ascii="Times New Roman" w:hAnsi="Times New Roman"/>
          <w:i/>
          <w:sz w:val="24"/>
          <w:szCs w:val="24"/>
        </w:rPr>
        <w:t>What things do you like?</w:t>
      </w:r>
      <w:r w:rsidRPr="00AA7830">
        <w:rPr>
          <w:rFonts w:ascii="Times New Roman" w:hAnsi="Times New Roman"/>
          <w:sz w:val="24"/>
          <w:szCs w:val="24"/>
        </w:rPr>
        <w:t xml:space="preserve"> Общие и специальные вопросы (закрепление). </w:t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What do they want to do?</w:t>
      </w:r>
      <w:r w:rsidRPr="00AA7830">
        <w:rPr>
          <w:rFonts w:ascii="Times New Roman" w:hAnsi="Times New Roman"/>
          <w:sz w:val="24"/>
          <w:szCs w:val="24"/>
        </w:rPr>
        <w:t xml:space="preserve">  Составление предложений по образцу с опорой на иллюстрацию.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What do your friends want to do?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З</w:t>
      </w:r>
      <w:r w:rsidRPr="00AA7830">
        <w:rPr>
          <w:rFonts w:ascii="Times New Roman" w:hAnsi="Times New Roman"/>
          <w:sz w:val="24"/>
          <w:szCs w:val="24"/>
        </w:rPr>
        <w:t>а</w:t>
      </w:r>
      <w:r w:rsidRPr="00AA7830">
        <w:rPr>
          <w:rFonts w:ascii="Times New Roman" w:hAnsi="Times New Roman"/>
          <w:sz w:val="24"/>
          <w:szCs w:val="24"/>
        </w:rPr>
        <w:t>полнение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таблицы</w:t>
      </w:r>
    </w:p>
    <w:p w:rsidR="00D3612D" w:rsidRPr="00E66A49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66A49">
        <w:rPr>
          <w:rFonts w:ascii="Times New Roman" w:hAnsi="Times New Roman"/>
          <w:i/>
          <w:sz w:val="24"/>
          <w:szCs w:val="24"/>
          <w:lang w:val="en-US"/>
        </w:rPr>
        <w:t xml:space="preserve">                                            </w:t>
      </w:r>
      <w:r w:rsidRPr="006059D7">
        <w:rPr>
          <w:rFonts w:ascii="Times New Roman" w:hAnsi="Times New Roman"/>
          <w:i/>
          <w:sz w:val="24"/>
          <w:szCs w:val="24"/>
        </w:rPr>
        <w:t>Мир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моих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увлечений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3</w:t>
      </w:r>
      <w:r>
        <w:rPr>
          <w:rFonts w:ascii="Times New Roman" w:hAnsi="Times New Roman"/>
          <w:i/>
          <w:sz w:val="24"/>
          <w:szCs w:val="24"/>
        </w:rPr>
        <w:t>ч</w:t>
      </w:r>
    </w:p>
    <w:p w:rsidR="00D3612D" w:rsidRPr="00AA7830" w:rsidRDefault="00D3612D" w:rsidP="00AA7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15)  Парк аттракционов. Описание диких животных. Выходной день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At the fair. Игра Who’s it?</w:t>
      </w:r>
      <w:r w:rsidRPr="006059D7">
        <w:rPr>
          <w:rFonts w:ascii="Times New Roman" w:hAnsi="Times New Roman"/>
          <w:sz w:val="24"/>
          <w:szCs w:val="24"/>
        </w:rPr>
        <w:t xml:space="preserve">* Поиск человека на картинке по описанию. Ч/Г/П: </w:t>
      </w:r>
      <w:r w:rsidRPr="006059D7">
        <w:rPr>
          <w:rFonts w:ascii="Times New Roman" w:hAnsi="Times New Roman"/>
          <w:i/>
          <w:sz w:val="24"/>
          <w:szCs w:val="24"/>
        </w:rPr>
        <w:t>How do they feel?</w:t>
      </w:r>
      <w:r w:rsidRPr="006059D7">
        <w:rPr>
          <w:rFonts w:ascii="Times New Roman" w:hAnsi="Times New Roman"/>
          <w:sz w:val="24"/>
          <w:szCs w:val="24"/>
        </w:rPr>
        <w:t xml:space="preserve"> Обозначение физического состояния человека. Соотнесение текста с иллюс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 xml:space="preserve">рацией. Г: </w:t>
      </w:r>
      <w:r w:rsidRPr="006059D7">
        <w:rPr>
          <w:rFonts w:ascii="Times New Roman" w:hAnsi="Times New Roman"/>
          <w:i/>
          <w:sz w:val="24"/>
          <w:szCs w:val="24"/>
        </w:rPr>
        <w:t>How do you feel?</w:t>
      </w:r>
      <w:r w:rsidRPr="006059D7">
        <w:rPr>
          <w:rFonts w:ascii="Times New Roman" w:hAnsi="Times New Roman"/>
          <w:sz w:val="24"/>
          <w:szCs w:val="24"/>
        </w:rPr>
        <w:t xml:space="preserve"> П: </w:t>
      </w:r>
      <w:r w:rsidRPr="006059D7">
        <w:rPr>
          <w:rFonts w:ascii="Times New Roman" w:hAnsi="Times New Roman"/>
          <w:i/>
          <w:sz w:val="24"/>
          <w:szCs w:val="24"/>
        </w:rPr>
        <w:t>How does Willow feel?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Написание предложений по обра</w:t>
      </w:r>
      <w:r w:rsidRPr="00AA7830">
        <w:rPr>
          <w:rFonts w:ascii="Times New Roman" w:hAnsi="Times New Roman"/>
          <w:sz w:val="24"/>
          <w:szCs w:val="24"/>
        </w:rPr>
        <w:t>з</w:t>
      </w:r>
      <w:r w:rsidRPr="00AA7830">
        <w:rPr>
          <w:rFonts w:ascii="Times New Roman" w:hAnsi="Times New Roman"/>
          <w:sz w:val="24"/>
          <w:szCs w:val="24"/>
        </w:rPr>
        <w:t>цу</w:t>
      </w:r>
      <w:r w:rsidRPr="00AA7830">
        <w:rPr>
          <w:rFonts w:ascii="Times New Roman" w:hAnsi="Times New Roman"/>
          <w:b/>
          <w:sz w:val="24"/>
          <w:szCs w:val="24"/>
        </w:rPr>
        <w:t>Г/Ч: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feel</w:t>
      </w:r>
      <w:r w:rsidRPr="00AA7830">
        <w:rPr>
          <w:rFonts w:ascii="Times New Roman" w:hAnsi="Times New Roman"/>
          <w:i/>
          <w:sz w:val="24"/>
          <w:szCs w:val="24"/>
        </w:rPr>
        <w:t>?</w:t>
      </w:r>
      <w:r w:rsidRPr="00AA7830">
        <w:rPr>
          <w:rFonts w:ascii="Times New Roman" w:hAnsi="Times New Roman"/>
          <w:sz w:val="24"/>
          <w:szCs w:val="24"/>
        </w:rPr>
        <w:t xml:space="preserve"> Получение разрешения что-либо сделать. Составление предлож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</w:rPr>
        <w:t xml:space="preserve">ний по образцу. </w:t>
      </w:r>
      <w:r w:rsidRPr="00AA7830">
        <w:rPr>
          <w:rFonts w:ascii="Times New Roman" w:hAnsi="Times New Roman"/>
          <w:b/>
          <w:sz w:val="24"/>
          <w:szCs w:val="24"/>
        </w:rPr>
        <w:t>А/Г: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In the hall of mirrors</w:t>
      </w:r>
      <w:r w:rsidRPr="00AA7830">
        <w:rPr>
          <w:rFonts w:ascii="Times New Roman" w:hAnsi="Times New Roman"/>
          <w:sz w:val="24"/>
          <w:szCs w:val="24"/>
        </w:rPr>
        <w:t xml:space="preserve">. Диалог-расспрос по иллюстрации. </w:t>
      </w:r>
      <w:r w:rsidRPr="00AA7830">
        <w:rPr>
          <w:rFonts w:ascii="Times New Roman" w:hAnsi="Times New Roman"/>
          <w:b/>
          <w:sz w:val="24"/>
          <w:szCs w:val="24"/>
        </w:rPr>
        <w:t>Г:</w:t>
      </w:r>
      <w:r w:rsidRPr="00AA7830">
        <w:rPr>
          <w:rFonts w:ascii="Times New Roman" w:hAnsi="Times New Roman"/>
          <w:sz w:val="24"/>
          <w:szCs w:val="24"/>
        </w:rPr>
        <w:t xml:space="preserve"> игра </w:t>
      </w:r>
      <w:r w:rsidRPr="00AA7830">
        <w:rPr>
          <w:rFonts w:ascii="Times New Roman" w:hAnsi="Times New Roman"/>
          <w:i/>
          <w:sz w:val="24"/>
          <w:szCs w:val="24"/>
        </w:rPr>
        <w:t>What is this animal?</w:t>
      </w:r>
      <w:r w:rsidRPr="00AA7830">
        <w:rPr>
          <w:rFonts w:ascii="Times New Roman" w:hAnsi="Times New Roman"/>
          <w:sz w:val="24"/>
          <w:szCs w:val="24"/>
        </w:rPr>
        <w:t xml:space="preserve"> Описание животных (внешние признаки). </w:t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Choose an animal</w:t>
      </w:r>
      <w:r w:rsidRPr="00AA7830">
        <w:rPr>
          <w:rFonts w:ascii="Times New Roman" w:hAnsi="Times New Roman"/>
          <w:sz w:val="24"/>
          <w:szCs w:val="24"/>
        </w:rPr>
        <w:t>. Составление описания животного по образцу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b/>
          <w:sz w:val="24"/>
          <w:szCs w:val="24"/>
        </w:rPr>
        <w:t>А/Ч/Г:</w:t>
      </w:r>
      <w:r w:rsidRPr="00AA7830">
        <w:rPr>
          <w:rFonts w:ascii="Times New Roman" w:hAnsi="Times New Roman"/>
          <w:sz w:val="24"/>
          <w:szCs w:val="24"/>
        </w:rPr>
        <w:t xml:space="preserve"> песня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At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theatre</w:t>
      </w:r>
      <w:r w:rsidRPr="00AA7830">
        <w:rPr>
          <w:rFonts w:ascii="Times New Roman" w:hAnsi="Times New Roman"/>
          <w:sz w:val="24"/>
          <w:szCs w:val="24"/>
        </w:rPr>
        <w:t>. Описание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атмосферы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театра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A7830">
        <w:rPr>
          <w:rFonts w:ascii="Times New Roman" w:hAnsi="Times New Roman"/>
          <w:sz w:val="24"/>
          <w:szCs w:val="24"/>
        </w:rPr>
        <w:t>конструкция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there is.../there are...Where are they going?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  <w:lang w:val="en-US"/>
        </w:rPr>
        <w:br/>
      </w:r>
      <w:r w:rsidRPr="00AA7830">
        <w:rPr>
          <w:rFonts w:ascii="Times New Roman" w:hAnsi="Times New Roman"/>
          <w:sz w:val="24"/>
          <w:szCs w:val="24"/>
        </w:rPr>
        <w:t xml:space="preserve">Направление движения, путь к цели.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Г: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Let’s go…</w:t>
      </w:r>
      <w:r w:rsidRPr="00AA7830">
        <w:rPr>
          <w:rFonts w:ascii="Times New Roman" w:hAnsi="Times New Roman"/>
          <w:sz w:val="24"/>
          <w:szCs w:val="24"/>
        </w:rPr>
        <w:t xml:space="preserve"> Диалог-приглашение к совместным действиям. Виды аттракционов, повтор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</w:rPr>
        <w:t xml:space="preserve">ние активной лексики.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Write about these animals</w:t>
      </w:r>
      <w:r w:rsidRPr="00AA7830">
        <w:rPr>
          <w:rFonts w:ascii="Times New Roman" w:hAnsi="Times New Roman"/>
          <w:sz w:val="24"/>
          <w:szCs w:val="24"/>
        </w:rPr>
        <w:t>. Описание животного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Мир моих увлечений</w:t>
      </w:r>
      <w:r>
        <w:rPr>
          <w:rFonts w:ascii="Times New Roman" w:hAnsi="Times New Roman"/>
          <w:sz w:val="24"/>
          <w:szCs w:val="24"/>
        </w:rPr>
        <w:t>3ч</w:t>
      </w:r>
      <w:r w:rsidRPr="006059D7">
        <w:rPr>
          <w:rFonts w:ascii="Times New Roman" w:hAnsi="Times New Roman"/>
          <w:sz w:val="24"/>
          <w:szCs w:val="24"/>
        </w:rPr>
        <w:t xml:space="preserve"> </w:t>
      </w:r>
    </w:p>
    <w:p w:rsidR="00D3612D" w:rsidRPr="00C236D1" w:rsidRDefault="00D3612D" w:rsidP="00C236D1">
      <w:pPr>
        <w:spacing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16) Путешествие. Виды транспорта. Каникулы.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Going on holiday</w:t>
      </w:r>
      <w:r w:rsidRPr="006059D7">
        <w:rPr>
          <w:rFonts w:ascii="Times New Roman" w:hAnsi="Times New Roman"/>
          <w:sz w:val="24"/>
          <w:szCs w:val="24"/>
        </w:rPr>
        <w:t xml:space="preserve">. Отъезд. Вызов такси. </w:t>
      </w:r>
      <w:r w:rsidRPr="006059D7">
        <w:rPr>
          <w:rFonts w:ascii="Times New Roman" w:hAnsi="Times New Roman"/>
          <w:sz w:val="24"/>
          <w:szCs w:val="24"/>
          <w:lang w:val="en-US"/>
        </w:rPr>
        <w:t>Telephone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numbers</w:t>
      </w:r>
      <w:r w:rsidRPr="006059D7">
        <w:rPr>
          <w:rFonts w:ascii="Times New Roman" w:hAnsi="Times New Roman"/>
          <w:sz w:val="24"/>
          <w:szCs w:val="24"/>
        </w:rPr>
        <w:t>. Телефонный номер. Повторение числ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 xml:space="preserve">тельных. П: </w:t>
      </w:r>
      <w:r w:rsidRPr="006059D7">
        <w:rPr>
          <w:rFonts w:ascii="Times New Roman" w:hAnsi="Times New Roman"/>
          <w:i/>
          <w:sz w:val="24"/>
          <w:szCs w:val="24"/>
        </w:rPr>
        <w:t>Willow’s holiday list.</w:t>
      </w:r>
      <w:r w:rsidRPr="006059D7">
        <w:rPr>
          <w:rFonts w:ascii="Times New Roman" w:hAnsi="Times New Roman"/>
          <w:sz w:val="24"/>
          <w:szCs w:val="24"/>
        </w:rPr>
        <w:t xml:space="preserve"> Составление списка необходимых вещей  </w:t>
      </w:r>
      <w:r w:rsidRPr="00C236D1">
        <w:rPr>
          <w:rFonts w:ascii="Times New Roman" w:hAnsi="Times New Roman"/>
          <w:b/>
          <w:sz w:val="24"/>
          <w:szCs w:val="24"/>
        </w:rPr>
        <w:t xml:space="preserve">А/Ч/Г: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C236D1">
        <w:rPr>
          <w:rFonts w:ascii="Times New Roman" w:hAnsi="Times New Roman"/>
          <w:i/>
          <w:sz w:val="24"/>
          <w:szCs w:val="24"/>
        </w:rPr>
        <w:t>’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speaking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Называние адреса. Время прибытия и отправления. </w:t>
      </w:r>
      <w:r w:rsidRPr="00C236D1">
        <w:rPr>
          <w:rFonts w:ascii="Times New Roman" w:hAnsi="Times New Roman"/>
          <w:sz w:val="24"/>
          <w:szCs w:val="24"/>
        </w:rPr>
        <w:br/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Choose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ticket</w:t>
      </w:r>
      <w:r w:rsidRPr="00C236D1">
        <w:rPr>
          <w:rFonts w:ascii="Times New Roman" w:hAnsi="Times New Roman"/>
          <w:i/>
          <w:sz w:val="24"/>
          <w:szCs w:val="24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Phone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taxi</w:t>
      </w:r>
      <w:r w:rsidRPr="00C236D1">
        <w:rPr>
          <w:rFonts w:ascii="Times New Roman" w:hAnsi="Times New Roman"/>
          <w:sz w:val="24"/>
          <w:szCs w:val="24"/>
        </w:rPr>
        <w:t xml:space="preserve">. Телефонный разговор. Диалог-расспрос по билету. </w:t>
      </w:r>
      <w:r w:rsidRPr="00C236D1">
        <w:rPr>
          <w:rFonts w:ascii="Times New Roman" w:hAnsi="Times New Roman"/>
          <w:b/>
          <w:sz w:val="24"/>
          <w:szCs w:val="24"/>
        </w:rPr>
        <w:t>А/Г: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Kinds of transport.</w:t>
      </w:r>
      <w:r w:rsidRPr="00C236D1">
        <w:rPr>
          <w:rFonts w:ascii="Times New Roman" w:hAnsi="Times New Roman"/>
          <w:sz w:val="24"/>
          <w:szCs w:val="24"/>
        </w:rPr>
        <w:t xml:space="preserve"> Виды транспорта.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are you going on hol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day? </w:t>
      </w:r>
      <w:r w:rsidRPr="00C236D1">
        <w:rPr>
          <w:rFonts w:ascii="Times New Roman" w:hAnsi="Times New Roman"/>
          <w:sz w:val="24"/>
          <w:szCs w:val="24"/>
        </w:rPr>
        <w:t xml:space="preserve">Названия стран.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The timetable</w:t>
      </w:r>
      <w:r w:rsidRPr="00C236D1">
        <w:rPr>
          <w:rFonts w:ascii="Times New Roman" w:hAnsi="Times New Roman"/>
          <w:sz w:val="24"/>
          <w:szCs w:val="24"/>
        </w:rPr>
        <w:t>. Специальный вопрос, указание времени отправл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ния </w:t>
      </w:r>
      <w:r w:rsidRPr="00C236D1">
        <w:rPr>
          <w:rFonts w:ascii="Times New Roman" w:hAnsi="Times New Roman"/>
          <w:b/>
          <w:sz w:val="24"/>
          <w:szCs w:val="24"/>
        </w:rPr>
        <w:t>А/П: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An interview</w:t>
      </w:r>
      <w:r w:rsidRPr="00C236D1">
        <w:rPr>
          <w:rFonts w:ascii="Times New Roman" w:hAnsi="Times New Roman"/>
          <w:sz w:val="24"/>
          <w:szCs w:val="24"/>
        </w:rPr>
        <w:t xml:space="preserve">. Заполнение анкеты.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 диалог-расспрос </w:t>
      </w:r>
      <w:r w:rsidRPr="00C236D1">
        <w:rPr>
          <w:rFonts w:ascii="Times New Roman" w:hAnsi="Times New Roman"/>
          <w:i/>
          <w:sz w:val="24"/>
          <w:szCs w:val="24"/>
        </w:rPr>
        <w:t>Holiday list</w:t>
      </w:r>
      <w:r w:rsidRPr="00C236D1">
        <w:rPr>
          <w:rFonts w:ascii="Times New Roman" w:hAnsi="Times New Roman"/>
          <w:sz w:val="24"/>
          <w:szCs w:val="24"/>
        </w:rPr>
        <w:t xml:space="preserve">. Оборот </w:t>
      </w:r>
      <w:r w:rsidRPr="00C236D1">
        <w:rPr>
          <w:rFonts w:ascii="Times New Roman" w:hAnsi="Times New Roman"/>
          <w:i/>
          <w:sz w:val="24"/>
          <w:szCs w:val="24"/>
        </w:rPr>
        <w:t>to have got</w:t>
      </w:r>
      <w:r w:rsidRPr="00C236D1">
        <w:rPr>
          <w:rFonts w:ascii="Times New Roman" w:hAnsi="Times New Roman"/>
          <w:sz w:val="24"/>
          <w:szCs w:val="24"/>
        </w:rPr>
        <w:t>, специальный вопрос. 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по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билету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are you going?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игра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I’m going on holiday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Повторение активной лексики и конструкций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Я и моя семья </w:t>
      </w:r>
      <w:r>
        <w:rPr>
          <w:rFonts w:ascii="Times New Roman" w:hAnsi="Times New Roman"/>
          <w:sz w:val="24"/>
          <w:szCs w:val="24"/>
        </w:rPr>
        <w:t>6ч</w:t>
      </w:r>
    </w:p>
    <w:p w:rsidR="00D3612D" w:rsidRPr="00C236D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17)Подарки месяцы. Количественные порядковые числительные Повторение по темам к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личественные и порядковые числительные Контрольная работа  семейные праздники А/Г/Ч: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Thank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. Лексика по темам </w:t>
      </w:r>
      <w:r w:rsidRPr="006059D7">
        <w:rPr>
          <w:rFonts w:ascii="Times New Roman" w:hAnsi="Times New Roman"/>
          <w:i/>
          <w:sz w:val="24"/>
          <w:szCs w:val="24"/>
        </w:rPr>
        <w:t>Одежда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Игру</w:t>
      </w:r>
      <w:r w:rsidRPr="006059D7">
        <w:rPr>
          <w:rFonts w:ascii="Times New Roman" w:hAnsi="Times New Roman"/>
          <w:i/>
          <w:sz w:val="24"/>
          <w:szCs w:val="24"/>
        </w:rPr>
        <w:t>ш</w:t>
      </w:r>
      <w:r w:rsidRPr="006059D7">
        <w:rPr>
          <w:rFonts w:ascii="Times New Roman" w:hAnsi="Times New Roman"/>
          <w:i/>
          <w:sz w:val="24"/>
          <w:szCs w:val="24"/>
        </w:rPr>
        <w:t>ки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Почта</w:t>
      </w:r>
      <w:r w:rsidRPr="006059D7">
        <w:rPr>
          <w:rFonts w:ascii="Times New Roman" w:hAnsi="Times New Roman"/>
          <w:sz w:val="24"/>
          <w:szCs w:val="24"/>
        </w:rPr>
        <w:t xml:space="preserve">. Оборот </w:t>
      </w:r>
      <w:r w:rsidRPr="006059D7">
        <w:rPr>
          <w:rFonts w:ascii="Times New Roman" w:hAnsi="Times New Roman"/>
          <w:i/>
          <w:sz w:val="24"/>
          <w:szCs w:val="24"/>
        </w:rPr>
        <w:t>to have got</w:t>
      </w:r>
      <w:r w:rsidRPr="006059D7">
        <w:rPr>
          <w:rFonts w:ascii="Times New Roman" w:hAnsi="Times New Roman"/>
          <w:sz w:val="24"/>
          <w:szCs w:val="24"/>
        </w:rPr>
        <w:t xml:space="preserve">, краткие и полные формы глагола </w:t>
      </w:r>
      <w:r w:rsidRPr="006059D7">
        <w:rPr>
          <w:rFonts w:ascii="Times New Roman" w:hAnsi="Times New Roman"/>
          <w:i/>
          <w:sz w:val="24"/>
          <w:szCs w:val="24"/>
        </w:rPr>
        <w:t>to be</w:t>
      </w:r>
      <w:r w:rsidRPr="006059D7">
        <w:rPr>
          <w:rFonts w:ascii="Times New Roman" w:hAnsi="Times New Roman"/>
          <w:sz w:val="24"/>
          <w:szCs w:val="24"/>
        </w:rPr>
        <w:t xml:space="preserve">. Благодарственное письмо. 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When’s your birthday? What’s your address?</w:t>
      </w:r>
      <w:r w:rsidRPr="006059D7">
        <w:rPr>
          <w:rFonts w:ascii="Times New Roman" w:hAnsi="Times New Roman"/>
          <w:sz w:val="24"/>
          <w:szCs w:val="24"/>
        </w:rPr>
        <w:t xml:space="preserve"> П: кроссворд (н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вая лексика) </w:t>
      </w:r>
      <w:r w:rsidRPr="0053091F">
        <w:rPr>
          <w:b/>
        </w:rPr>
        <w:t>А</w:t>
      </w:r>
      <w:r w:rsidRPr="00C236D1">
        <w:rPr>
          <w:b/>
        </w:rPr>
        <w:t>/</w:t>
      </w:r>
      <w:r w:rsidRPr="0053091F">
        <w:rPr>
          <w:b/>
        </w:rPr>
        <w:t>Г</w:t>
      </w:r>
      <w:r w:rsidRPr="00C236D1">
        <w:rPr>
          <w:b/>
        </w:rPr>
        <w:t xml:space="preserve">:  </w:t>
      </w:r>
      <w:r w:rsidRPr="00C236D1">
        <w:rPr>
          <w:rFonts w:ascii="Times New Roman" w:hAnsi="Times New Roman"/>
          <w:sz w:val="24"/>
          <w:szCs w:val="24"/>
        </w:rPr>
        <w:t xml:space="preserve">диалог-расспрос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Ben</w:t>
      </w:r>
      <w:r w:rsidRPr="00C236D1">
        <w:rPr>
          <w:rFonts w:ascii="Times New Roman" w:hAnsi="Times New Roman"/>
          <w:i/>
          <w:sz w:val="24"/>
          <w:szCs w:val="24"/>
        </w:rPr>
        <w:t>’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birthday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presents</w:t>
      </w:r>
      <w:r w:rsidRPr="00C236D1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Исчисляемые и неисчисляемые существительные. Местоимение </w:t>
      </w:r>
      <w:r w:rsidRPr="00C236D1">
        <w:rPr>
          <w:rFonts w:ascii="Times New Roman" w:hAnsi="Times New Roman"/>
          <w:i/>
          <w:sz w:val="24"/>
          <w:szCs w:val="24"/>
        </w:rPr>
        <w:t>any</w:t>
      </w:r>
      <w:r w:rsidRPr="00C236D1">
        <w:rPr>
          <w:rFonts w:ascii="Times New Roman" w:hAnsi="Times New Roman"/>
          <w:sz w:val="24"/>
          <w:szCs w:val="24"/>
        </w:rPr>
        <w:t xml:space="preserve"> в вопрос</w:t>
      </w:r>
      <w:r w:rsidRPr="00C236D1">
        <w:rPr>
          <w:rFonts w:ascii="Times New Roman" w:hAnsi="Times New Roman"/>
          <w:sz w:val="24"/>
          <w:szCs w:val="24"/>
        </w:rPr>
        <w:t>и</w:t>
      </w:r>
      <w:r w:rsidRPr="00C236D1">
        <w:rPr>
          <w:rFonts w:ascii="Times New Roman" w:hAnsi="Times New Roman"/>
          <w:sz w:val="24"/>
          <w:szCs w:val="24"/>
        </w:rPr>
        <w:t xml:space="preserve">тельном предложении, неопределённый артикль. </w:t>
      </w:r>
      <w:r w:rsidRPr="00C236D1">
        <w:rPr>
          <w:rFonts w:ascii="Times New Roman" w:hAnsi="Times New Roman"/>
          <w:b/>
          <w:sz w:val="24"/>
          <w:szCs w:val="24"/>
        </w:rPr>
        <w:t>Ч: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Thank</w:t>
      </w:r>
      <w:r w:rsidRPr="00C236D1">
        <w:rPr>
          <w:rFonts w:ascii="Times New Roman" w:hAnsi="Times New Roman"/>
          <w:i/>
          <w:sz w:val="24"/>
          <w:szCs w:val="24"/>
        </w:rPr>
        <w:t>-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letters</w:t>
      </w:r>
      <w:r w:rsidRPr="00C236D1">
        <w:rPr>
          <w:rFonts w:ascii="Times New Roman" w:hAnsi="Times New Roman"/>
          <w:i/>
          <w:sz w:val="24"/>
          <w:szCs w:val="24"/>
        </w:rPr>
        <w:t>.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Months of the year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*, </w:t>
      </w:r>
      <w:r w:rsidRPr="00C236D1">
        <w:rPr>
          <w:rFonts w:ascii="Times New Roman" w:hAnsi="Times New Roman"/>
          <w:sz w:val="24"/>
          <w:szCs w:val="24"/>
        </w:rPr>
        <w:t>модальный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глагол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can. </w:t>
      </w:r>
      <w:r w:rsidRPr="00C236D1">
        <w:rPr>
          <w:rFonts w:ascii="Times New Roman" w:hAnsi="Times New Roman"/>
          <w:b/>
          <w:sz w:val="24"/>
          <w:szCs w:val="24"/>
        </w:rPr>
        <w:t>А/Г/П: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their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birthdays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Названия месяцев, порядковые числительные.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Write the words in the letter</w:t>
      </w:r>
      <w:r w:rsidRPr="00C236D1">
        <w:rPr>
          <w:rFonts w:ascii="Times New Roman" w:hAnsi="Times New Roman"/>
          <w:sz w:val="24"/>
          <w:szCs w:val="24"/>
        </w:rPr>
        <w:t>. Дописывание предложений, рисунки-подсказки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Я и мои друзья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C236D1" w:rsidRDefault="00D3612D" w:rsidP="00C236D1">
      <w:pPr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18)Письма зарубежным друзьям, открытки письмо зарубежному другу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Letters</w:t>
      </w:r>
      <w:r w:rsidRPr="006059D7">
        <w:rPr>
          <w:rFonts w:ascii="Times New Roman" w:hAnsi="Times New Roman"/>
          <w:sz w:val="24"/>
          <w:szCs w:val="24"/>
        </w:rPr>
        <w:t xml:space="preserve">. Письма на пути от отправителя до получателя.  Г: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happens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ters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this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time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Диалог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расспрос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тексту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Ч</w:t>
      </w:r>
      <w:r w:rsidRPr="006059D7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П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 about the postmarks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Дата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время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 the sentences in the correct order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 </w:t>
      </w:r>
      <w:r w:rsidRPr="00C236D1">
        <w:rPr>
          <w:rFonts w:ascii="Times New Roman" w:hAnsi="Times New Roman"/>
          <w:sz w:val="24"/>
          <w:szCs w:val="24"/>
        </w:rPr>
        <w:t>Восстановление порядка повествования. Ч</w:t>
      </w:r>
      <w:r w:rsidRPr="00E66A49">
        <w:rPr>
          <w:rFonts w:ascii="Times New Roman" w:hAnsi="Times New Roman"/>
          <w:sz w:val="24"/>
          <w:szCs w:val="24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сло</w:t>
      </w:r>
      <w:r w:rsidRPr="00C236D1">
        <w:rPr>
          <w:rFonts w:ascii="Times New Roman" w:hAnsi="Times New Roman"/>
          <w:sz w:val="24"/>
          <w:szCs w:val="24"/>
        </w:rPr>
        <w:t>ж</w:t>
      </w:r>
      <w:r w:rsidRPr="00C236D1">
        <w:rPr>
          <w:rFonts w:ascii="Times New Roman" w:hAnsi="Times New Roman"/>
          <w:sz w:val="24"/>
          <w:szCs w:val="24"/>
        </w:rPr>
        <w:t>ные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слова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E66A49">
        <w:rPr>
          <w:rFonts w:ascii="Times New Roman" w:hAnsi="Times New Roman"/>
          <w:b/>
          <w:sz w:val="24"/>
          <w:szCs w:val="24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E66A49">
        <w:rPr>
          <w:rFonts w:ascii="Times New Roman" w:hAnsi="Times New Roman"/>
          <w:b/>
          <w:sz w:val="24"/>
          <w:szCs w:val="24"/>
        </w:rPr>
        <w:t>: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Listen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and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numbers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 xml:space="preserve">Соотнесение аудиотекста с иллюстрацией. </w:t>
      </w:r>
      <w:r w:rsidRPr="00C236D1">
        <w:rPr>
          <w:rFonts w:ascii="Times New Roman" w:hAnsi="Times New Roman"/>
          <w:i/>
          <w:sz w:val="24"/>
          <w:szCs w:val="24"/>
        </w:rPr>
        <w:t>Present Continuous Tense</w:t>
      </w:r>
      <w:r w:rsidRPr="00C236D1">
        <w:rPr>
          <w:rFonts w:ascii="Times New Roman" w:hAnsi="Times New Roman"/>
          <w:sz w:val="24"/>
          <w:szCs w:val="24"/>
        </w:rPr>
        <w:t xml:space="preserve">*.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открытки от друзей и родственников. </w:t>
      </w:r>
      <w:r w:rsidRPr="00C236D1">
        <w:rPr>
          <w:rFonts w:ascii="Times New Roman" w:hAnsi="Times New Roman"/>
          <w:b/>
          <w:sz w:val="24"/>
          <w:szCs w:val="24"/>
        </w:rPr>
        <w:t xml:space="preserve">Г: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Lera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stamp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о способах отправления писем. </w:t>
      </w:r>
      <w:r w:rsidRPr="00C236D1">
        <w:rPr>
          <w:rFonts w:ascii="Times New Roman" w:hAnsi="Times New Roman"/>
          <w:b/>
          <w:sz w:val="24"/>
          <w:szCs w:val="24"/>
        </w:rPr>
        <w:t>Ч/П: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Maxim’s answers</w:t>
      </w:r>
      <w:r w:rsidRPr="00C236D1">
        <w:rPr>
          <w:rFonts w:ascii="Times New Roman" w:hAnsi="Times New Roman"/>
          <w:sz w:val="24"/>
          <w:szCs w:val="24"/>
        </w:rPr>
        <w:t>. Составл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ние вопросов. </w:t>
      </w:r>
      <w:r w:rsidRPr="00C236D1">
        <w:rPr>
          <w:rFonts w:ascii="Times New Roman" w:hAnsi="Times New Roman"/>
          <w:i/>
          <w:sz w:val="24"/>
          <w:szCs w:val="24"/>
        </w:rPr>
        <w:t>Write questions</w:t>
      </w:r>
      <w:r w:rsidRPr="00C236D1">
        <w:rPr>
          <w:rFonts w:ascii="Times New Roman" w:hAnsi="Times New Roman"/>
          <w:sz w:val="24"/>
          <w:szCs w:val="24"/>
        </w:rPr>
        <w:t>. Глагол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E66A49">
        <w:rPr>
          <w:rFonts w:ascii="Times New Roman" w:hAnsi="Times New Roman"/>
          <w:sz w:val="24"/>
          <w:szCs w:val="24"/>
        </w:rPr>
        <w:t xml:space="preserve">  (1–3-</w:t>
      </w:r>
      <w:r w:rsidRPr="00C236D1">
        <w:rPr>
          <w:rFonts w:ascii="Times New Roman" w:hAnsi="Times New Roman"/>
          <w:sz w:val="24"/>
          <w:szCs w:val="24"/>
        </w:rPr>
        <w:t>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л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ед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мн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ч</w:t>
      </w:r>
      <w:r w:rsidRPr="00E66A49">
        <w:rPr>
          <w:rFonts w:ascii="Times New Roman" w:hAnsi="Times New Roman"/>
          <w:sz w:val="24"/>
          <w:szCs w:val="24"/>
        </w:rPr>
        <w:t>.)</w:t>
      </w:r>
      <w:r w:rsidRPr="00E66A49">
        <w:rPr>
          <w:b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песня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 Letter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What presents have they got? </w:t>
      </w:r>
      <w:r w:rsidRPr="00C236D1">
        <w:rPr>
          <w:rFonts w:ascii="Times New Roman" w:hAnsi="Times New Roman"/>
          <w:sz w:val="24"/>
          <w:szCs w:val="24"/>
        </w:rPr>
        <w:t>Оборот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to have got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Forward Questionnaire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Анкета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My day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игра «Помоги Великому Фидо». Повторение активной лексики и конструкций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Моя школа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19) Твой любимый урок? .Классная комната, учебные предметы, расписание уроков, школьные принадлежности. </w:t>
      </w:r>
      <w:r w:rsidRPr="006059D7">
        <w:rPr>
          <w:rFonts w:ascii="Times New Roman" w:hAnsi="Times New Roman"/>
          <w:b/>
          <w:sz w:val="24"/>
          <w:szCs w:val="24"/>
        </w:rPr>
        <w:t>2</w:t>
      </w:r>
      <w:r w:rsidRPr="006059D7">
        <w:rPr>
          <w:rFonts w:ascii="Times New Roman" w:hAnsi="Times New Roman"/>
          <w:sz w:val="24"/>
          <w:szCs w:val="24"/>
        </w:rPr>
        <w:t xml:space="preserve">ч А/Г/Ч: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favourite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lesson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по  тексту. П: восстановление пропущенных букв в словах (немые и у</w:t>
      </w:r>
      <w:r w:rsidRPr="006059D7">
        <w:rPr>
          <w:rFonts w:ascii="Times New Roman" w:hAnsi="Times New Roman"/>
          <w:sz w:val="24"/>
          <w:szCs w:val="24"/>
        </w:rPr>
        <w:t>д</w:t>
      </w:r>
      <w:r w:rsidRPr="006059D7">
        <w:rPr>
          <w:rFonts w:ascii="Times New Roman" w:hAnsi="Times New Roman"/>
          <w:sz w:val="24"/>
          <w:szCs w:val="24"/>
        </w:rPr>
        <w:t>военные согласные). Ч: вопрос-ответ. Специальный вопрос, произношение звуков [w] и [v]</w:t>
      </w:r>
      <w:r w:rsidRPr="00C236D1">
        <w:rPr>
          <w:b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А/Г/П: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lesson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doing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Определение названия школьного предмета по диалогу.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расписание уроков. Дни недели. Школьные предметы. Диалог-расспрос по таблице.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письмо Никиты.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What’s Fido doing?</w:t>
      </w:r>
      <w:r w:rsidRPr="00C236D1">
        <w:rPr>
          <w:rFonts w:ascii="Times New Roman" w:hAnsi="Times New Roman"/>
          <w:sz w:val="24"/>
          <w:szCs w:val="24"/>
        </w:rPr>
        <w:t xml:space="preserve"> Соотнесение текста с иллюстрацией. </w:t>
      </w:r>
      <w:r w:rsidRPr="00C236D1">
        <w:rPr>
          <w:rFonts w:ascii="Times New Roman" w:hAnsi="Times New Roman"/>
          <w:i/>
          <w:sz w:val="24"/>
          <w:szCs w:val="24"/>
        </w:rPr>
        <w:t>Present Continuous Tense</w:t>
      </w:r>
      <w:r w:rsidRPr="00C236D1">
        <w:rPr>
          <w:rFonts w:ascii="Times New Roman" w:hAnsi="Times New Roman"/>
          <w:sz w:val="24"/>
          <w:szCs w:val="24"/>
        </w:rPr>
        <w:t>*</w:t>
      </w:r>
      <w:r w:rsidRPr="006059D7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6059D7">
        <w:rPr>
          <w:rFonts w:ascii="Times New Roman" w:hAnsi="Times New Roman"/>
          <w:sz w:val="24"/>
          <w:szCs w:val="24"/>
        </w:rPr>
        <w:t>Я и мои друзья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C236D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20) Любимое домашнее животное, кличка возраст,  забота о домашнем питомце.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Pets</w:t>
      </w:r>
      <w:r w:rsidRPr="006059D7">
        <w:rPr>
          <w:rFonts w:ascii="Times New Roman" w:hAnsi="Times New Roman"/>
          <w:sz w:val="24"/>
          <w:szCs w:val="24"/>
        </w:rPr>
        <w:t xml:space="preserve">. Модальный глагол </w:t>
      </w:r>
      <w:r w:rsidRPr="006059D7">
        <w:rPr>
          <w:rFonts w:ascii="Times New Roman" w:hAnsi="Times New Roman"/>
          <w:i/>
          <w:sz w:val="24"/>
          <w:szCs w:val="24"/>
        </w:rPr>
        <w:t>must</w:t>
      </w:r>
      <w:r w:rsidRPr="006059D7">
        <w:rPr>
          <w:rFonts w:ascii="Times New Roman" w:hAnsi="Times New Roman"/>
          <w:sz w:val="24"/>
          <w:szCs w:val="24"/>
        </w:rPr>
        <w:t>. Текст</w:t>
      </w:r>
      <w:r w:rsidRPr="007A7A66">
        <w:rPr>
          <w:rFonts w:ascii="Times New Roman" w:hAnsi="Times New Roman"/>
          <w:sz w:val="24"/>
          <w:szCs w:val="24"/>
        </w:rPr>
        <w:t>-</w:t>
      </w:r>
      <w:r w:rsidRPr="006059D7">
        <w:rPr>
          <w:rFonts w:ascii="Times New Roman" w:hAnsi="Times New Roman"/>
          <w:sz w:val="24"/>
          <w:szCs w:val="24"/>
        </w:rPr>
        <w:t>описание</w:t>
      </w:r>
      <w:r w:rsidRPr="007A7A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Hamsters</w:t>
      </w:r>
      <w:r w:rsidRPr="007A7A66">
        <w:rPr>
          <w:rFonts w:ascii="Times New Roman" w:hAnsi="Times New Roman"/>
          <w:sz w:val="24"/>
          <w:szCs w:val="24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А</w:t>
      </w:r>
      <w:r w:rsidRPr="007A7A66">
        <w:rPr>
          <w:rFonts w:ascii="Times New Roman" w:hAnsi="Times New Roman"/>
          <w:sz w:val="24"/>
          <w:szCs w:val="24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A7A66">
        <w:rPr>
          <w:rFonts w:ascii="Times New Roman" w:hAnsi="Times New Roman"/>
          <w:sz w:val="24"/>
          <w:szCs w:val="24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A7A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describing</w:t>
      </w:r>
      <w:r w:rsidRPr="007A7A66">
        <w:rPr>
          <w:rFonts w:ascii="Times New Roman" w:hAnsi="Times New Roman"/>
          <w:sz w:val="24"/>
          <w:szCs w:val="24"/>
        </w:rPr>
        <w:t xml:space="preserve">? </w:t>
      </w:r>
      <w:r w:rsidRPr="006059D7">
        <w:rPr>
          <w:rFonts w:ascii="Times New Roman" w:hAnsi="Times New Roman"/>
          <w:sz w:val="24"/>
          <w:szCs w:val="24"/>
        </w:rPr>
        <w:t>Угадывание животного по описанию. Ч</w:t>
      </w:r>
      <w:r w:rsidRPr="007A7A66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A7A66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текст</w:t>
      </w:r>
      <w:r w:rsidRPr="007A7A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Whose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pets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? </w:t>
      </w:r>
      <w:r w:rsidRPr="006059D7">
        <w:rPr>
          <w:rFonts w:ascii="Times New Roman" w:hAnsi="Times New Roman"/>
          <w:sz w:val="24"/>
          <w:szCs w:val="24"/>
        </w:rPr>
        <w:t>Г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 </w:t>
      </w:r>
      <w:r w:rsidRPr="006059D7">
        <w:rPr>
          <w:rFonts w:ascii="Times New Roman" w:hAnsi="Times New Roman"/>
          <w:sz w:val="24"/>
          <w:szCs w:val="24"/>
        </w:rPr>
        <w:t>диалог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расспрос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 xml:space="preserve">How do I look after a dog?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pets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А/Г/Ч: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do these animals come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from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?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Simple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Специальный вопрос.  Песня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Running wild and running free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Ч/Г: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текст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Wild animals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Описание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животного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How do you look after your pet?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 xml:space="preserve">Глаголы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must</w:t>
      </w:r>
      <w:r w:rsidRPr="00C236D1">
        <w:rPr>
          <w:rFonts w:ascii="Times New Roman" w:hAnsi="Times New Roman"/>
          <w:sz w:val="24"/>
          <w:szCs w:val="24"/>
        </w:rPr>
        <w:t xml:space="preserve">,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C236D1">
        <w:rPr>
          <w:rFonts w:ascii="Times New Roman" w:hAnsi="Times New Roman"/>
          <w:sz w:val="24"/>
          <w:szCs w:val="24"/>
        </w:rPr>
        <w:t xml:space="preserve"> (утвердительная и отрицательная формы).  </w:t>
      </w:r>
      <w:r w:rsidRPr="00C236D1">
        <w:rPr>
          <w:rFonts w:ascii="Times New Roman" w:hAnsi="Times New Roman"/>
          <w:b/>
          <w:sz w:val="24"/>
          <w:szCs w:val="24"/>
        </w:rPr>
        <w:t xml:space="preserve">П: </w:t>
      </w:r>
      <w:r w:rsidRPr="00C236D1">
        <w:rPr>
          <w:rFonts w:ascii="Times New Roman" w:hAnsi="Times New Roman"/>
          <w:sz w:val="24"/>
          <w:szCs w:val="24"/>
        </w:rPr>
        <w:t xml:space="preserve">правила по уходу за питомцем. Предложения с глаголом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must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Страны изучаемого языка мир моих увлечений</w:t>
      </w:r>
      <w:r>
        <w:rPr>
          <w:rFonts w:ascii="Times New Roman" w:hAnsi="Times New Roman"/>
          <w:sz w:val="24"/>
          <w:szCs w:val="24"/>
        </w:rPr>
        <w:t xml:space="preserve"> 3ч</w:t>
      </w:r>
    </w:p>
    <w:p w:rsidR="00D3612D" w:rsidRPr="00C236D1" w:rsidRDefault="00D3612D" w:rsidP="00C236D1">
      <w:pPr>
        <w:spacing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21)Виды спорта. Активный отдых, спортивные игры, праздники день святого Валентина. Семейные праздники, новый год рождество семейный отдых./Г/Ч: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venture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holidays</w:t>
      </w:r>
      <w:r w:rsidRPr="006059D7">
        <w:rPr>
          <w:rFonts w:ascii="Times New Roman" w:hAnsi="Times New Roman"/>
          <w:sz w:val="24"/>
          <w:szCs w:val="24"/>
        </w:rPr>
        <w:t xml:space="preserve">. Виды активного отдыха. </w:t>
      </w:r>
      <w:r w:rsidRPr="006059D7">
        <w:rPr>
          <w:rFonts w:ascii="Times New Roman" w:hAnsi="Times New Roman"/>
          <w:i/>
          <w:sz w:val="24"/>
          <w:szCs w:val="24"/>
        </w:rPr>
        <w:t>Timetable</w:t>
      </w:r>
      <w:r w:rsidRPr="006059D7">
        <w:rPr>
          <w:rFonts w:ascii="Times New Roman" w:hAnsi="Times New Roman"/>
          <w:sz w:val="24"/>
          <w:szCs w:val="24"/>
        </w:rPr>
        <w:t>. План отдыха. Ч/</w:t>
      </w:r>
      <w:r>
        <w:rPr>
          <w:rFonts w:ascii="Times New Roman" w:hAnsi="Times New Roman"/>
          <w:sz w:val="24"/>
          <w:szCs w:val="24"/>
        </w:rPr>
        <w:t xml:space="preserve">Г: названия месяцев, порядковые </w:t>
      </w:r>
      <w:r w:rsidRPr="006059D7">
        <w:rPr>
          <w:rFonts w:ascii="Times New Roman" w:hAnsi="Times New Roman"/>
          <w:sz w:val="24"/>
          <w:szCs w:val="24"/>
        </w:rPr>
        <w:t xml:space="preserve">числительные. </w:t>
      </w:r>
      <w:r w:rsidRPr="006059D7">
        <w:rPr>
          <w:rFonts w:ascii="Times New Roman" w:hAnsi="Times New Roman"/>
          <w:sz w:val="24"/>
          <w:szCs w:val="24"/>
        </w:rPr>
        <w:br/>
        <w:t xml:space="preserve">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 is your  birthday?</w:t>
      </w:r>
      <w:r w:rsidRPr="006059D7">
        <w:rPr>
          <w:rFonts w:ascii="Times New Roman" w:hAnsi="Times New Roman"/>
          <w:sz w:val="24"/>
          <w:szCs w:val="24"/>
        </w:rPr>
        <w:t xml:space="preserve">  Календарь дней рождения. Ч/П: </w:t>
      </w:r>
      <w:r w:rsidRPr="006059D7">
        <w:rPr>
          <w:rFonts w:ascii="Times New Roman" w:hAnsi="Times New Roman"/>
          <w:i/>
          <w:sz w:val="24"/>
          <w:szCs w:val="24"/>
        </w:rPr>
        <w:t>Mr. Wolf’s Аdventure Сamp</w:t>
      </w:r>
      <w:r w:rsidRPr="006059D7">
        <w:rPr>
          <w:rFonts w:ascii="Times New Roman" w:hAnsi="Times New Roman"/>
          <w:sz w:val="24"/>
          <w:szCs w:val="24"/>
        </w:rPr>
        <w:t xml:space="preserve">. Специальный вопрос с </w:t>
      </w:r>
      <w:r w:rsidRPr="006059D7">
        <w:rPr>
          <w:rFonts w:ascii="Times New Roman" w:hAnsi="Times New Roman"/>
          <w:i/>
          <w:sz w:val="24"/>
          <w:szCs w:val="24"/>
        </w:rPr>
        <w:t>when</w:t>
      </w:r>
      <w:r w:rsidRPr="006059D7">
        <w:rPr>
          <w:rFonts w:ascii="Times New Roman" w:hAnsi="Times New Roman"/>
          <w:sz w:val="24"/>
          <w:szCs w:val="24"/>
        </w:rPr>
        <w:t xml:space="preserve">. Названия месяцев </w:t>
      </w:r>
      <w:r w:rsidRPr="00C236D1">
        <w:rPr>
          <w:rFonts w:ascii="Times New Roman" w:hAnsi="Times New Roman"/>
          <w:b/>
          <w:sz w:val="24"/>
          <w:szCs w:val="24"/>
        </w:rPr>
        <w:t>А/Ч/Г: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Special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days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Britain</w:t>
      </w:r>
      <w:r w:rsidRPr="00C236D1">
        <w:rPr>
          <w:rFonts w:ascii="Times New Roman" w:hAnsi="Times New Roman"/>
          <w:sz w:val="24"/>
          <w:szCs w:val="24"/>
        </w:rPr>
        <w:t xml:space="preserve">. Праздники.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письмо Веры. Любимые праздники. Диалог-обсуждение: праз</w:t>
      </w:r>
      <w:r w:rsidRPr="00C236D1">
        <w:rPr>
          <w:rFonts w:ascii="Times New Roman" w:hAnsi="Times New Roman"/>
          <w:sz w:val="24"/>
          <w:szCs w:val="24"/>
        </w:rPr>
        <w:t>д</w:t>
      </w:r>
      <w:r w:rsidRPr="00C236D1">
        <w:rPr>
          <w:rFonts w:ascii="Times New Roman" w:hAnsi="Times New Roman"/>
          <w:sz w:val="24"/>
          <w:szCs w:val="24"/>
        </w:rPr>
        <w:t>ники в России и Великобритании. Предлоги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before/after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 in the timetable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Рассказ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описание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отдыха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Заполнение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таблицы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рифмовка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Leap year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Глагол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to have </w:t>
      </w:r>
      <w:r w:rsidRPr="00C236D1">
        <w:rPr>
          <w:rFonts w:ascii="Times New Roman" w:hAnsi="Times New Roman"/>
          <w:sz w:val="24"/>
          <w:szCs w:val="24"/>
          <w:lang w:val="en-US"/>
        </w:rPr>
        <w:t>(2–3-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ед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мн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ч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.) </w:t>
      </w:r>
      <w:r w:rsidRPr="00C236D1">
        <w:rPr>
          <w:rFonts w:ascii="Times New Roman" w:hAnsi="Times New Roman"/>
          <w:sz w:val="24"/>
          <w:szCs w:val="24"/>
        </w:rPr>
        <w:t>в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Simple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What can you do?/ What do you like to do?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</w:t>
      </w:r>
      <w:r w:rsidRPr="00C236D1">
        <w:rPr>
          <w:rFonts w:ascii="Times New Roman" w:hAnsi="Times New Roman"/>
          <w:sz w:val="24"/>
          <w:szCs w:val="24"/>
        </w:rPr>
        <w:t>о</w:t>
      </w:r>
      <w:r w:rsidRPr="00C236D1">
        <w:rPr>
          <w:rFonts w:ascii="Times New Roman" w:hAnsi="Times New Roman"/>
          <w:sz w:val="24"/>
          <w:szCs w:val="24"/>
        </w:rPr>
        <w:t xml:space="preserve">дальный глагол </w:t>
      </w:r>
      <w:r w:rsidRPr="00C236D1">
        <w:rPr>
          <w:rFonts w:ascii="Times New Roman" w:hAnsi="Times New Roman"/>
          <w:i/>
          <w:sz w:val="24"/>
          <w:szCs w:val="24"/>
        </w:rPr>
        <w:t>can</w:t>
      </w:r>
      <w:r w:rsidRPr="00C236D1">
        <w:rPr>
          <w:rFonts w:ascii="Times New Roman" w:hAnsi="Times New Roman"/>
          <w:sz w:val="24"/>
          <w:szCs w:val="24"/>
        </w:rPr>
        <w:t xml:space="preserve">, глагол </w:t>
      </w:r>
      <w:r w:rsidRPr="00C236D1">
        <w:rPr>
          <w:rFonts w:ascii="Times New Roman" w:hAnsi="Times New Roman"/>
          <w:i/>
          <w:sz w:val="24"/>
          <w:szCs w:val="24"/>
        </w:rPr>
        <w:t>like</w:t>
      </w:r>
      <w:r w:rsidRPr="00C236D1">
        <w:rPr>
          <w:rFonts w:ascii="Times New Roman" w:hAnsi="Times New Roman"/>
          <w:sz w:val="24"/>
          <w:szCs w:val="24"/>
        </w:rPr>
        <w:t xml:space="preserve">.  Имена существительные собственные и нарицательные. </w:t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 о том, какой отдых лучше. </w:t>
      </w:r>
      <w:r w:rsidRPr="00C236D1">
        <w:rPr>
          <w:rFonts w:ascii="Times New Roman" w:hAnsi="Times New Roman"/>
          <w:b/>
          <w:sz w:val="24"/>
          <w:szCs w:val="24"/>
        </w:rPr>
        <w:t>Г/П: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диалог-расспрос: планы на отдых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 Мир моих увлечений</w:t>
      </w:r>
      <w:r>
        <w:rPr>
          <w:rFonts w:ascii="Times New Roman" w:hAnsi="Times New Roman"/>
          <w:sz w:val="24"/>
          <w:szCs w:val="24"/>
        </w:rPr>
        <w:t>5ч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22) Формы речевого этикета.  Повторение по темам множественное число общий вопрос специальный вопрос.  Итоговая контрольная работа.  Каникулы. Планы на каникулы а</w:t>
      </w:r>
      <w:r w:rsidRPr="006059D7">
        <w:rPr>
          <w:rFonts w:ascii="Times New Roman" w:hAnsi="Times New Roman"/>
          <w:sz w:val="24"/>
          <w:szCs w:val="24"/>
        </w:rPr>
        <w:t>к</w:t>
      </w:r>
      <w:r w:rsidRPr="006059D7">
        <w:rPr>
          <w:rFonts w:ascii="Times New Roman" w:hAnsi="Times New Roman"/>
          <w:sz w:val="24"/>
          <w:szCs w:val="24"/>
        </w:rPr>
        <w:t xml:space="preserve">тивный отдых  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Goodbye</w:t>
      </w:r>
      <w:r w:rsidRPr="006059D7">
        <w:rPr>
          <w:rFonts w:ascii="Times New Roman" w:hAnsi="Times New Roman"/>
          <w:sz w:val="24"/>
          <w:szCs w:val="24"/>
        </w:rPr>
        <w:t xml:space="preserve">! Сборы в дорогу, отъезд. Диалог-расспрос по рисункам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haven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got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Ч</w:t>
      </w:r>
      <w:r w:rsidRPr="00726D11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>?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Диалог</w:t>
      </w:r>
      <w:r w:rsidRPr="00726D11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обсуждение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must Cody do?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 xml:space="preserve">Уход за животным. Получение инструкции. Глаголы </w:t>
      </w:r>
      <w:r w:rsidRPr="006059D7">
        <w:rPr>
          <w:rFonts w:ascii="Times New Roman" w:hAnsi="Times New Roman"/>
          <w:i/>
          <w:sz w:val="24"/>
          <w:szCs w:val="24"/>
        </w:rPr>
        <w:t>need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can</w:t>
      </w:r>
      <w:r w:rsidRPr="006059D7">
        <w:rPr>
          <w:rFonts w:ascii="Times New Roman" w:hAnsi="Times New Roman"/>
          <w:sz w:val="24"/>
          <w:szCs w:val="24"/>
        </w:rPr>
        <w:t xml:space="preserve"> и </w:t>
      </w:r>
      <w:r w:rsidRPr="006059D7">
        <w:rPr>
          <w:rFonts w:ascii="Times New Roman" w:hAnsi="Times New Roman"/>
          <w:i/>
          <w:sz w:val="24"/>
          <w:szCs w:val="24"/>
        </w:rPr>
        <w:t>must</w:t>
      </w:r>
      <w:r w:rsidRPr="006059D7">
        <w:rPr>
          <w:rFonts w:ascii="Times New Roman" w:hAnsi="Times New Roman"/>
          <w:sz w:val="24"/>
          <w:szCs w:val="24"/>
        </w:rPr>
        <w:t xml:space="preserve">   Г/Ч: рассказ по картинкам </w:t>
      </w:r>
      <w:r w:rsidRPr="006059D7">
        <w:rPr>
          <w:rFonts w:ascii="Times New Roman" w:hAnsi="Times New Roman"/>
          <w:i/>
          <w:sz w:val="24"/>
          <w:szCs w:val="24"/>
        </w:rPr>
        <w:t>Ben’s and Jill’s year</w:t>
      </w:r>
      <w:r w:rsidRPr="006059D7">
        <w:rPr>
          <w:rFonts w:ascii="Times New Roman" w:hAnsi="Times New Roman"/>
          <w:sz w:val="24"/>
          <w:szCs w:val="24"/>
        </w:rPr>
        <w:t xml:space="preserve">.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When…?</w:t>
      </w:r>
      <w:r w:rsidRPr="006059D7">
        <w:rPr>
          <w:rFonts w:ascii="Times New Roman" w:hAnsi="Times New Roman"/>
          <w:sz w:val="24"/>
          <w:szCs w:val="24"/>
        </w:rPr>
        <w:t xml:space="preserve"> Диалог с учителем, одноклассниками </w:t>
      </w:r>
      <w:r w:rsidRPr="006059D7">
        <w:rPr>
          <w:rFonts w:ascii="Times New Roman" w:hAnsi="Times New Roman"/>
          <w:i/>
          <w:sz w:val="24"/>
          <w:szCs w:val="24"/>
        </w:rPr>
        <w:t>May I…/Can you…</w:t>
      </w:r>
      <w:r w:rsidRPr="006059D7">
        <w:rPr>
          <w:rFonts w:ascii="Times New Roman" w:hAnsi="Times New Roman"/>
          <w:sz w:val="24"/>
          <w:szCs w:val="24"/>
        </w:rPr>
        <w:t xml:space="preserve">. Выражение просьбы, разрешения. Ч/Г: </w:t>
      </w:r>
      <w:r w:rsidRPr="006059D7">
        <w:rPr>
          <w:rFonts w:ascii="Times New Roman" w:hAnsi="Times New Roman"/>
          <w:i/>
          <w:sz w:val="24"/>
          <w:szCs w:val="24"/>
        </w:rPr>
        <w:t>Dasha’s Year</w:t>
      </w:r>
      <w:r w:rsidRPr="006059D7">
        <w:rPr>
          <w:rFonts w:ascii="Times New Roman" w:hAnsi="Times New Roman"/>
          <w:sz w:val="24"/>
          <w:szCs w:val="24"/>
        </w:rPr>
        <w:t>. Повторение лексики и конструкций. Ч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рифмовка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 months of the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year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рассказ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My year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 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Game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 xml:space="preserve">Лексика тематических групп Мебель, Животные, Семья, Погода и т. д. Числительные от 1 до 100, общий и специальный вопросы, краткие и полные формы глагола </w:t>
      </w:r>
      <w:r w:rsidRPr="006059D7">
        <w:rPr>
          <w:rFonts w:ascii="Times New Roman" w:hAnsi="Times New Roman"/>
          <w:i/>
          <w:sz w:val="24"/>
          <w:szCs w:val="24"/>
        </w:rPr>
        <w:t>to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be</w:t>
      </w:r>
      <w:r w:rsidRPr="006059D7">
        <w:rPr>
          <w:rFonts w:ascii="Times New Roman" w:hAnsi="Times New Roman"/>
          <w:sz w:val="24"/>
          <w:szCs w:val="24"/>
        </w:rPr>
        <w:t>, притяжательный падеж существительных</w:t>
      </w:r>
    </w:p>
    <w:p w:rsidR="00D3612D" w:rsidRPr="00AD2E5E" w:rsidRDefault="00D3612D" w:rsidP="008C05DA">
      <w:pPr>
        <w:pStyle w:val="10"/>
        <w:framePr w:h="1777" w:hRule="exact" w:wrap="none" w:vAnchor="page" w:hAnchor="page" w:x="1362" w:y="2755"/>
        <w:shd w:val="clear" w:color="auto" w:fill="auto"/>
        <w:tabs>
          <w:tab w:val="left" w:pos="813"/>
        </w:tabs>
        <w:spacing w:line="240" w:lineRule="exact"/>
        <w:rPr>
          <w:rFonts w:ascii="Times New Roman" w:hAnsi="Times New Roman"/>
          <w:b w:val="0"/>
          <w:sz w:val="24"/>
          <w:szCs w:val="24"/>
        </w:rPr>
      </w:pPr>
      <w:r w:rsidRPr="00AD2E5E">
        <w:rPr>
          <w:rStyle w:val="1"/>
          <w:rFonts w:ascii="Times New Roman" w:hAnsi="Times New Roman"/>
          <w:b/>
          <w:color w:val="000000"/>
          <w:sz w:val="24"/>
          <w:szCs w:val="24"/>
        </w:rPr>
        <w:t>Коммуникативные умения по видам речевой деятельности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7F4DE0">
      <w:pPr>
        <w:pStyle w:val="20"/>
        <w:framePr w:w="10232" w:h="12742" w:hRule="exact" w:wrap="none" w:vAnchor="page" w:hAnchor="page" w:x="1262" w:y="2575"/>
        <w:shd w:val="clear" w:color="auto" w:fill="auto"/>
        <w:spacing w:line="240" w:lineRule="auto"/>
        <w:rPr>
          <w:rStyle w:val="2"/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</w:p>
    <w:p w:rsidR="00D3612D" w:rsidRDefault="00D3612D" w:rsidP="007F4DE0">
      <w:pPr>
        <w:pStyle w:val="20"/>
        <w:framePr w:w="10232" w:h="12742" w:hRule="exact" w:wrap="none" w:vAnchor="page" w:hAnchor="page" w:x="1262" w:y="2575"/>
        <w:shd w:val="clear" w:color="auto" w:fill="auto"/>
        <w:spacing w:line="240" w:lineRule="auto"/>
        <w:rPr>
          <w:rStyle w:val="2"/>
          <w:rFonts w:ascii="Times New Roman" w:hAnsi="Times New Roman"/>
          <w:b/>
          <w:bCs/>
          <w:color w:val="000000"/>
          <w:sz w:val="24"/>
          <w:szCs w:val="24"/>
        </w:rPr>
      </w:pPr>
    </w:p>
    <w:p w:rsidR="00D3612D" w:rsidRPr="00AD2E5E" w:rsidRDefault="00D3612D" w:rsidP="007F4DE0">
      <w:pPr>
        <w:pStyle w:val="20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AD2E5E"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>В русле говорения</w:t>
      </w:r>
    </w:p>
    <w:p w:rsidR="00D3612D" w:rsidRPr="00AD2E5E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tabs>
          <w:tab w:val="left" w:pos="1018"/>
        </w:tabs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Style w:val="21"/>
          <w:rFonts w:ascii="Times New Roman" w:hAnsi="Times New Roman"/>
          <w:bCs/>
          <w:i/>
          <w:color w:val="000000"/>
          <w:sz w:val="24"/>
          <w:szCs w:val="24"/>
        </w:rPr>
        <w:t xml:space="preserve">    </w:t>
      </w:r>
      <w:r w:rsidRPr="00AD2E5E">
        <w:rPr>
          <w:rStyle w:val="21"/>
          <w:rFonts w:ascii="Times New Roman" w:hAnsi="Times New Roman"/>
          <w:bCs/>
          <w:i/>
          <w:color w:val="000000"/>
          <w:sz w:val="24"/>
          <w:szCs w:val="24"/>
        </w:rPr>
        <w:t>Диалогическая форма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Уметь вести: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этикетные диалоги в типичных ситуациях бытового, учебно-трудового и межкул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>тур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турного общения;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диалог-рас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спрос (запрос информации и ответ на него);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диалог-побуждение к действию.</w:t>
      </w:r>
    </w:p>
    <w:p w:rsidR="00D3612D" w:rsidRPr="00AD2E5E" w:rsidRDefault="00D3612D" w:rsidP="007F4DE0">
      <w:pPr>
        <w:pStyle w:val="22"/>
        <w:framePr w:w="10232" w:h="12742" w:hRule="exact" w:wrap="none" w:vAnchor="page" w:hAnchor="page" w:x="1262" w:y="2575"/>
        <w:shd w:val="clear" w:color="auto" w:fill="auto"/>
        <w:tabs>
          <w:tab w:val="left" w:pos="1037"/>
        </w:tabs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Style w:val="21"/>
          <w:rFonts w:ascii="Times New Roman" w:hAnsi="Times New Roman"/>
          <w:bCs/>
          <w:i/>
          <w:color w:val="000000"/>
          <w:sz w:val="24"/>
          <w:szCs w:val="24"/>
        </w:rPr>
        <w:t xml:space="preserve">    </w:t>
      </w:r>
      <w:r w:rsidRPr="00AD2E5E">
        <w:rPr>
          <w:rStyle w:val="21"/>
          <w:rFonts w:ascii="Times New Roman" w:hAnsi="Times New Roman"/>
          <w:bCs/>
          <w:i/>
          <w:color w:val="000000"/>
          <w:sz w:val="24"/>
          <w:szCs w:val="24"/>
        </w:rPr>
        <w:t>Монологическая форма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Уметь пользоваться: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основными коммуникативными типами речи: описанием, сообщением, рас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softHyphen/>
        <w:t>сказом, хара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хара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ктеристикой (персонажей).</w:t>
      </w:r>
    </w:p>
    <w:p w:rsidR="00D3612D" w:rsidRPr="00AD2E5E" w:rsidRDefault="00D3612D" w:rsidP="007F4DE0">
      <w:pPr>
        <w:pStyle w:val="20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>В русле аудирования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Воспринимать на слух и понимать: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речь учителя и одноклассников в процессе общения на уроке;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небольшие доступные тексты в аудиозаписи, построенные на изученном языковом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материа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мат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ле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небольшие доступные тексты в аудиозаписи с отдельными новыми словами.</w:t>
      </w:r>
    </w:p>
    <w:p w:rsidR="00D3612D" w:rsidRPr="00AD2E5E" w:rsidRDefault="00D3612D" w:rsidP="007F4DE0">
      <w:pPr>
        <w:pStyle w:val="20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>В русле чтения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Читать: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вслух небольшие тексты, построенные на изученном языковом материале;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про себя и понимать тексты, содержащие как изученны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>й языковой мате</w:t>
      </w:r>
      <w:r>
        <w:rPr>
          <w:rStyle w:val="a0"/>
          <w:rFonts w:ascii="Times New Roman" w:hAnsi="Times New Roman"/>
          <w:color w:val="000000"/>
          <w:sz w:val="24"/>
          <w:szCs w:val="24"/>
        </w:rPr>
        <w:softHyphen/>
        <w:t>риал, так и отд    отдельные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 xml:space="preserve"> новые слова, находить в тексте необходимую инфор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softHyphen/>
        <w:t>мацию (имена персона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>ж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ей, место, где происходит действие, и т. д.).</w:t>
      </w:r>
    </w:p>
    <w:p w:rsidR="00D3612D" w:rsidRPr="00AD2E5E" w:rsidRDefault="00D3612D" w:rsidP="007F4DE0">
      <w:pPr>
        <w:pStyle w:val="20"/>
        <w:framePr w:w="10232" w:h="12742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>В русле письма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Владеть: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техникой письма (графикой, каллиграфией, орфографией);</w:t>
      </w:r>
    </w:p>
    <w:p w:rsidR="00D3612D" w:rsidRPr="00AD2E5E" w:rsidRDefault="00D3612D" w:rsidP="007F4DE0">
      <w:pPr>
        <w:pStyle w:val="BodyText"/>
        <w:framePr w:w="10232" w:h="12742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основами письменной речи: писать с опорой на образец поздравление с праздником, ко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р    короткое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 xml:space="preserve"> личное письмо.</w:t>
      </w:r>
    </w:p>
    <w:p w:rsidR="00D3612D" w:rsidRPr="00AD2E5E" w:rsidRDefault="00D3612D" w:rsidP="007F4DE0">
      <w:pPr>
        <w:pStyle w:val="10"/>
        <w:framePr w:w="10232" w:h="12742" w:hRule="exact" w:wrap="none" w:vAnchor="page" w:hAnchor="page" w:x="1262" w:y="2575"/>
        <w:shd w:val="clear" w:color="auto" w:fill="auto"/>
        <w:tabs>
          <w:tab w:val="left" w:pos="818"/>
        </w:tabs>
        <w:spacing w:line="240" w:lineRule="auto"/>
        <w:ind w:left="-440"/>
        <w:rPr>
          <w:rFonts w:ascii="Times New Roman" w:hAnsi="Times New Roman"/>
          <w:sz w:val="24"/>
          <w:szCs w:val="24"/>
        </w:rPr>
      </w:pPr>
      <w:bookmarkStart w:id="0" w:name="bookmark7"/>
      <w:r w:rsidRPr="00AD2E5E">
        <w:rPr>
          <w:rStyle w:val="1"/>
          <w:rFonts w:ascii="Times New Roman" w:hAnsi="Times New Roman"/>
          <w:color w:val="000000"/>
          <w:sz w:val="24"/>
          <w:szCs w:val="24"/>
        </w:rPr>
        <w:t>Язы</w:t>
      </w:r>
      <w:r>
        <w:rPr>
          <w:rStyle w:val="1"/>
          <w:rFonts w:ascii="Times New Roman" w:hAnsi="Times New Roman"/>
          <w:color w:val="000000"/>
          <w:sz w:val="24"/>
          <w:szCs w:val="24"/>
        </w:rPr>
        <w:t xml:space="preserve">   язы</w:t>
      </w:r>
      <w:r w:rsidRPr="00AD2E5E">
        <w:rPr>
          <w:rStyle w:val="1"/>
          <w:rFonts w:ascii="Times New Roman" w:hAnsi="Times New Roman"/>
          <w:color w:val="000000"/>
          <w:sz w:val="24"/>
          <w:szCs w:val="24"/>
        </w:rPr>
        <w:t>ковые средства и навыки пользования ими</w:t>
      </w:r>
      <w:bookmarkEnd w:id="0"/>
    </w:p>
    <w:p w:rsidR="00D3612D" w:rsidRDefault="00D3612D" w:rsidP="007F4DE0">
      <w:pPr>
        <w:pStyle w:val="BodyText"/>
        <w:framePr w:w="10232" w:h="12742" w:hRule="exact" w:wrap="none" w:vAnchor="page" w:hAnchor="page" w:x="1262" w:y="2575"/>
        <w:spacing w:after="0" w:line="240" w:lineRule="auto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>
        <w:rPr>
          <w:rStyle w:val="Tahoma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</w:t>
      </w:r>
      <w:r w:rsidRPr="00AD2E5E">
        <w:rPr>
          <w:rStyle w:val="Tahoma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Графика, каллиграфия, орфография.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Все буквы английского алфавита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Основные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буквосо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  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 xml:space="preserve">четания. 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 xml:space="preserve">Звуко-буквенные соответствия. 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AD2E5E">
        <w:rPr>
          <w:rStyle w:val="a0"/>
          <w:rFonts w:ascii="Times New Roman" w:hAnsi="Times New Roman"/>
          <w:color w:val="000000"/>
          <w:sz w:val="24"/>
          <w:szCs w:val="24"/>
        </w:rPr>
        <w:t>Знаки транскрипции</w:t>
      </w:r>
    </w:p>
    <w:p w:rsidR="00D3612D" w:rsidRDefault="00D3612D" w:rsidP="007F4DE0">
      <w:pPr>
        <w:pStyle w:val="BodyText"/>
        <w:framePr w:w="10232" w:h="12742" w:hRule="exact" w:wrap="none" w:vAnchor="page" w:hAnchor="page" w:x="1262" w:y="2575"/>
        <w:ind w:left="200" w:right="40"/>
        <w:rPr>
          <w:rStyle w:val="a0"/>
          <w:rFonts w:ascii="Times New Roman" w:hAnsi="Times New Roman"/>
          <w:color w:val="000000"/>
          <w:sz w:val="24"/>
          <w:szCs w:val="24"/>
        </w:rPr>
      </w:pP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Апостроф. Основные правила чтения и орфографии. Написание наиболее употре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softHyphen/>
        <w:t>бительных слов, вошедших в активный словарь.</w:t>
      </w:r>
    </w:p>
    <w:p w:rsidR="00D3612D" w:rsidRPr="007D208F" w:rsidRDefault="00D3612D" w:rsidP="007F4DE0">
      <w:pPr>
        <w:pStyle w:val="BodyText"/>
        <w:framePr w:w="10232" w:h="12742" w:hRule="exact" w:wrap="none" w:vAnchor="page" w:hAnchor="page" w:x="1262" w:y="2575"/>
        <w:ind w:left="200" w:right="40"/>
        <w:rPr>
          <w:rStyle w:val="a0"/>
          <w:rFonts w:ascii="Times New Roman" w:hAnsi="Times New Roman" w:cs="Times New Roman"/>
          <w:spacing w:val="0"/>
          <w:sz w:val="24"/>
          <w:szCs w:val="24"/>
        </w:rPr>
      </w:pPr>
      <w:r w:rsidRPr="007D208F">
        <w:rPr>
          <w:rStyle w:val="a0"/>
          <w:rFonts w:ascii="Times New Roman" w:hAnsi="Times New Roman"/>
          <w:b/>
          <w:color w:val="000000"/>
          <w:sz w:val="24"/>
          <w:szCs w:val="24"/>
        </w:rPr>
        <w:t>Фонетическая сторона речи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 xml:space="preserve">. Адекватное произношение и различение на слух всех звуков и 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звукосочетаний английского языка. Соблюдение норм произноше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ния: долготы и краткости 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  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гласных, отсутствие оглушения звонких согласных в конце слога или слова, отсутствие смя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г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 xml:space="preserve">чения согласных перед гласными. Дифтонги. Связующее “г” 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there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is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are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). 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Ударение в слове, фразе. Отсутствие</w:t>
      </w:r>
      <w:r>
        <w:rPr>
          <w:rStyle w:val="a0"/>
          <w:color w:val="000000"/>
        </w:rPr>
        <w:t xml:space="preserve"> 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ударе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softHyphen/>
        <w:t>ния на служебных словах (артиклях, союзах, предлогах). Членение предложений на смысловые группы. Ритмико-интонационные особенности повествовательн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о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го, побудительного и вопросительного (общий и специальный вопрос) предложений. Интон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а</w:t>
      </w:r>
      <w:r w:rsidRPr="00580501">
        <w:rPr>
          <w:rStyle w:val="a0"/>
          <w:rFonts w:ascii="Times New Roman" w:hAnsi="Times New Roman"/>
          <w:color w:val="000000"/>
          <w:sz w:val="24"/>
          <w:szCs w:val="24"/>
        </w:rPr>
        <w:t>ция перечисления</w:t>
      </w:r>
      <w:r>
        <w:rPr>
          <w:rStyle w:val="a0"/>
          <w:color w:val="000000"/>
        </w:rPr>
        <w:t>.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8C05DA">
      <w:pPr>
        <w:pStyle w:val="BodyText"/>
        <w:spacing w:after="0" w:line="240" w:lineRule="auto"/>
        <w:jc w:val="both"/>
        <w:rPr>
          <w:rStyle w:val="a0"/>
          <w:rFonts w:ascii="Times New Roman" w:hAnsi="Times New Roman" w:cs="Times New Roman"/>
          <w:color w:val="000000"/>
          <w:sz w:val="24"/>
          <w:lang w:eastAsia="en-US"/>
        </w:rPr>
      </w:pPr>
      <w:r w:rsidRPr="007D208F">
        <w:rPr>
          <w:rStyle w:val="a0"/>
          <w:rFonts w:ascii="Times New Roman" w:hAnsi="Times New Roman" w:cs="Times New Roman"/>
          <w:b/>
          <w:color w:val="000000"/>
          <w:sz w:val="24"/>
        </w:rPr>
        <w:t>Лексическая сторона речи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. Лексические единицы, обслуживающие ситуации общения в пределах тематики начальной школы, в объёме 500 лексических еди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softHyphen/>
        <w:t>ниц для двуст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о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роннего (рецептивного и продуктивного) усвоения, простейшие устойчивые словосоч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е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тания, оценочная лексика и речевые клише как элементы речевого этикета, отража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ю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щие культуру англоговорящих стран. Интернацио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softHyphen/>
        <w:t xml:space="preserve">нальные слова (например, 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doctor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film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 xml:space="preserve">). 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Начальное представление о способах слово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softHyphen/>
        <w:t xml:space="preserve">образования: суффиксации (суффиксы 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er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or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tion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ist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ful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ly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teen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ty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th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 xml:space="preserve">), 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>сло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softHyphen/>
        <w:t xml:space="preserve">восложении 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postcard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 xml:space="preserve">), </w:t>
      </w:r>
      <w:r w:rsidRPr="007D208F">
        <w:rPr>
          <w:rStyle w:val="a0"/>
          <w:rFonts w:ascii="Times New Roman" w:hAnsi="Times New Roman" w:cs="Times New Roman"/>
          <w:color w:val="000000"/>
          <w:sz w:val="24"/>
        </w:rPr>
        <w:t xml:space="preserve">конверсии 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play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 xml:space="preserve"> — 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to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val="en-US" w:eastAsia="en-US"/>
        </w:rPr>
        <w:t>play</w:t>
      </w:r>
      <w:r w:rsidRPr="007D208F">
        <w:rPr>
          <w:rStyle w:val="a0"/>
          <w:rFonts w:ascii="Times New Roman" w:hAnsi="Times New Roman" w:cs="Times New Roman"/>
          <w:color w:val="000000"/>
          <w:sz w:val="24"/>
          <w:lang w:eastAsia="en-US"/>
        </w:rPr>
        <w:t>).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</w:rPr>
      </w:pPr>
      <w:r w:rsidRPr="007D208F"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речи.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Основные коммуникативные типы предложе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ния: п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вествовательное, вопросительное, побудительное. Общий и специальный вопросы. В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просительные слова: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what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who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when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where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why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how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Порядок слов в предложении. Утвердительные и отрицательные предложения. Простое предло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жение с простым гл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а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гольным сказуемым (Не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speaks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English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составным именным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My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family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big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и с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ставным глагольным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like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dance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She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can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skate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well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сказуе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 xml:space="preserve">мым. Побудительные предложения в утвердительной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Help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me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please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и отрица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тельной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Don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late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!)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фо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р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мах. Безличные предложения в настоящем времени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It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cold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It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five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o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clock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д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ложения с конструкцией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there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there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are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Простые распространённые предложения. Предложения с однородными членами. Сложно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 xml:space="preserve">сочинённые предложения с союзами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and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but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Правильные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и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неправильные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в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Present, Future, Past Simple (Indefinite) Tense.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Некоторые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в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Present Progressive (Continuous) Tense.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Неопределённая форма гл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а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гола. Глагол-связка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Вспомогательный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глагол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to do.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Модальные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can, may, must, should, have to.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Глагольные конструкции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like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... 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bergoing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... 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Существительные в единственном и множественном числе (образованные по правилу и исключения) с неопределённым, определённым и нулевым артиклями. Притяжательный падеж существительных.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Прилагательные в положительной, сравнительной и превосходной степенях, образова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н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ные по правилу и исключения.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Местоимения: личные (в именительном и объектном падежах), притяжатель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ные, вопр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сительные, указательные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this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these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that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those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неопределённые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some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any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— некот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рые случаи употребления).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>нар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ечия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времени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(today, yesterday, tomorrow, never, often, sometimes).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Наречия сте-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fnuch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little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very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>).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>кол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ичественные числительные до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100,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порядковые числительные до 30.</w:t>
      </w:r>
    </w:p>
    <w:p w:rsidR="00D3612D" w:rsidRPr="007D208F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>наиб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олее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употребительные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предлоги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7D208F">
        <w:rPr>
          <w:rStyle w:val="a0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in, on, at, into, to, from, of, with.</w:t>
      </w: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BodyText"/>
        <w:spacing w:after="0" w:line="240" w:lineRule="auto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007CC7">
        <w:rPr>
          <w:rFonts w:ascii="Times New Roman" w:hAnsi="Times New Roman"/>
          <w:sz w:val="24"/>
          <w:szCs w:val="24"/>
          <w:lang w:val="en-US"/>
        </w:rPr>
        <w:t xml:space="preserve">                                      </w:t>
      </w:r>
      <w:r w:rsidRPr="008C05DA"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Социокультурная осведомленность</w:t>
      </w:r>
    </w:p>
    <w:p w:rsidR="00D3612D" w:rsidRDefault="00D3612D" w:rsidP="008C05DA">
      <w:pPr>
        <w:pStyle w:val="BodyText"/>
        <w:spacing w:after="0" w:line="240" w:lineRule="auto"/>
        <w:ind w:firstLine="300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D33849" w:rsidRDefault="00D3612D" w:rsidP="008C05DA">
      <w:pPr>
        <w:pStyle w:val="BodyText"/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В процессе обучения английскому языку в начальной школе учащиеся знако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мятся: с названиями англоязычных стран, их столицами, флагами, некоторыми достопримеч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а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тельностями; некоторыми литературными персонажами и сюжета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ми популярных де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т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ских произведений, а также с небольшими произведениями детского фольклора (стих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а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ми, песнями) на английском языке; элементарными формами речевого и неречевого п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ведения, принятого в англоговорящих странах.</w:t>
      </w:r>
    </w:p>
    <w:p w:rsidR="00D3612D" w:rsidRPr="00D33849" w:rsidRDefault="00D3612D" w:rsidP="008C05DA">
      <w:pPr>
        <w:pStyle w:val="10"/>
        <w:shd w:val="clear" w:color="auto" w:fill="auto"/>
        <w:tabs>
          <w:tab w:val="left" w:pos="84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Специальные учебные умения</w:t>
      </w:r>
    </w:p>
    <w:p w:rsidR="00D3612D" w:rsidRPr="00D33849" w:rsidRDefault="00D3612D" w:rsidP="008C05DA">
      <w:pPr>
        <w:pStyle w:val="BodyText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Младшие школьники овладевают следующими специальными (предметными) уче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б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ными умениями и навыками: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пользоваться англо-русским словарём учебника (в том числе транскрип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цией);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пользоваться справочным материалом, представленным в виде таблиц, схем, правил;</w:t>
      </w:r>
    </w:p>
    <w:p w:rsidR="00D3612D" w:rsidRPr="00D33849" w:rsidRDefault="00D3612D" w:rsidP="008C05DA">
      <w:pPr>
        <w:pStyle w:val="BodyText"/>
        <w:widowControl w:val="0"/>
        <w:tabs>
          <w:tab w:val="left" w:pos="7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вести словарь (словарную тетрадь, словарь в картинках);</w:t>
      </w:r>
    </w:p>
    <w:p w:rsidR="00D3612D" w:rsidRPr="00D33849" w:rsidRDefault="00D3612D" w:rsidP="008C05DA">
      <w:pPr>
        <w:pStyle w:val="BodyText"/>
        <w:widowControl w:val="0"/>
        <w:tabs>
          <w:tab w:val="left" w:pos="7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систематизировать слова, например по тематическому принципу;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пользоваться языковой догадкой, например при опознавании интернацио- нализмов;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делать обобщения на основе анализа изученного грамматического мате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риала;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опознавать грамматические явления, отсутствующие в родном языке, на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пример арти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к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ли.</w:t>
      </w:r>
    </w:p>
    <w:p w:rsidR="00D3612D" w:rsidRPr="00D33849" w:rsidRDefault="00D3612D" w:rsidP="008C05DA">
      <w:pPr>
        <w:pStyle w:val="10"/>
        <w:shd w:val="clear" w:color="auto" w:fill="auto"/>
        <w:tabs>
          <w:tab w:val="left" w:pos="83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Общеучебные умения и универсальные учебные действия</w:t>
      </w:r>
    </w:p>
    <w:p w:rsidR="00D3612D" w:rsidRPr="00D33849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Младшие школьники: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совершенствуют приёмы работы с текстом, опираясь на умения, приобре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тённые на ур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ках родного языка (прогнозировать содержание текста по за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головку, данным к тексту рисункам, списывать текст, выписывать отдель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ные слова и предложения из текста и т. п.);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овладевают более разнообразными приёмами раскрытия значения слова, ис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пользуя сл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вообразовательные элементы, синонимы, антонимы, контекст;</w:t>
      </w:r>
    </w:p>
    <w:p w:rsidR="00D3612D" w:rsidRPr="00D33849" w:rsidRDefault="00D3612D" w:rsidP="008C05DA">
      <w:pPr>
        <w:pStyle w:val="BodyText"/>
        <w:widowControl w:val="0"/>
        <w:tabs>
          <w:tab w:val="left" w:pos="7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совершенствуют свои общеречевые коммуникативные умения, например: начинать и завершать разговор, используя речевые клише; поддерживать беседу, задавая вопросы и переспрашивая;</w:t>
      </w:r>
    </w:p>
    <w:p w:rsidR="00D3612D" w:rsidRPr="00D33849" w:rsidRDefault="00D3612D" w:rsidP="008C05DA">
      <w:pPr>
        <w:pStyle w:val="BodyText"/>
        <w:widowControl w:val="0"/>
        <w:tabs>
          <w:tab w:val="left" w:pos="7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учатся осуществлять самонаблюдение, самоконтроль, самооценку;</w:t>
      </w:r>
    </w:p>
    <w:p w:rsidR="00D3612D" w:rsidRPr="00D33849" w:rsidRDefault="00D3612D" w:rsidP="008C05DA">
      <w:pPr>
        <w:pStyle w:val="BodyText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D3612D" w:rsidRPr="00D33849" w:rsidRDefault="00D3612D" w:rsidP="008C05D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Общеучебные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специальные учебные умения, универсальные учебные дейст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softHyphen/>
        <w:t>вия,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а также 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социокультурная осведомлённость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приобретаются учащимися в процессе фо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р</w:t>
      </w:r>
      <w:r w:rsidRPr="00D33849">
        <w:rPr>
          <w:rStyle w:val="a0"/>
          <w:rFonts w:ascii="Times New Roman" w:hAnsi="Times New Roman" w:cs="Times New Roman"/>
          <w:color w:val="000000"/>
          <w:sz w:val="24"/>
          <w:szCs w:val="24"/>
        </w:rPr>
        <w:t>мирования коммуникативных умений в основных видах речевой деятельности.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Тематическое планирование с определением основных видов учебной деятельности обу</w:t>
      </w:r>
      <w:r>
        <w:rPr>
          <w:rFonts w:ascii="Times New Roman" w:hAnsi="Times New Roman"/>
          <w:sz w:val="24"/>
          <w:szCs w:val="24"/>
        </w:rPr>
        <w:t xml:space="preserve"> чающихся.</w:t>
      </w:r>
    </w:p>
    <w:tbl>
      <w:tblPr>
        <w:tblW w:w="4943" w:type="pct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1"/>
        <w:gridCol w:w="110"/>
        <w:gridCol w:w="26"/>
        <w:gridCol w:w="1073"/>
        <w:gridCol w:w="329"/>
        <w:gridCol w:w="15"/>
        <w:gridCol w:w="2403"/>
        <w:gridCol w:w="59"/>
        <w:gridCol w:w="55"/>
        <w:gridCol w:w="2537"/>
        <w:gridCol w:w="87"/>
        <w:gridCol w:w="15"/>
        <w:gridCol w:w="660"/>
        <w:gridCol w:w="1431"/>
      </w:tblGrid>
      <w:tr w:rsidR="00D3612D" w:rsidRPr="006059D7" w:rsidTr="00BF06BF">
        <w:tc>
          <w:tcPr>
            <w:tcW w:w="421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№ПП</w:t>
            </w:r>
          </w:p>
        </w:tc>
        <w:tc>
          <w:tcPr>
            <w:tcW w:w="749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01" w:type="pct"/>
            <w:gridSpan w:val="2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по темам</w:t>
            </w:r>
          </w:p>
        </w:tc>
        <w:tc>
          <w:tcPr>
            <w:tcW w:w="1370" w:type="pct"/>
            <w:gridSpan w:val="2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новных видов 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 де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я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9" w:type="pct"/>
            <w:gridSpan w:val="4"/>
          </w:tcPr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</w:tr>
      <w:tr w:rsidR="00D3612D" w:rsidRPr="006059D7" w:rsidTr="00E718DF">
        <w:tc>
          <w:tcPr>
            <w:tcW w:w="5000" w:type="pct"/>
            <w:gridSpan w:val="14"/>
          </w:tcPr>
          <w:p w:rsidR="00D3612D" w:rsidRPr="006C0AE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6C0AED">
              <w:rPr>
                <w:rFonts w:ascii="Times New Roman" w:hAnsi="Times New Roman"/>
                <w:sz w:val="24"/>
                <w:szCs w:val="24"/>
              </w:rPr>
              <w:t>Снова в школу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Знакомство с новыми учениками в классе</w:t>
            </w:r>
          </w:p>
        </w:tc>
      </w:tr>
      <w:tr w:rsidR="00D3612D" w:rsidRPr="006059D7" w:rsidTr="00BF06BF">
        <w:tc>
          <w:tcPr>
            <w:tcW w:w="421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1-</w:t>
            </w: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9" w:type="pct"/>
            <w:gridSpan w:val="3"/>
          </w:tcPr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часа</w:t>
            </w: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Упр.7.с.6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  ос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Упр.1,8,11 с.4-7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РТ зад.С</w:t>
            </w:r>
          </w:p>
          <w:p w:rsidR="00D3612D" w:rsidRPr="008A23CF" w:rsidRDefault="00D3612D" w:rsidP="006C0AED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тетрадь.</w:t>
            </w:r>
            <w:r w:rsidRPr="008A23CF">
              <w:rPr>
                <w:b w:val="0"/>
              </w:rPr>
              <w:t xml:space="preserve"> 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аудиотекст-история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Back to school!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Этикетные диалоги: приветствие одноклассников, учителя, представление домашнего питомца. Ч/П: имена персонажей сказок.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в открытом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8A23CF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8A23CF" w:rsidRDefault="00D3612D" w:rsidP="006C0AED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are you today? (Fine, thank you.)</w:t>
            </w:r>
          </w:p>
          <w:p w:rsidR="00D3612D" w:rsidRPr="008A23CF" w:rsidRDefault="00D3612D" w:rsidP="006C0AED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ready for school?</w:t>
            </w:r>
          </w:p>
          <w:p w:rsidR="00D3612D" w:rsidRPr="008A23CF" w:rsidRDefault="00D3612D" w:rsidP="006C0AED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am back to school!</w:t>
            </w:r>
          </w:p>
          <w:p w:rsidR="00D3612D" w:rsidRPr="008A23CF" w:rsidRDefault="00D3612D" w:rsidP="006C0AED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this? (It’s my pet!)</w:t>
            </w:r>
          </w:p>
          <w:p w:rsidR="00D3612D" w:rsidRPr="00320E48" w:rsidRDefault="00D3612D" w:rsidP="001335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(This is Dasha./She is Dasha.)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Приветствие пр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щание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ри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ф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мовка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Good Morning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. Этикетный диалог: формы приветствия. 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А/Г/Ч/П: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ь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ные от 1 до 20. А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фавит. Игра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I spy with my little eye</w:t>
            </w: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E114E1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Представление н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вых литературных персонажей учебн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ка  .и персонажей детских произвед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ний имя возраст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Упр.16,17с.8</w:t>
            </w:r>
          </w:p>
          <w:p w:rsidR="00D3612D" w:rsidRPr="00E114E1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C84CD7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84CD7">
              <w:rPr>
                <w:rFonts w:ascii="Times New Roman" w:hAnsi="Times New Roman"/>
                <w:sz w:val="24"/>
                <w:szCs w:val="24"/>
              </w:rPr>
              <w:t>.14,15,18,19</w:t>
            </w:r>
          </w:p>
          <w:p w:rsidR="00D3612D" w:rsidRPr="009D1D3F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9D1D3F">
              <w:rPr>
                <w:rFonts w:ascii="Times New Roman" w:hAnsi="Times New Roman"/>
                <w:sz w:val="24"/>
                <w:szCs w:val="24"/>
              </w:rPr>
              <w:t>.8-9.</w:t>
            </w:r>
          </w:p>
          <w:p w:rsidR="00D3612D" w:rsidRPr="003B0195" w:rsidRDefault="00D3612D" w:rsidP="009D1D3F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РТ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.5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 you spell hat?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о написании слов. Игра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many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letters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 Ч/П: числительные от 1 до 20, изученная лексика</w:t>
            </w:r>
            <w:r w:rsidRPr="003B0195">
              <w:rPr>
                <w:b w:val="0"/>
                <w:bCs w:val="0"/>
                <w:color w:val="000000"/>
              </w:rPr>
              <w:t xml:space="preserve"> </w:t>
            </w:r>
            <w:r w:rsidRPr="003B019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C84CD7" w:rsidRDefault="00D3612D" w:rsidP="009D1D3F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84CD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C84CD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spell</w:t>
            </w:r>
            <w:r w:rsidRPr="00C84CD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hat</w:t>
            </w:r>
            <w:r w:rsidRPr="00C84CD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3B0195" w:rsidRDefault="00D3612D" w:rsidP="009D1D3F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many letters are there?</w:t>
            </w:r>
          </w:p>
          <w:p w:rsidR="00D3612D" w:rsidRPr="003B0195" w:rsidRDefault="00D3612D" w:rsidP="009D1D3F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There are two Ns in Jenny.</w:t>
            </w:r>
          </w:p>
          <w:p w:rsidR="00D3612D" w:rsidRPr="003B0195" w:rsidRDefault="00D3612D" w:rsidP="009D1D3F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this? (It’s a pencil.)</w:t>
            </w:r>
          </w:p>
          <w:p w:rsidR="00D3612D" w:rsidRPr="009D1D3F" w:rsidRDefault="00D3612D" w:rsidP="009D1D3F">
            <w:pPr>
              <w:pStyle w:val="BodyText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чтение согласных звуков 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[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[р]</w:t>
            </w:r>
          </w:p>
        </w:tc>
        <w:tc>
          <w:tcPr>
            <w:tcW w:w="1370" w:type="pct"/>
            <w:gridSpan w:val="2"/>
          </w:tcPr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Прогнозировать 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держание текста на основе иллюстрации, описывать ситуацию общения на русском языке, отвечать на 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вать в диалогах, пон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мать реакцию соб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седников. Употре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б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лять изученные конс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рукции и лексику в речи в соответствии с коммуникативной з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дачей. Находить в те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сте слово с заданным звуком. Воспроизв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дить слова по тран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крипции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Выразительно читать вслух текст рифмовки с соблюдением норм произношения, удар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ния, интонации. Упо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реблять изученные конструкции и лекс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ку в речи в соответс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вии с коммуникати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ной задачей. Соотн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сить слово и тран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крипцию. Пользоват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ь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ся английским алф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витом. Орфографич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ски корректно писать изученные слова. 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ботать в группе, парах</w:t>
            </w:r>
          </w:p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общее содержание песни, улавливать её мел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дию, подпевать. Нах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дить в тексте запр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шенную информацию. Догадываться о знач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нии незнакомых слов по контексту, с опорой на рисунок. Орфогр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фически корректно писать изученные сл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ва. Участвовать в групповых детских играх, пользоваться формами английского речевого этикета во время совместной 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г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59" w:type="pct"/>
            <w:gridSpan w:val="4"/>
          </w:tcPr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rPr>
          <w:trHeight w:val="721"/>
        </w:trPr>
        <w:tc>
          <w:tcPr>
            <w:tcW w:w="5000" w:type="pct"/>
            <w:gridSpan w:val="14"/>
          </w:tcPr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Pr="00B87F72">
              <w:rPr>
                <w:rFonts w:ascii="Times New Roman" w:hAnsi="Times New Roman"/>
                <w:b/>
                <w:sz w:val="24"/>
                <w:szCs w:val="24"/>
              </w:rPr>
              <w:t xml:space="preserve">У Бена новый друг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Представление членов семьи их имена возраст увлечения что умеют делать</w:t>
            </w:r>
          </w:p>
          <w:p w:rsidR="00D3612D" w:rsidRPr="009D1D3F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Мой дом Моя квартира.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Названия комнат. Их размеры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Предметы мебели интерьера 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рушки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Упр.4-7 с.11-13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расспрос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Упр.1,5,9 с.10-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D3612D" w:rsidRPr="009A17B5" w:rsidRDefault="00D3612D" w:rsidP="00B87F72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</w:t>
            </w:r>
            <w:r w:rsidRPr="009A17B5">
              <w:rPr>
                <w:b w:val="0"/>
              </w:rPr>
              <w:t xml:space="preserve"> 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А/Г/Ч/П: аудиотекст-история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new friend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. Этикетные диалоги: знакомство с соседями по дому, представление членов семьи. Ч/П: буквы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 в закрытом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9A17B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A17B5" w:rsidRDefault="00D3612D" w:rsidP="00B87F72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happening?</w:t>
            </w:r>
          </w:p>
          <w:p w:rsidR="00D3612D" w:rsidRPr="009A17B5" w:rsidRDefault="00D3612D" w:rsidP="00B87F72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this? (That’s my/our brother.)</w:t>
            </w:r>
          </w:p>
          <w:p w:rsidR="00D3612D" w:rsidRPr="009A17B5" w:rsidRDefault="00D3612D" w:rsidP="00B87F72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 here!</w:t>
            </w:r>
          </w:p>
          <w:p w:rsidR="00D3612D" w:rsidRPr="009A17B5" w:rsidRDefault="00D3612D" w:rsidP="00B87F72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this?</w:t>
            </w:r>
          </w:p>
          <w:p w:rsidR="00D3612D" w:rsidRPr="009A17B5" w:rsidRDefault="00D3612D" w:rsidP="00B87F72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Cody’s bed.</w:t>
            </w:r>
          </w:p>
          <w:p w:rsidR="00D3612D" w:rsidRPr="009A17B5" w:rsidRDefault="00D3612D" w:rsidP="00B87F72">
            <w:pPr>
              <w:pStyle w:val="BodyText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буквы Аа, Ее, И, Оо, 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Uu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Yy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в з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крытом слоге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нетика: 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[а], [е], [ае], 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9A17B5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[п]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Упр.16.с.15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  <w:p w:rsidR="00D3612D" w:rsidRPr="00F70706" w:rsidRDefault="00D3612D" w:rsidP="00B87F72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Упр.14.с.14 А/Г/Ч: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Moving day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Ч/Г/П: личное письмо (Коди). Названия стран. Диалог-расспрос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are you from?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 Полные и краткие формы глагола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Правила чтения буквы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Сc</w:t>
            </w:r>
            <w:r w:rsidRPr="00F70706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F70706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F70706" w:rsidRDefault="00D3612D" w:rsidP="00B87F72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are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from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(I’m from ....)</w:t>
            </w:r>
          </w:p>
          <w:p w:rsidR="00D3612D" w:rsidRPr="00F70706" w:rsidRDefault="00D3612D" w:rsidP="00B87F72">
            <w:pPr>
              <w:pStyle w:val="BodyText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Who’s this? (It’s Cody’s mother.) there is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there are</w:t>
            </w: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pct"/>
            <w:gridSpan w:val="2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торыми новыми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вами,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этикетном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 с учётом зада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коммуникативной ситуации. 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Употреблять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конструкции и лексику в речи в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ветствии с коммуникативной задачей. Соотносить звуковой и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ский образ слова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рифмовки с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которыми новыми словами, находить  в тексте запрошенную информацию с опорой на иллюстрации.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этикетном диалоге-расспросе о стране проживания. Писать по аналогии краткое личное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мо зарубежному све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стнику (краткая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формация о себе,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 необходимой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формации). Допис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пропущенные слова с опорой на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туативный контекст.  Узнавать и использ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устной и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менной речи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ные формы глагола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Пользоваться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новными правилами чтения</w:t>
            </w:r>
          </w:p>
        </w:tc>
        <w:tc>
          <w:tcPr>
            <w:tcW w:w="1159" w:type="pct"/>
            <w:gridSpan w:val="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Pr="00320E48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320E48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 я и мои друзья                           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B87F72">
              <w:rPr>
                <w:rFonts w:ascii="Times New Roman" w:hAnsi="Times New Roman"/>
                <w:b/>
                <w:sz w:val="24"/>
                <w:szCs w:val="24"/>
              </w:rPr>
              <w:t>В плавательном бассейне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Мои друзья имя увлечения </w:t>
            </w:r>
            <w:r>
              <w:rPr>
                <w:rFonts w:ascii="Times New Roman" w:hAnsi="Times New Roman"/>
                <w:sz w:val="24"/>
                <w:szCs w:val="24"/>
              </w:rPr>
              <w:t>хобби</w:t>
            </w: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B7756C" w:rsidRDefault="00D3612D" w:rsidP="00283A2E">
            <w:pPr>
              <w:pStyle w:val="30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Упр.3 с.17,упр.8с18 А/Г/Ч: аудиотекст-история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At the swimming pool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Побуждение к действию, приказ.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Every week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. Ч/П: названия дней недели. Краткие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долгие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гласные</w:t>
            </w:r>
            <w:r w:rsidRPr="00B7756C">
              <w:rPr>
                <w:color w:val="000000"/>
                <w:lang w:val="en-US"/>
              </w:rPr>
              <w:t xml:space="preserve"> </w:t>
            </w:r>
            <w:r w:rsidRPr="00F70706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320E48" w:rsidRDefault="00D3612D" w:rsidP="00283A2E">
            <w:pPr>
              <w:pStyle w:val="BodyText"/>
              <w:ind w:left="20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cold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 onl It’s time for lunch!Look at Cody!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wrong?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Put on/Take off your jacket! </w:t>
            </w: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1C73CD" w:rsidRDefault="00D3612D" w:rsidP="00B87F72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Упр.1,7,8с.16-18</w:t>
            </w:r>
            <w:r w:rsidRPr="00B7756C">
              <w:rPr>
                <w:b/>
                <w:lang w:val="ru-RU"/>
              </w:rPr>
              <w:t xml:space="preserve"> Ч/Г/П: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личное письмо (Максима).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Days of the week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Диалог-расспрос по рису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кам, содержанию текста. </w:t>
            </w:r>
            <w:r w:rsidRPr="00B775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распис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ние на неделю.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>Г/Ч: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Swimming race</w:t>
            </w:r>
            <w:r w:rsidRPr="001C73CD">
              <w:rPr>
                <w:rStyle w:val="Strong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 day ta it today? Today </w:t>
            </w:r>
            <w:r w:rsidRPr="001C73CD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t«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„&lt;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•</w:t>
            </w:r>
          </w:p>
          <w:p w:rsidR="00D3612D" w:rsidRPr="001C73CD" w:rsidRDefault="00D3612D" w:rsidP="00B87F72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What'i </w:t>
            </w:r>
          </w:p>
          <w:p w:rsidR="00D3612D" w:rsidRPr="00B87F72" w:rsidRDefault="00D3612D" w:rsidP="00B87F72">
            <w:pPr>
              <w:pStyle w:val="BodyTex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словами. Догадываться о знач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нии незнакомых слов по контексту с опорой на рисунок.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 диалоге-побуждении к дейс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вию, понимать реа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собеседников.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с соблюдением норм произношения, удар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ния, интонации. Сра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нивать и анализировать сочетания букв, 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зоваться изученными правилами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Pr="006F183D" w:rsidRDefault="00D3612D" w:rsidP="00B87F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вслух небол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шой текст, построе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 на основе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ного материала,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правила прои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ношения, ритм англи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й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ского предложения. Не обращать внимания на незнакомые слова, не мешающие пониманию основного содержания прослушанн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го/прочитанного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ста. Участвовать в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логе-расспросе. Узн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вать в тексте и на слух, употреблять в речи изученные глаголы в формах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 коммуникативной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туацией*. Составлять расписание на неделю по аналогии.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</w:t>
            </w:r>
            <w:r w:rsidRPr="00283A2E">
              <w:rPr>
                <w:rFonts w:ascii="Times New Roman" w:hAnsi="Times New Roman"/>
                <w:b/>
                <w:sz w:val="24"/>
                <w:szCs w:val="24"/>
              </w:rPr>
              <w:t>Как это пишется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Страны изучаемого языка</w:t>
            </w:r>
          </w:p>
          <w:p w:rsidR="00D3612D" w:rsidRPr="00283A2E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теме множественное число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Упр.17с.27</w:t>
            </w:r>
          </w:p>
          <w:p w:rsidR="00D3612D" w:rsidRPr="00496D23" w:rsidRDefault="00D3612D" w:rsidP="00283A2E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4DF9">
              <w:rPr>
                <w:b w:val="0"/>
              </w:rPr>
              <w:t xml:space="preserve">А/Г/Ч: А/Г/Ч: 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аудиотекст-история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How do you spell it?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по содержанию текста, иллюстрациям. А/Г: диалог-расспрос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does Cody come from?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* Ч/П: стихотворение Веры. Звуко-буквенные соответствия, правила чтения буквы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Оо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>. Транскрипция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756C" w:rsidRDefault="00D3612D" w:rsidP="00283A2E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does Cody come from?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She comes from </w:t>
            </w:r>
            <w:smartTag w:uri="urn:schemas-microsoft-com:office:smarttags" w:element="place">
              <w:smartTag w:uri="urn:schemas-microsoft-com:office:smarttags" w:element="country-region">
                <w:r w:rsidRPr="00496D23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How do you spell it?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 w:rsidRPr="00B7756C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  <w:r>
              <w:rPr>
                <w:rStyle w:val="FranklinGothicMedium"/>
                <w:color w:val="000000"/>
              </w:rPr>
              <w:t xml:space="preserve"> </w:t>
            </w: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</w:p>
          <w:p w:rsidR="00D3612D" w:rsidRPr="00496D23" w:rsidRDefault="00D3612D" w:rsidP="00283A2E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Ч/А/Г/П: установление истинности/ложности высказывания.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Say true or false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. Вопросы к подлежащему, общий вопрос. А/Г: игра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Spelling game множественное число</w:t>
            </w:r>
            <w:r w:rsidRPr="0049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Say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true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or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false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3612D" w:rsidRPr="00B7756C" w:rsidRDefault="00D3612D" w:rsidP="00283A2E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Todd? (Todd’s Cody’s brother.)</w:t>
            </w:r>
            <w:r w:rsidRPr="00496D23">
              <w:rPr>
                <w:lang w:val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Is he five years old? (No.)Who lives in </w:t>
            </w:r>
            <w:smartTag w:uri="urn:schemas-microsoft-com:office:smarttags" w:element="place">
              <w:smartTag w:uri="urn:schemas-microsoft-com:office:smarttags" w:element="City">
                <w:r w:rsidRPr="00496D23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Moscow</w:t>
                </w:r>
              </w:smartTag>
            </w:smartTag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 What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big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</w:p>
          <w:p w:rsidR="00D3612D" w:rsidRPr="00496D23" w:rsidRDefault="00D3612D" w:rsidP="00283A2E">
            <w:pPr>
              <w:pStyle w:val="BodyText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Фонетика: 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нисх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дящая и восход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щая ин</w:t>
            </w:r>
            <w:r w:rsidRPr="00496D23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softHyphen/>
              <w:t>тонация в вопросительных предложениях</w:t>
            </w:r>
          </w:p>
          <w:p w:rsidR="00D3612D" w:rsidRPr="00496D23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283A2E">
            <w:pPr>
              <w:pStyle w:val="BodyText"/>
              <w:spacing w:line="221" w:lineRule="exact"/>
              <w:ind w:left="20" w:right="100"/>
              <w:jc w:val="both"/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словами,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Участвовать в диалоге-побуждении к действию, понимать реакцию собеседников. Читать вслух текст с соблюдением норм произношения. Доп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сывать пропущенные слова работать с общ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вопросами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к подлежащему. в тексте стихотворения. Соотносить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и звуковой образ английских слов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Зрительно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письменное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сказывание, узнавать знакомые слова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струкции, понимать его содержание, оценивать истинность/ложность высказывания. Разл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вопросительные предложения (общие и специальные вопр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сы), воспроизводить их в устной и письменной речи. Соотносить 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ковую и графическую формы слов, называть буквы, входящие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 слов. Участвовать в диалоге-расспросе. Пользоваться формами английского речевого этикета во время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вместной игры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83A2E">
              <w:rPr>
                <w:rFonts w:ascii="Times New Roman" w:hAnsi="Times New Roman"/>
                <w:b/>
                <w:sz w:val="24"/>
                <w:szCs w:val="24"/>
              </w:rPr>
              <w:t>Знакомство с проектом по теме «Знакомимся с Австралией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Страна страны изучаемого языка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Знакомство с проектом по теме «Знакомимся с Австралией. Ее животным миром</w:t>
            </w:r>
          </w:p>
          <w:p w:rsidR="00D3612D" w:rsidRPr="00283A2E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Австралия и ее достопримечательности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1час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7756C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.3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с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>.29</w:t>
            </w:r>
            <w:r w:rsidRPr="00320E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20E4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320E4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320E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>-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320E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project</w:t>
            </w:r>
            <w:r w:rsidRPr="00320E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about</w:t>
            </w:r>
            <w:r w:rsidRPr="00320E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Australia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Australian animals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. Диалог-расспрос о животных.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 тексты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Find the animal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B7756C">
              <w:t xml:space="preserve"> </w:t>
            </w:r>
            <w:r w:rsidRPr="004C049A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C049A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4C049A" w:rsidRDefault="00D3612D" w:rsidP="00283A2E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There are a lot of farms in </w:t>
            </w:r>
            <w:smartTag w:uri="urn:schemas-microsoft-com:office:smarttags" w:element="place">
              <w:smartTag w:uri="urn:schemas-microsoft-com:office:smarttags" w:element="country-region">
                <w:r w:rsidRPr="004C049A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C049A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4C049A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Sydney</w:t>
                </w:r>
              </w:smartTag>
            </w:smartTag>
            <w:r w:rsidRPr="004C049A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is famous for its bridge.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Alice Springs is in the mi</w:t>
            </w:r>
            <w:r w:rsidRPr="004C049A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4C049A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dle of </w:t>
            </w:r>
            <w:smartTag w:uri="urn:schemas-microsoft-com:office:smarttags" w:element="place">
              <w:smartTag w:uri="urn:schemas-microsoft-com:office:smarttags" w:element="country-region">
                <w:r w:rsidRPr="004C049A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C049A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</w:p>
          <w:p w:rsidR="00D3612D" w:rsidRPr="00320E48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E5D05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4E5D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4E5D05">
              <w:rPr>
                <w:rFonts w:ascii="Times New Roman" w:hAnsi="Times New Roman"/>
                <w:sz w:val="24"/>
                <w:szCs w:val="24"/>
                <w:lang w:val="en-US"/>
              </w:rPr>
              <w:t>.31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 32-33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Упр.4 с.30 </w:t>
            </w:r>
          </w:p>
          <w:p w:rsidR="00D3612D" w:rsidRPr="006F183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Australia quiz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66A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he doing? What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day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недели, утвердител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ные и отрица-тельные формы гл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гола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Guess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animal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вотного по образцу. 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диалог-расспрос об Австр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лии. Игра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Yes/No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. 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ный вопросы. Вопрос к подлежащему.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 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стралийских живо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т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Работа с карточками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со слуха/при зрительном восприятии содержание текста с некоторыми новыми словами, отвечать на вопросы с опорой на иллюстрации.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диалоге-расспросе по проч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му/прослушанному тексту. Описывать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вотное по аналогии. Находить в тексте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прошенную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цию. Употреблять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конструкции и лексику в речи</w:t>
            </w:r>
          </w:p>
          <w:p w:rsidR="00D3612D" w:rsidRPr="006F183D" w:rsidRDefault="00D3612D" w:rsidP="004E5D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ную информацию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стов, построенных на изученном материале и/или с некоторыми незнакомыми словами. Отвечать на вопросы викторины, задавать общие вопросы по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логии*. Соотносить звуковой и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образы слов,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зывать буквы, вход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щие в состав слов.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ставлять описание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вотного по образцу. Употреблять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менной речи изученные слова и конструкции в соответствии с коммуникативной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дачей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Задавать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типы вопросов,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них, опираясь на прослушанные/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прочитанные тексты. Оперировать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тельными словами в речи. Соблюдать пор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док слов в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нии. Пересказывать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лыша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ный/прочитанный текст (по опорам).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в речи изученные слова и конструкции в соответствии с комм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никативной задачей. Писать предложения по образцу</w:t>
            </w:r>
          </w:p>
          <w:p w:rsidR="00D3612D" w:rsidRPr="006F183D" w:rsidRDefault="00D3612D" w:rsidP="004E5D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Карточки по теме.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Входящая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трольная работа по теме м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оже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</w:tr>
      <w:tr w:rsidR="00D3612D" w:rsidRPr="006F183D" w:rsidTr="00E718DF">
        <w:trPr>
          <w:trHeight w:val="2557"/>
        </w:trPr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4E5D05">
              <w:rPr>
                <w:rFonts w:ascii="Times New Roman" w:hAnsi="Times New Roman"/>
                <w:b/>
                <w:sz w:val="24"/>
                <w:szCs w:val="24"/>
              </w:rPr>
              <w:t>Наша страна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EBE">
              <w:rPr>
                <w:rFonts w:ascii="Times New Roman" w:hAnsi="Times New Roman"/>
                <w:b/>
                <w:sz w:val="24"/>
                <w:szCs w:val="24"/>
              </w:rPr>
              <w:t>Страна страны изучаемого языка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Родная страна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Москва столица  России Санкт Петербург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Название родного города деревни страны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Сочи столица Олимпиады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темам множественное число местоимения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continious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Контрольная работа</w:t>
            </w:r>
          </w:p>
          <w:p w:rsidR="00D3612D" w:rsidRPr="006F3586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теме Россия</w:t>
            </w:r>
          </w:p>
          <w:p w:rsidR="00D3612D" w:rsidRPr="004E5D05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Упр.3 с.35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РТзад.А,В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А/Ч/Г: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Our country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. Диалог-расспрос о родной стране. Описание ф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тографии с опорой на текст. Интонация п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е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речисления.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Ч/П: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What are they famous for?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 Описание города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Упр.7с.37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</w:p>
          <w:p w:rsidR="00D3612D" w:rsidRPr="00B7756C" w:rsidRDefault="00D3612D" w:rsidP="00E60A74">
            <w:pPr>
              <w:pStyle w:val="20"/>
              <w:shd w:val="clear" w:color="auto" w:fill="auto"/>
              <w:ind w:left="20"/>
            </w:pP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РТ зад.С,Д Ес.23.</w:t>
            </w:r>
            <w:r w:rsidRPr="00AA1742">
              <w:rPr>
                <w:b w:val="0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Ч/Г/П: личное письмо (Бену). Диалог-расспрос о городе. Описание города. Рассказ о городе Сочи по образцу. Конструкции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there is/there are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 famous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for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. Звонкие и глухие согласные звуки</w:t>
            </w:r>
            <w:r w:rsidRPr="00AA1742">
              <w:rPr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320E48" w:rsidRDefault="00D3612D" w:rsidP="00E60A74">
            <w:pPr>
              <w:spacing w:line="240" w:lineRule="auto"/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</w:pPr>
            <w:r w:rsidRPr="00AA1742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There is a beautiful house not far from the town.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A1742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There are lots of streets and squares in </w:t>
            </w:r>
            <w:smartTag w:uri="urn:schemas-microsoft-com:office:smarttags" w:element="place">
              <w:smartTag w:uri="urn:schemas-microsoft-com:office:smarttags" w:element="City">
                <w:r w:rsidRPr="00AA1742">
                  <w:rPr>
                    <w:rStyle w:val="a0"/>
                    <w:rFonts w:ascii="Times New Roman" w:hAnsi="Times New Roman"/>
                    <w:bCs/>
                    <w:color w:val="000000"/>
                    <w:sz w:val="24"/>
                    <w:szCs w:val="24"/>
                    <w:lang w:val="en-US" w:eastAsia="en-US"/>
                  </w:rPr>
                  <w:t>Moscow</w:t>
                </w:r>
              </w:smartTag>
            </w:smartTag>
          </w:p>
          <w:p w:rsidR="00D3612D" w:rsidRPr="008A5DF6" w:rsidRDefault="00D3612D" w:rsidP="00E60A74">
            <w:pPr>
              <w:pStyle w:val="20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Диалоги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ГрамматикаА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Questions about </w:t>
            </w:r>
            <w:smartTag w:uri="urn:schemas-microsoft-com:office:smarttags" w:element="place">
              <w:smartTag w:uri="urn:schemas-microsoft-com:office:smarttags" w:element="country-region">
                <w:r w:rsidRPr="008A5DF6">
                  <w:rPr>
                    <w:rFonts w:ascii="Times New Roman" w:hAnsi="Times New Roman"/>
                    <w:b w:val="0"/>
                    <w:i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Описание рисунка. Характеристика предмета. Окончания имён существительных во мн. ч. Прилагательные, сочетание существительного с прилагательным. Конструкции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 is/there are, to be famous for</w:t>
            </w:r>
            <w:r w:rsidRPr="00B7756C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8A5DF6" w:rsidRDefault="00D3612D" w:rsidP="00E60A74">
            <w:pPr>
              <w:pStyle w:val="BodyText"/>
              <w:spacing w:line="221" w:lineRule="exact"/>
              <w:rPr>
                <w:rFonts w:ascii="Times New Roman" w:hAnsi="Times New Roman"/>
                <w:sz w:val="24"/>
                <w:szCs w:val="24"/>
              </w:rPr>
            </w:pP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What’s this?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It’s a house, there is/there are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This is a photo of my favourite city. 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</w:rPr>
              <w:t>окончания имён с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</w:rPr>
              <w:t>щест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вительных во множественном чи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ле 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Фонетика: 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iz</w:t>
            </w:r>
            <w:r w:rsidRPr="008A5DF6">
              <w:rPr>
                <w:rStyle w:val="a0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Грамматика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контроль.</w:t>
            </w:r>
            <w:r w:rsidRPr="00A34DF9">
              <w:rPr>
                <w:b/>
              </w:rPr>
              <w:t xml:space="preserve">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Повторение матери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ла I четверти. Урок-повторение.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br/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диалог-расспрос: описание животного. Формы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*. Викторина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Russia quiz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. Диалог-расспрос: описание персонажей.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ра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Spelling game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Произнесение назв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ний городов по бу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вам.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выделение тематических групп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Контрольная работа</w:t>
            </w:r>
          </w:p>
          <w:p w:rsidR="00D3612D" w:rsidRPr="00E60A74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055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словами,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Выборочно читать текст про себя/вслух. Участвовать в диалоге-расспросе по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нию прослушанн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го/прочитанного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ста. Описывать илл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страцию, опираясь на прочита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ный/прослушанный текст. Оперировать в речи изученными кл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 и активной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кой. Пользоваться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ченными правилами чтения букв, обозн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чающих согласные 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Зрительно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текст, узнавать знакомые слова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струкции, полностью понимать его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ние. Задавать вопросы по содержанию проч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танного текста,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них. Понимать значение незнакомых слов из контекста.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о городе с опорой на прослуша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ный/прочитанный текст. Различать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гласные звуки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Составлять описание рисунка по опорам,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пользуя изученные конструкции и акти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ную лексику.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слова по транскрипции. Разл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слух и адеква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произносить согла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звуки, соблюдая нормы произношения. Образовывать формы множественного числа существительных.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пользовать знания,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лученные на уроках окружающего мира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Участвовать в диалоге-расспросе. Расспраш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собеседника,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его вопросы. Пользоваться англи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й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ским алфавитом.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графический и звуковой образы слова. Применять основные правила чтения на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ченном материале.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личать виды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тельных предложений, корректно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их ритмико-интонационные 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бенности в речи. Узн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письменном и устном тексте,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и употреблять изученные лексические единицы в соответс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вии с коммуникативной задачей. Группировать слова по их тематич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ской принадлежности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Карточки по 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ме.Выполнение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ний по теме.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</w:tc>
        <w:tc>
          <w:tcPr>
            <w:tcW w:w="1113" w:type="pct"/>
            <w:gridSpan w:val="3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бота по темам</w:t>
            </w:r>
          </w:p>
          <w:p w:rsidR="00D3612D" w:rsidRPr="006F183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множественное число местоим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</w:t>
            </w:r>
            <w:r w:rsidRPr="006F3586">
              <w:rPr>
                <w:rFonts w:ascii="Times New Roman" w:hAnsi="Times New Roman"/>
                <w:b/>
                <w:sz w:val="24"/>
                <w:szCs w:val="24"/>
              </w:rPr>
              <w:t>Фигуры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Кто что умеет делать? рисовать петь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Описываем картинки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7750E4">
              <w:rPr>
                <w:rFonts w:ascii="Times New Roman" w:hAnsi="Times New Roman"/>
                <w:b/>
                <w:sz w:val="24"/>
                <w:szCs w:val="24"/>
              </w:rPr>
              <w:t>Что ты умеешь делать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 и мои друзья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Совместные занятия рисование школьный концерт прогулка в парке</w:t>
            </w:r>
          </w:p>
          <w:p w:rsidR="00D3612D" w:rsidRPr="007750E4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Глагол «уметь» в общих и специальных вопросах</w:t>
            </w:r>
          </w:p>
          <w:p w:rsidR="00D3612D" w:rsidRPr="006F358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CE56C9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Упр.4,7с.48-49</w:t>
            </w:r>
          </w:p>
          <w:p w:rsidR="00D3612D" w:rsidRPr="007D690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Упр.1,4,</w:t>
            </w:r>
            <w:r w:rsidRPr="00A34DF9">
              <w:rPr>
                <w:b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диотекст-история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инструкция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Tell your friend how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draw these pictures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описание рисунка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Write about 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. Утвердительная форма императива. Лексика тематич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ской группы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Colours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(повторение)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7D690D">
              <w:rPr>
                <w:b/>
                <w:lang w:val="en-US"/>
              </w:rPr>
              <w:t xml:space="preserve"> </w:t>
            </w:r>
            <w:r w:rsidRPr="00F21CFE">
              <w:rPr>
                <w:b/>
              </w:rPr>
              <w:t>А</w:t>
            </w:r>
            <w:r w:rsidRPr="00F21CFE">
              <w:rPr>
                <w:b/>
                <w:lang w:val="en-US"/>
              </w:rPr>
              <w:t>/</w:t>
            </w:r>
            <w:r w:rsidRPr="00F21CFE">
              <w:rPr>
                <w:b/>
              </w:rPr>
              <w:t>Г</w:t>
            </w:r>
            <w:r w:rsidRPr="00F21CFE">
              <w:rPr>
                <w:b/>
                <w:lang w:val="en-US"/>
              </w:rPr>
              <w:t xml:space="preserve">: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pi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ture is it?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it?</w:t>
            </w: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3C7A35">
            <w:pPr>
              <w:rPr>
                <w:rFonts w:ascii="Times New Roman" w:hAnsi="Times New Roman"/>
                <w:sz w:val="24"/>
                <w:szCs w:val="24"/>
              </w:rPr>
            </w:pP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One, two, buckle my shoe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игра «Кто лучше опишет ка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р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тинку?». Отработка активных констру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ций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this is…/these are….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How many…?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Повторение числительных</w:t>
            </w:r>
          </w:p>
          <w:p w:rsidR="00D3612D" w:rsidRDefault="00D3612D" w:rsidP="003C7A3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12D" w:rsidRPr="003C7A35" w:rsidRDefault="00D3612D" w:rsidP="003C7A3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Упр.11,13</w:t>
            </w: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с.50,51 Упр.4,7с.48-49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Упр.8с.50</w:t>
            </w: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РТзад.С</w:t>
            </w:r>
          </w:p>
          <w:p w:rsidR="00D3612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14D">
              <w:rPr>
                <w:rFonts w:ascii="Times New Roman" w:hAnsi="Times New Roman"/>
                <w:sz w:val="24"/>
                <w:szCs w:val="24"/>
              </w:rPr>
              <w:t>с.31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ауди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о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 xml:space="preserve">What can you do?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Диалог-расспрос об умениях, возможн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о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стях.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Interesting facts about animals.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Описание животных: что умеют делать.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br/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B493B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 can be anything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can’t they do?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Диалог-расспрос о том, кто что умеет/не умеет делать.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the story: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доп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сывание диалогов. Утвердительная и отрицательная фо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pct"/>
            <w:gridSpan w:val="5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текста с некоторыми новыми словами, соотносить его содержание с иллюстрациями. Читать вслух текст за диктором с соблюд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нием норм произношения, ударения, интонации.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вопросы с опорой на иллюстрации. Кратко пер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содержание текста. Соотносить графический и звуковой образы английских слов. Опираться на языковую догадку при распознавании интернациональных слов. Употреблять в речи утверд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тельную форму повелител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ного наклонения, изученную лексику. Воспроизводить в письменной речи повествов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тельные предложения на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нове образцов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диалог-расспрос, задавать специал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вопросы и корректно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них. Пользоваться изученными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Описывать рисунок по аналогии. Употреблять в речи изученные конструкции и лексику, количественно-именные сочетания с числительными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текста стихотворения, соотносить его с иллюстрациями. Читать вслух текст за диктором с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блюдением норм произнош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Описывать рисунок по аналогии. Воспроизводить в устной и письменной речи на основе образцов повествов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тельные предложения с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ченными конструкциями. Оперировать в речи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 лексикой</w:t>
            </w:r>
          </w:p>
          <w:p w:rsidR="00D3612D" w:rsidRDefault="00D3612D" w:rsidP="00C03B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некоторыми новыми словами, соотносить его с иллюстрациями. Читать вслух текст со знакомыми словами, соблюдая правила произношения. Читать текст про себя, понимать основное содержание и передавать его по-русски. Составлять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животного по образцу. Употреблять модальный гл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 изученных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рукциях. Пользоваться акти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лексикой. Уметь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вильно читать изученные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ва, соблюдать основные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вила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общее содержание песни улавливать мелодию читать текст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песни подпевать задавать вопросы отвечать на вопросы знать последов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тельность букв</w:t>
            </w:r>
          </w:p>
          <w:p w:rsidR="00D3612D" w:rsidRPr="006F183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Употреблять в речи краткую и полную форму глаголов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тать в парах и малых группах.</w:t>
            </w:r>
          </w:p>
        </w:tc>
        <w:tc>
          <w:tcPr>
            <w:tcW w:w="756" w:type="pct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671298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C03B99">
              <w:rPr>
                <w:rFonts w:ascii="Times New Roman" w:hAnsi="Times New Roman"/>
                <w:b/>
                <w:sz w:val="24"/>
                <w:szCs w:val="24"/>
              </w:rPr>
              <w:t>Снег идёт</w:t>
            </w:r>
          </w:p>
          <w:p w:rsidR="00D3612D" w:rsidRPr="00C03B99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Снег идет</w:t>
            </w:r>
          </w:p>
          <w:p w:rsidR="00D3612D" w:rsidRPr="00C03B99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B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Природа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B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Погода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671298">
              <w:rPr>
                <w:rFonts w:ascii="Times New Roman" w:hAnsi="Times New Roman"/>
                <w:b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B1DEB">
              <w:rPr>
                <w:rFonts w:ascii="Times New Roman" w:hAnsi="Times New Roman"/>
                <w:b/>
                <w:sz w:val="24"/>
                <w:szCs w:val="24"/>
              </w:rPr>
              <w:t>А ты умеешь кататься на велосипеде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Что умеют делать члены семьи увлечения хобби. </w:t>
            </w:r>
          </w:p>
          <w:p w:rsidR="00D3612D" w:rsidRPr="001B1DEB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Что может делать Великий Фидо? Кто что умеет делать</w:t>
            </w:r>
          </w:p>
        </w:tc>
      </w:tr>
      <w:tr w:rsidR="00D3612D" w:rsidRPr="006F183D" w:rsidTr="00BF06BF">
        <w:tc>
          <w:tcPr>
            <w:tcW w:w="349" w:type="pct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24-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52" w:type="pct"/>
            <w:gridSpan w:val="3"/>
          </w:tcPr>
          <w:p w:rsidR="00D3612D" w:rsidRPr="00B349E7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Упр.4,5,7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с.54-55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Упр.1,4,6</w:t>
            </w:r>
          </w:p>
          <w:p w:rsidR="00D3612D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с.52-55</w:t>
            </w:r>
            <w:r w:rsidRPr="005E1DBB">
              <w:rPr>
                <w:b/>
              </w:rPr>
              <w:t>А/Ч/Г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It’s snowing!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Диалог-расспрос о погоде, о зимних забавах. Лекс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ка по теме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Weather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Right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or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wrong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? Выбор ответа с опорой на 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люстрации.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about the pictures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Оп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сание погоды по илл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ю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страциям.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2" w:type="pct"/>
            <w:gridSpan w:val="6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на слух содержание текста, отвечать на вопросы с опорой на иллюстрации.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относить содержание текста с предложенным рисунком,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танавливать истинность или ложность утверждений.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и разыгрывать диалоги с соблюдением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образца. Узнавать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слова и словосочет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 в устной и письменной речи, воспроизводить их и вставлять в предложения.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ходить слова в тексте по транскрипции. Правильно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тать слова с непроизносимыми согласными. Употреблять в речи модальный глагол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утвердительной и отрицател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формах. Правильно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реблять изученные глаголы в форме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*. Работать в парах</w:t>
            </w:r>
          </w:p>
        </w:tc>
        <w:tc>
          <w:tcPr>
            <w:tcW w:w="758" w:type="pct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349" w:type="pct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52" w:type="pct"/>
            <w:gridSpan w:val="3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В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.33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weather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Диалог-расспрос о п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годе в разное время г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да. 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What’s this?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Описание природных явлений по иллюстр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ции. Буква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Gg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 различных сочетаниях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C03B99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.11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 xml:space="preserve">.56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 xml:space="preserve">.12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.57</w:t>
            </w:r>
          </w:p>
          <w:p w:rsidR="00D3612D" w:rsidRPr="00B7756C" w:rsidRDefault="00D3612D" w:rsidP="00C03B99">
            <w:pPr>
              <w:pStyle w:val="22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.35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Rainy</w:t>
            </w:r>
            <w:r w:rsidRPr="00C03B9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Day</w:t>
            </w:r>
            <w:r w:rsidRPr="00C03B9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Robin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Диалог-расспрос по содержанию песни. 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погоде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,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игра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What is the weather like today?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postcard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to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friend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Написание открытки по образцу. описание погоды.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F8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61F86" w:rsidRDefault="00D3612D" w:rsidP="00C03B99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the weather like?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Are you like Rainy Day Robin?</w:t>
            </w: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66A49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Упр.4с.59 Упр.9 с.61</w:t>
            </w:r>
          </w:p>
          <w:p w:rsidR="00D3612D" w:rsidRPr="00E66A49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Упр.1,6 с.58,60 РТ зад.А,В</w:t>
            </w:r>
          </w:p>
          <w:p w:rsidR="00D3612D" w:rsidRPr="00E66A49" w:rsidRDefault="00D3612D" w:rsidP="001B1DEB">
            <w:pPr>
              <w:pStyle w:val="22"/>
              <w:shd w:val="clear" w:color="auto" w:fill="auto"/>
              <w:spacing w:line="170" w:lineRule="exact"/>
              <w:ind w:left="2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с.36 А/Ч/Г: аудиотекст-история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Can you ride a bicycle?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об увлечениях, хобби. Ч/Г: загадка о членах семьи: знакомство с заданиями типа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Multiple choice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Лексика тематических групп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Family, Hobby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П: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Finish the poster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>. Работа с активной лексикой и речевыми образцами</w:t>
            </w:r>
            <w:r w:rsidRPr="00E66A49">
              <w:rPr>
                <w:rStyle w:val="Strong"/>
                <w:rFonts w:ascii="Times New Roman" w:hAnsi="Times New Roman"/>
                <w:bCs w:val="0"/>
                <w:color w:val="000000"/>
                <w:sz w:val="24"/>
                <w:szCs w:val="24"/>
              </w:rPr>
              <w:t xml:space="preserve"> </w:t>
            </w:r>
            <w:r w:rsidRPr="00E66A49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mother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father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cousin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do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66A49">
              <w:rPr>
                <w:rStyle w:val="a0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My cousin can ride a motorbike.</w:t>
            </w:r>
          </w:p>
          <w:p w:rsidR="00D3612D" w:rsidRPr="00320E48" w:rsidRDefault="00D3612D" w:rsidP="001B1DEB">
            <w:pPr>
              <w:spacing w:after="0" w:line="240" w:lineRule="auto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E66A4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about you/your family?My family can’t do anything much.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6A4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She’s got a lot of friends in </w:t>
            </w:r>
            <w:smartTag w:uri="urn:schemas-microsoft-com:office:smarttags" w:element="place">
              <w:smartTag w:uri="urn:schemas-microsoft-com:office:smarttags" w:element="country-region">
                <w:r w:rsidRPr="00E66A49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J</w:t>
                </w:r>
                <w:r w:rsidRPr="00E66A49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</w:t>
                </w:r>
                <w:r w:rsidRPr="00E66A49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pan</w:t>
                </w:r>
              </w:smartTag>
            </w:smartTag>
            <w:r w:rsidRPr="00E66A4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 My mother is his mother. Who is she?</w:t>
            </w:r>
          </w:p>
          <w:p w:rsidR="00D3612D" w:rsidRPr="00320E48" w:rsidRDefault="00D3612D" w:rsidP="001B1DEB">
            <w:pPr>
              <w:spacing w:after="0" w:line="240" w:lineRule="auto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.11,12,13</w:t>
            </w: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.62,63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  <w:p w:rsidR="00D3612D" w:rsidRPr="001B1DEB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.37,38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ауди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Fido the Great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. Диалог-расспрос об увлечениях, хобби, видах спорта.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Mr Wolf’s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Введ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tree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Описание семьи. Пис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ь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мо Веры (театр Ю. Ку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лачёва).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What can you do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? Количес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венно-именные сочет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ния с числительными</w:t>
            </w:r>
          </w:p>
        </w:tc>
        <w:tc>
          <w:tcPr>
            <w:tcW w:w="1802" w:type="pct"/>
            <w:gridSpan w:val="6"/>
          </w:tcPr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 о погоде, адекватно реагировать на вопросы. Ч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тать слова в соответствии с изученными правилами чт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ния, правильно читать тран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крипцию. Употреблять в речи изученные формы 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* и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Present Simple Tense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 при описании п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годных явлений. Пользоваться утвердительной и отрицател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ной формой модального гл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гола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 в письменной и ус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ной речи. Корректно читать согласные звуки, соблюдая правила произ</w:t>
            </w:r>
            <w:r>
              <w:rPr>
                <w:rFonts w:ascii="Times New Roman" w:hAnsi="Times New Roman"/>
                <w:sz w:val="24"/>
                <w:szCs w:val="24"/>
              </w:rPr>
              <w:t>ношения</w:t>
            </w:r>
          </w:p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общее содержание песни, улавливать её мелодию, читать текст песни, подпевать. Соотносить содержание текста с иллюстрацией. Разыгрывать диалоги: понимать вопросы собеседника, отвечать на них с учётом контекста. Писать по образцу открытку зарубежн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му другу. Правильно испол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 в речи изученные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 и лексику для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сания погодных явлений.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структуру сложного слова, догадываться о его 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чении. Правильно употреблять в речи изученные глагольные формы (утвердительные,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рицательные, вопросительные конструкции)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на слух содержание текста с некоторыми новыми словами, отвечать на вопросы с опорой на иллюстрации.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диктором с соблюдением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ударения, интонации. Вести диалог-расспрос по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сту, адекватно реагировать на вопросы. Рассказывать по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логии об увлечениях членов своей семьи. Употреблять в речи вопросительные, утве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дительные и отрицательные предложения с модальным глаголом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, оперировать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тивной лексикой. Читать и писать слова с дифтонгами, краткими и долгими гласн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Восстанавливать в тексте пропущенные слова с опорой на иллюстрации</w:t>
            </w:r>
          </w:p>
          <w:p w:rsidR="00D3612D" w:rsidRPr="008A3C0F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 об увлечениях, хо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би, отвечать на вопросы соб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седника, используя новую лексику. Писать по аналогии краткое личное письмо зар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бежному сверстнику. Упо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реблять в речи вопросител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ные, утвердительные и отр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цательные предложения с модальным глаголом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. Воспроизводить изученные слова орфографически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ректно</w:t>
            </w:r>
          </w:p>
        </w:tc>
        <w:tc>
          <w:tcPr>
            <w:tcW w:w="758" w:type="pct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298">
              <w:rPr>
                <w:rFonts w:ascii="Times New Roman" w:hAnsi="Times New Roman"/>
                <w:b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B1DEB">
              <w:rPr>
                <w:rFonts w:ascii="Times New Roman" w:hAnsi="Times New Roman"/>
                <w:b/>
                <w:sz w:val="24"/>
                <w:szCs w:val="24"/>
              </w:rPr>
              <w:t>Идём по магазинам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азные магазины продаваемые в них товары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ислительные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Повторение по темам числительные. Местоимения определенный не определенный 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тикли</w:t>
            </w:r>
          </w:p>
          <w:p w:rsidR="00D3612D" w:rsidRPr="00B349E7" w:rsidRDefault="00D3612D" w:rsidP="00F11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Контрольная работа по темам числительные. местоимения определенный не определе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тикль.</w:t>
            </w:r>
          </w:p>
          <w:p w:rsidR="00D3612D" w:rsidRPr="001B1DEB" w:rsidRDefault="00D3612D" w:rsidP="008A3C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Повторение по теме покупки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9D2083" w:rsidRDefault="00D3612D" w:rsidP="00F11BC6">
            <w:pPr>
              <w:pStyle w:val="10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.4.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с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  <w:r w:rsidRPr="009D208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This is a chemist’s.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 can buy medicine here.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This shop is called a baker’s.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It sells bread and cakes.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Where can you buy some milk?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 can buy flowers too.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How</w:t>
            </w:r>
            <w:r w:rsidRPr="00F11BC6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much</w:t>
            </w:r>
            <w:r w:rsidRPr="00F11BC6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</w:t>
            </w:r>
            <w:r w:rsidRPr="00F11BC6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that</w:t>
            </w:r>
            <w:r w:rsidRPr="00F11BC6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F11BC6">
              <w:rPr>
                <w:rFonts w:ascii="Times New Roman" w:hAnsi="Times New Roman"/>
                <w:sz w:val="24"/>
                <w:szCs w:val="24"/>
              </w:rPr>
              <w:t>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Shopping</w:t>
            </w:r>
            <w:r w:rsidRPr="00F11BC6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F11B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Этикетный диалог: общение в магазине. «Слова-ловушки».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 xml:space="preserve">А/Г: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 xml:space="preserve">What has she got?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Исчисля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мые/неисчисляемые существительные; числительные.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Where can you buy it?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Названия продуктов, магазинов. Мест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, арти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ли</w:t>
            </w: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Упр.7,8,9 с66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Упр.12с.67</w:t>
            </w:r>
          </w:p>
          <w:p w:rsidR="00D3612D" w:rsidRPr="00B7756C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>.40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36EA">
              <w:rPr>
                <w:b/>
              </w:rPr>
              <w:t>А</w:t>
            </w:r>
            <w:r w:rsidRPr="008A369B">
              <w:rPr>
                <w:b/>
                <w:lang w:val="en-US"/>
              </w:rPr>
              <w:t>/</w:t>
            </w:r>
            <w:r w:rsidRPr="003E36EA">
              <w:rPr>
                <w:b/>
              </w:rPr>
              <w:t>Г</w:t>
            </w:r>
            <w:r w:rsidRPr="008A369B">
              <w:rPr>
                <w:b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Which shop are they in?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Закрепление клише в ситуациях общения в магазине (просьба, обознач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ние цены, благода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ность). 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has she got?/Where can you buy it?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Ди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лог-расспрос. Лекс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ка по темам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Food, Shopping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Множес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венное число сущ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ствительных, исчи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ляемые и неисчи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ляемые существ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тельные. Местоим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Числител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ные до 100</w:t>
            </w:r>
          </w:p>
          <w:p w:rsidR="00D3612D" w:rsidRPr="008A369B" w:rsidRDefault="00D3612D" w:rsidP="00D94981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buy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doll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toy shop.) Where can you buy some cheese?</w:t>
            </w:r>
            <w:r w:rsidRPr="008A369B"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supermarket.)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shop are they in?</w:t>
            </w:r>
          </w:p>
          <w:p w:rsidR="00D3612D" w:rsidRPr="00B7756C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.69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.68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236B3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236B3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much is that?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 you got any b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nanas?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some toothpaste, please?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(Yes. Here you are.)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help you?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haven’t got enough money!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Has Sarah got any milk?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hasn’t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Whose basket is it?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Choose the right price.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дания на устано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ление соот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ветствия текста и иллюст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рации. Игра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How much is that?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(маг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зины и покупки, еда, речевой этикет 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ния с продавцом). П: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Write the story.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Диалог в магази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не. Дописывание фраз с опорой на иллюстр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цию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320E4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320E4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this</w:t>
            </w:r>
            <w:r w:rsidRPr="00320E4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320E48">
              <w:rPr>
                <w:b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flowers are there in the garden?</w:t>
            </w:r>
            <w:r w:rsidRPr="00236B33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Lera swim in the river? Has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dog</w:t>
            </w:r>
            <w:r w:rsidRPr="00236B33">
              <w:rPr>
                <w:rStyle w:val="Tahoma"/>
                <w:b w:val="0"/>
                <w:color w:val="000000"/>
                <w:lang w:eastAsia="en-US"/>
              </w:rPr>
              <w:t>?</w:t>
            </w:r>
            <w:r>
              <w:rPr>
                <w:rStyle w:val="Hyperlink"/>
                <w:color w:val="000000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Повторение м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териала II четверти. Урок-повторение Ч/Г: рассказ о кан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кулах Леры. Диалог-расспрос по иллюс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рации. Определё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ный артикль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  <w:p w:rsidR="00D3612D" w:rsidRPr="006F183D" w:rsidRDefault="00D3612D" w:rsidP="00D949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некоторыми новыми словами. Отвечать на вопросы по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нию текста с опорой на иллюстрации. 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Опираться на языковую догадку при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вании интернационал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ных слов, осознать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ществование «слов-ловушек» и необход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мость использования словаря. Познакомит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ся с понятием исчи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ляемые/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неисчисляемые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речи изученные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 с опред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лё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ным/неопределённым/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нулевым артиклями в единственном и мн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жественном числе, с числительными, с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стоимением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станавливать слова в тексте, построенном на изученном материале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конструкциями,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полнять задание на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отнесение текста с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люстрацией. Вести диалог-расспрос на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нове 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 с описанием кул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нарного рецепта, аде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ватно реагировать на вопросы. Распознавать и употреблять в устной и письменной речи изученную лексику и речевые образцы. Пользоваться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Воспринимать со слуха и зрительно содерж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ние текста с изученн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ы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ми словами и конс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рукциями, восстана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ливать правильный п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рядок реплик в пис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ь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менном тексте с опорой на аудиотекст. Соотн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сить содержание текста с изученными словами и конструкциями с 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люстрацией. Вести диалог, соблюдая реч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вой этикет, правильно употребляя активную лексику и речевые 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б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разцы. Корректно во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производить в речи изученные грамматич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ские констр</w:t>
            </w:r>
            <w:r>
              <w:rPr>
                <w:rFonts w:ascii="Times New Roman" w:hAnsi="Times New Roman"/>
                <w:sz w:val="24"/>
                <w:szCs w:val="24"/>
              </w:rPr>
              <w:t>укции</w:t>
            </w: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34A3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Воспринимать зр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к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ста с изученными сл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вами и конструкциями, читать его, понимать как основное содерж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ние, так и детали.  П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ресказывать прочита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ный текст (по опорам). Распознавать и упо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реблять в речи изуче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ные существительные с соответствующим 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тиклем, с числител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ь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ными, с местоимени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я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B334A3">
              <w:rPr>
                <w:rFonts w:ascii="Times New Roman" w:hAnsi="Times New Roman"/>
                <w:i/>
                <w:sz w:val="24"/>
                <w:szCs w:val="24"/>
              </w:rPr>
              <w:t>some/any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. Вести диалог-расспрос по 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сунку. Правильно употреблять активную лексику и речевые 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б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разцы.  Соотносить графический и звук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вой образы английских слов, пользуясь осно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повторить числ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  <w:p w:rsidR="00D3612D" w:rsidRPr="006F183D" w:rsidRDefault="00D3612D" w:rsidP="00B334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113" w:type="pct"/>
            <w:gridSpan w:val="3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71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E71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бота по темам числительные. местоимения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ределенный не определенный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B36C9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B36C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 сомооценкой</w:t>
            </w:r>
          </w:p>
        </w:tc>
        <w:tc>
          <w:tcPr>
            <w:tcW w:w="1416" w:type="pct"/>
            <w:gridSpan w:val="3"/>
          </w:tcPr>
          <w:p w:rsidR="00D3612D" w:rsidRPr="00B334A3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4A3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B36C92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1. Постер с рисунками на основе геометрич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ских фигур. 2. Постер с таблицей “What can we do?” на основе опроса (</w:t>
            </w:r>
            <w:r w:rsidRPr="00B334A3">
              <w:rPr>
                <w:rFonts w:ascii="Times New Roman" w:hAnsi="Times New Roman"/>
                <w:i/>
                <w:sz w:val="24"/>
                <w:szCs w:val="24"/>
              </w:rPr>
              <w:t>survey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). 3. Календарь погоды для обознач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ния погодных явлений. 4. Постеры о погоде в разных частях света в разное время года. 5. Постер об активном отдыхе. 6. Подборка иллюстраций о магаз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нах и товарах, которые там можно купить</w:t>
            </w:r>
          </w:p>
        </w:tc>
        <w:tc>
          <w:tcPr>
            <w:tcW w:w="1113" w:type="pct"/>
            <w:gridSpan w:val="3"/>
          </w:tcPr>
          <w:p w:rsidR="00D3612D" w:rsidRPr="00B334A3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36C92">
        <w:tc>
          <w:tcPr>
            <w:tcW w:w="5000" w:type="pct"/>
            <w:gridSpan w:val="14"/>
          </w:tcPr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Я и моя семья                </w:t>
            </w:r>
            <w:r w:rsidRPr="00B36C92">
              <w:rPr>
                <w:rFonts w:ascii="Times New Roman" w:hAnsi="Times New Roman"/>
                <w:b/>
                <w:sz w:val="24"/>
                <w:szCs w:val="24"/>
              </w:rPr>
              <w:t>Давайте напечём блинов</w:t>
            </w:r>
          </w:p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Основные продукты питания</w:t>
            </w:r>
          </w:p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Употребление определённого неопределённого артикля</w:t>
            </w:r>
          </w:p>
          <w:p w:rsidR="00D3612D" w:rsidRPr="00B36C92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Любимая еда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Упр.8с.75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Упр.1с.72,73</w:t>
            </w: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с.43</w:t>
            </w:r>
            <w:r w:rsidRPr="00E25012">
              <w:rPr>
                <w:b/>
              </w:rPr>
              <w:t xml:space="preserve">А/Ч/Г: 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 make some</w:t>
            </w:r>
            <w:r w:rsidRPr="00E25012">
              <w:rPr>
                <w:i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pancakes!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Диалог-расспрос и побуждение к совм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е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стным действиям. Побудительные предложения с ко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н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струкцией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Let’s…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. Текст-инструкция (приготовление бл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ю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да). Названия пр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дуктов питания, предметов кухонной утвари. 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Find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pancakes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doesVera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с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мые/неисчисляемые существительные с местоимением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, артиклями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a/an</w:t>
            </w:r>
          </w:p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Упр.9с.76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Упр.11.с.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76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It’s sticky!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Описание пр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и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знаков разных пре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д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метов.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they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Кулина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 рецепт. Мест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в вопр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сительном предл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жении.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рецепт Джил. Заполнение пропусков в предл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жении. </w:t>
            </w: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9D4CB7" w:rsidRDefault="00D3612D" w:rsidP="00B36C92">
            <w:pPr>
              <w:pStyle w:val="BodyText"/>
              <w:widowControl w:val="0"/>
              <w:tabs>
                <w:tab w:val="left" w:pos="730"/>
              </w:tabs>
              <w:spacing w:after="0"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.          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>,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>.44,45</w:t>
            </w:r>
            <w:r w:rsidRPr="00320E48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20E48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320E48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What</w:t>
            </w:r>
            <w:r w:rsidRPr="00320E48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can</w:t>
            </w:r>
            <w:r w:rsidRPr="00320E48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you</w:t>
            </w:r>
            <w:r w:rsidRPr="00320E48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cook</w:t>
            </w:r>
            <w:r w:rsidRPr="00320E48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 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Обсужд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ние рецепта. Ч/Г/П: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What</w:t>
            </w:r>
            <w:r w:rsidRPr="00B36C92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does</w:t>
            </w:r>
            <w:r w:rsidRPr="00B36C92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Dasha</w:t>
            </w:r>
            <w:r w:rsidRPr="00B36C92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need</w:t>
            </w:r>
            <w:r w:rsidRPr="00B36C92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Диалог-расспрос о ку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softHyphen/>
              <w:t>линарном рецепте. Специ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softHyphen/>
              <w:t>альный и о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щий вопросы, м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 xml:space="preserve">стоимение </w:t>
            </w:r>
            <w:r w:rsidRPr="009D4CB7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any</w:t>
            </w:r>
            <w:r w:rsidRPr="00B36C92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ставле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softHyphen/>
              <w:t>ние рецепта по образцу. От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softHyphen/>
              <w:t>работка активных конст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softHyphen/>
              <w:t>рукций и ле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сики</w:t>
            </w:r>
          </w:p>
          <w:p w:rsidR="00D3612D" w:rsidRPr="009D4CB7" w:rsidRDefault="00D3612D" w:rsidP="00B36C92">
            <w:pPr>
              <w:pStyle w:val="40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4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D4CB7" w:rsidRDefault="00D3612D" w:rsidP="00B36C92">
            <w:pPr>
              <w:pStyle w:val="BodyText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cook?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need? (I need ....)</w:t>
            </w:r>
            <w:r w:rsidRPr="009D4CB7">
              <w:rPr>
                <w:lang w:val="en-US"/>
              </w:rPr>
              <w:t xml:space="preserve"> 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need any salt?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many cucumbers do you need?</w:t>
            </w:r>
          </w:p>
          <w:p w:rsidR="00D3612D" w:rsidRPr="00B334A3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и зрительно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с некотор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новыми словами, соотносить его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с иллюстраци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Читать вслух текст за диктором с собл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ударения,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нации.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люстрацию.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речи изученные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 с соотве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ствующими артиклями и местоимениями.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рировать в речи фо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мами повелительного наклонения в общении с одноклассниками в определённой комм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никативной ситуации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конструкциями, 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ы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полнять задание на 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отнесение текста с 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люстрацией. Вести диалог-расспрос на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нове прочитанного те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ста с описанием кул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нарного рецепта, аде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ватно реагировать на вопросы. Распознавать и употреблять в устной и письменной речи изученную лексику и речевые образцы. Пользоваться осно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конструкциями, читать его с соблюдением норм произношения. Узнавать в письменном и устном текстах, во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производить и упо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реблять в речи изуче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ницы в соответствии с коммуникативной 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дачей. Разыгрывать диалоги с опорой на образец. Различать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б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щий и специальный вопросы, уметь их 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давать и отвечать на них. Рассказывать р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цепт приготовления блюда с опорой на 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люстрацию. Уметь п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сать утвердительные предложения по анал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гии</w:t>
            </w:r>
          </w:p>
        </w:tc>
        <w:tc>
          <w:tcPr>
            <w:tcW w:w="1113" w:type="pct"/>
            <w:gridSpan w:val="3"/>
          </w:tcPr>
          <w:p w:rsidR="00D3612D" w:rsidRPr="00B334A3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36C92">
        <w:tc>
          <w:tcPr>
            <w:tcW w:w="5000" w:type="pct"/>
            <w:gridSpan w:val="14"/>
          </w:tcPr>
          <w:p w:rsidR="00D3612D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CE44D1">
              <w:rPr>
                <w:rFonts w:ascii="Times New Roman" w:hAnsi="Times New Roman"/>
                <w:b/>
                <w:sz w:val="24"/>
                <w:szCs w:val="24"/>
              </w:rPr>
              <w:t>Я и моя 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C92">
              <w:rPr>
                <w:rFonts w:ascii="Times New Roman" w:hAnsi="Times New Roman"/>
                <w:b/>
                <w:sz w:val="24"/>
                <w:szCs w:val="24"/>
              </w:rPr>
              <w:t>Который час</w:t>
            </w:r>
          </w:p>
          <w:p w:rsidR="00D3612D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Мой день обозначение времени</w:t>
            </w:r>
          </w:p>
          <w:p w:rsidR="00D3612D" w:rsidRPr="00B36C92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Распорядок дня домашние обязанности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Упр.5с.79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Упр.7-10с.80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Упр.1с.78</w:t>
            </w:r>
          </w:p>
          <w:p w:rsidR="00D3612D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Упр.6с.80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с.47</w:t>
            </w: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E25012">
              <w:rPr>
                <w:b/>
              </w:rPr>
              <w:t>А/Ч/Г:</w:t>
            </w:r>
            <w:r w:rsidRPr="00337997">
              <w:t xml:space="preserve"> </w:t>
            </w:r>
            <w:r w:rsidRPr="000E7B3C">
              <w:t xml:space="preserve">аудиотекст-история </w:t>
            </w:r>
            <w:r w:rsidRPr="000E7B3C">
              <w:rPr>
                <w:i/>
                <w:lang w:val="en-US"/>
              </w:rPr>
              <w:t>What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time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is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it</w:t>
            </w:r>
            <w:r w:rsidRPr="000E7B3C">
              <w:rPr>
                <w:i/>
              </w:rPr>
              <w:t>?</w:t>
            </w:r>
            <w:r w:rsidRPr="000E7B3C">
              <w:t xml:space="preserve"> Обозначение времени. Подбор соответству</w:t>
            </w:r>
            <w:r w:rsidRPr="000E7B3C">
              <w:t>ю</w:t>
            </w:r>
            <w:r w:rsidRPr="000E7B3C">
              <w:t xml:space="preserve">щей иллюстрации к тексту. </w:t>
            </w:r>
            <w:r w:rsidRPr="000E7B3C">
              <w:rPr>
                <w:b/>
              </w:rPr>
              <w:t>Г:</w:t>
            </w:r>
            <w:r w:rsidRPr="000E7B3C">
              <w:t xml:space="preserve"> диалог-расспрос по рисункам. Специальный вопрос. </w:t>
            </w:r>
            <w:r w:rsidRPr="000E7B3C">
              <w:rPr>
                <w:b/>
              </w:rPr>
              <w:t>П:</w:t>
            </w:r>
            <w:r w:rsidRPr="000E7B3C">
              <w:t xml:space="preserve"> </w:t>
            </w:r>
            <w:r w:rsidRPr="000E7B3C">
              <w:rPr>
                <w:i/>
                <w:lang w:val="en-US"/>
              </w:rPr>
              <w:t>Write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the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story</w:t>
            </w:r>
            <w:r w:rsidRPr="000E7B3C">
              <w:rPr>
                <w:i/>
              </w:rPr>
              <w:t>.</w:t>
            </w:r>
            <w:r w:rsidRPr="000E7B3C">
              <w:t xml:space="preserve"> Пр</w:t>
            </w:r>
            <w:r w:rsidRPr="000E7B3C">
              <w:t>и</w:t>
            </w:r>
            <w:r w:rsidRPr="000E7B3C">
              <w:t>глашение</w:t>
            </w:r>
            <w:r w:rsidRPr="00B7756C">
              <w:rPr>
                <w:lang w:val="en-US"/>
              </w:rPr>
              <w:t xml:space="preserve"> </w:t>
            </w:r>
            <w:r w:rsidRPr="000E7B3C">
              <w:t>к</w:t>
            </w:r>
            <w:r w:rsidRPr="00B7756C">
              <w:rPr>
                <w:lang w:val="en-US"/>
              </w:rPr>
              <w:t xml:space="preserve"> </w:t>
            </w:r>
            <w:r w:rsidRPr="000E7B3C">
              <w:t>действию</w:t>
            </w:r>
            <w:r w:rsidRPr="00B7756C">
              <w:rPr>
                <w:lang w:val="en-US"/>
              </w:rPr>
              <w:t xml:space="preserve">: </w:t>
            </w:r>
            <w:r w:rsidRPr="000E7B3C">
              <w:t>конструкция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i/>
                <w:lang w:val="en-US"/>
              </w:rPr>
              <w:t>Let</w:t>
            </w:r>
            <w:r w:rsidRPr="00B7756C">
              <w:rPr>
                <w:i/>
                <w:lang w:val="en-US"/>
              </w:rPr>
              <w:t>’</w:t>
            </w:r>
            <w:r w:rsidRPr="000E7B3C">
              <w:rPr>
                <w:i/>
                <w:lang w:val="en-US"/>
              </w:rPr>
              <w:t>s</w:t>
            </w:r>
            <w:r w:rsidRPr="00B7756C">
              <w:rPr>
                <w:i/>
                <w:lang w:val="en-US"/>
              </w:rPr>
              <w:t>…</w:t>
            </w:r>
            <w:r w:rsidRPr="00B7756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time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half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past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really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nine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on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re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ate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Hurry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up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320E4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320E4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320E4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matter</w:t>
            </w: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.82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.18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.83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D3612D" w:rsidRPr="000E7B3C" w:rsidRDefault="00D3612D" w:rsidP="00341327">
            <w:pPr>
              <w:pStyle w:val="10"/>
              <w:shd w:val="clear" w:color="auto" w:fill="auto"/>
              <w:ind w:left="20"/>
              <w:rPr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20E4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20E4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320E4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: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Письмо</w:t>
            </w:r>
            <w:r w:rsidRPr="00320E4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Коди</w:t>
            </w:r>
            <w:r w:rsidRPr="00320E4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20E4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 day</w:t>
            </w:r>
            <w:r w:rsidRPr="00320E4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в утвердительных и вопросительных предложениях. Диалог-приглашение: конструкция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Let’s...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br/>
              <w:t xml:space="preserve">Ч/Г: игра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Is it a good idea?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Приглашение к действию. А/Ч: песня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We like eating spaghetti!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 sentences.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Речевые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образцы</w:t>
            </w:r>
            <w:r w:rsidRPr="000E7B3C">
              <w:rPr>
                <w:rStyle w:val="1"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341327" w:rsidRDefault="00D3612D" w:rsidP="003413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 it ten o’clock?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half past nine.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 it lunc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time?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Hurry up!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Let’s go!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 are late.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does Nina get up? (She gets up at seven o’clock.) What time do they like to eat</w:t>
            </w:r>
            <w:r w:rsidRPr="000E7B3C">
              <w:rPr>
                <w:lang w:val="en-US"/>
              </w:rPr>
              <w:br/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 иллюстрациями.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ции, задавать спец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альные вопросы и 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кватно отвечать на них. Кратко пересказывать содержание текста. Вести беседу о расп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рядке дня.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устной и письменной речи изученные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рукции. Дописывать предложения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цу, с опорой на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вслух текст со знакомыми словами, соблюдая нормы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изношения и ритм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лийского предложения. Извлекать из текста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обходимую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цию. Задавать вопросы к тексту и отвечать на них. Правильно читать транскрипцию, уметь соотносить звуковой и графический образы слова. Воспринимать на слух, понимать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щее содержание песни, её мелодию, подпевать. Оперировать в речи знакомой лексикой. Распознавать и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реблять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утвердительных и вопросительных предложениях. Раб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 группе, паре. Дописывать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 по образцу.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вильно читать слова с немыми и удвоенными согласными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Default="00D3612D" w:rsidP="00812C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Я и мои друзья                              </w:t>
            </w:r>
            <w:r w:rsidRPr="00812CB2">
              <w:rPr>
                <w:rFonts w:ascii="Times New Roman" w:hAnsi="Times New Roman"/>
                <w:b/>
                <w:sz w:val="24"/>
                <w:szCs w:val="24"/>
              </w:rPr>
              <w:t>Давай посмотрим телевизор</w:t>
            </w:r>
          </w:p>
          <w:p w:rsidR="00D3612D" w:rsidRPr="00812CB2" w:rsidRDefault="00D3612D" w:rsidP="00812CB2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Просмотр телевизора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812CB2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BodyTextIndent2Char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812CB2">
            <w:pPr>
              <w:pStyle w:val="BodyText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short /brown/tall an</w:t>
            </w:r>
            <w:r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812CB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 с некоторыми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выми словами.Читать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Вести диалог-расспрос о ТВ-передачах.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носить названия ТВ-передач и иллюстрации к ним. Задавать общие и специальные вопросы с глаголами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 do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люстрации. Кратко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ресказывать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по опорам. Пользоваться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Знакомство с песней«Холодно зимой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812CB2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BodyTextIndent2Char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812CB2">
            <w:pPr>
              <w:pStyle w:val="BodyText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short /brown/tall an</w:t>
            </w:r>
            <w:r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812CB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и понимать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пер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общее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учас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вовать в беседе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сить транскрипцию с графическим образом слова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Default="00D3612D" w:rsidP="00CE4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4D1">
              <w:rPr>
                <w:rFonts w:ascii="Times New Roman" w:hAnsi="Times New Roman"/>
                <w:b/>
                <w:sz w:val="24"/>
                <w:szCs w:val="24"/>
              </w:rPr>
              <w:t>Мир моих увлечений</w:t>
            </w:r>
          </w:p>
          <w:p w:rsidR="00D3612D" w:rsidRDefault="00D3612D" w:rsidP="00CE4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B2">
              <w:rPr>
                <w:rFonts w:ascii="Times New Roman" w:hAnsi="Times New Roman"/>
                <w:b/>
                <w:sz w:val="24"/>
                <w:szCs w:val="24"/>
              </w:rPr>
              <w:t>В парке аттракционов</w:t>
            </w:r>
          </w:p>
          <w:p w:rsidR="00D3612D" w:rsidRPr="00812CB2" w:rsidRDefault="00D3612D" w:rsidP="00CE44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Парк атракционов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B7430F" w:rsidRDefault="00D3612D" w:rsidP="00812CB2">
            <w:pPr>
              <w:pStyle w:val="32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Упр.2,3 с.9 Упр.4,6с.10 Упр.1,2с.8,9 РТ зад.А с.55</w:t>
            </w:r>
            <w:r w:rsidRPr="00B7756C">
              <w:rPr>
                <w:rStyle w:val="Hyperlink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ауди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At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fair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Игра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Who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’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it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?*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Поиск человека на картин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ке по опис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нию. Ч/Г/П: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they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ние физического с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стояния человека. Соотнесение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иллюстрацией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you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П: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does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Willow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Написание предл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жений по образцу</w:t>
            </w:r>
            <w:r w:rsidRPr="00B7430F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B7430F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 образцы:</w:t>
            </w:r>
          </w:p>
          <w:p w:rsidR="00D3612D" w:rsidRPr="006F183D" w:rsidRDefault="00D3612D" w:rsidP="00812CB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go on (the ghost train), please?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have (some candy floss)?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they/you feel?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I’m hu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gry/thirsty/hot/cold/happy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frightened.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want to do?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текста-истории на основе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ции, описывать ситу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общения на ру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ском языке.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со слуха и зрительно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с некотор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новыми словами, соотносить его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с иллюстраци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Отвечать на вопр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 к тексту с опорой на иллюстрации.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на слух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текста, извлекать из текста необходимую информацию. Писать орфографически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ректно фразы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цу, заполнять пропуски в предложении с 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Участвовать в диалоге-расспросе о физическом состоянии человека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Описание диких животных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2252CA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2252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2252CA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Fonts w:ascii="Times New Roman" w:hAnsi="Times New Roman"/>
                <w:sz w:val="24"/>
                <w:szCs w:val="24"/>
              </w:rPr>
              <w:t>Упр.12с.12, Упр.11с.12 Упр.8 с.11</w:t>
            </w:r>
          </w:p>
          <w:p w:rsidR="00D3612D" w:rsidRPr="002252CA" w:rsidRDefault="00D3612D" w:rsidP="002252CA">
            <w:pPr>
              <w:pStyle w:val="32"/>
              <w:shd w:val="clear" w:color="auto" w:fill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Fonts w:ascii="Times New Roman" w:hAnsi="Times New Roman"/>
                <w:sz w:val="24"/>
                <w:szCs w:val="24"/>
              </w:rPr>
              <w:t xml:space="preserve">РТзад.В,С С.56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Г/Ч: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How do you feel?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лучение разрешения что- либо сделать. Составление пре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ложений по образцу.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А/Т: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hall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mi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rors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по иллюст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рации. Г: игра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живот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ных (внешние признаки).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Choose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2252CA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ставление описания живот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ного по образцу.</w:t>
            </w:r>
            <w:r w:rsidRPr="002252CA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</w:t>
            </w:r>
            <w:r w:rsidRPr="002252CA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252CA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образцы</w:t>
            </w:r>
            <w:r w:rsidRPr="002252CA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6F183D" w:rsidRDefault="00D3612D" w:rsidP="002252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 feel?Who is short and fat?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a big head?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 animal?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an ant?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has got...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2252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основную информацию текста, не обращая внимания на некоторые незнакомые слова, соотносить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с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люстрацией. Задавать вопросы и отвечать на них с опорой на обр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зец. Читать текст за диктором с соблюден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ем норм произношения, ударения, ритма,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нации. Использовать в речи изученные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ческие единицы и грамматические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 в соответс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вии с коммуникативной задачей. Составлять по образцу описание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вотного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2252CA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</w:t>
            </w:r>
            <w:r w:rsidRPr="002252CA">
              <w:rPr>
                <w:rFonts w:ascii="Times New Roman" w:hAnsi="Times New Roman"/>
                <w:b/>
                <w:sz w:val="24"/>
                <w:szCs w:val="24"/>
              </w:rPr>
              <w:t>Выходной день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Упр.13 с.13Упр.9с.11Упр.14 с.13</w:t>
            </w:r>
          </w:p>
          <w:p w:rsidR="00D3612D" w:rsidRPr="001B38B7" w:rsidRDefault="00D3612D" w:rsidP="002252CA">
            <w:pPr>
              <w:pStyle w:val="BodyText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  <w:r w:rsidRPr="005533E7">
              <w:rPr>
                <w:b/>
              </w:rPr>
              <w:t>А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Ч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Г</w:t>
            </w:r>
            <w:r w:rsidRPr="005533E7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At the theatre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атмосферы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театра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is.../there are...Where are they going?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1B38B7">
              <w:rPr>
                <w:rFonts w:ascii="Times New Roman" w:hAnsi="Times New Roman"/>
                <w:sz w:val="24"/>
                <w:szCs w:val="24"/>
              </w:rPr>
              <w:t>Направление движ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ния, путь к цели.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Let’s go…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Диалог-приглашение к с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вместным действиям. Виды аттракционов, повторение активной лексики.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Write about these animals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1B38B7"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do we get there?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go past (David’s house).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Then we go through a fo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est.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Here we are!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this? (It’s a ghost train.)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Let’s go on the ghost train! 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OK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.)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all go How do you feel?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...?</w:t>
            </w:r>
          </w:p>
          <w:p w:rsidR="00D3612D" w:rsidRPr="002252CA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текста, соотносить его содержание с иллюс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рацией. Участвовать в диалоге-приглашении к совместным действ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ям, выражать просьбу, спрашивать разреш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ние. Читать слова,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правила чтения. Слушать аудиозапись и следовать инструкц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ям. Воспринимать на слух, понимать общее содержание песни, её мелодию, подпевать. Распознавать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в речи изученные лексические единицы и грамматич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конструкции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 коммун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кативной задачей. 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писывать предложения по образцу, восстана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ливать слова в предл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Мир моих увлечений </w:t>
            </w:r>
            <w:r w:rsidRPr="002252CA">
              <w:rPr>
                <w:rFonts w:ascii="Times New Roman" w:hAnsi="Times New Roman"/>
                <w:b/>
                <w:sz w:val="24"/>
                <w:szCs w:val="24"/>
              </w:rPr>
              <w:t>Едем отдыхать</w:t>
            </w:r>
          </w:p>
          <w:p w:rsidR="00D3612D" w:rsidRPr="007B5E3E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 xml:space="preserve">Я и моя семья                 </w:t>
            </w:r>
          </w:p>
          <w:p w:rsidR="00D3612D" w:rsidRPr="002252CA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Путешествие.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Упр.3с.15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Сост.диалогов.</w:t>
            </w:r>
          </w:p>
          <w:p w:rsidR="00D3612D" w:rsidRPr="002252CA" w:rsidRDefault="00D3612D" w:rsidP="002252C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t>Упр.1 с.14-15</w:t>
            </w:r>
            <w:r>
              <w:t xml:space="preserve"> </w:t>
            </w:r>
            <w:r w:rsidRPr="00167901">
              <w:t>Упр.4 с.16</w:t>
            </w:r>
            <w:r>
              <w:t xml:space="preserve"> </w:t>
            </w:r>
            <w:r w:rsidRPr="00167901">
              <w:t>РТзад.Ас59</w:t>
            </w:r>
            <w:r>
              <w:rPr>
                <w:rStyle w:val="Emphasis"/>
                <w:color w:val="000000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А/Г/Ч: 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диотекст-история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Going on holiday.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Отъезд. Вызов такси.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Telephone numbers.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Телефонный но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мер. Повторение числ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ных. П: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Willow's holiday list.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Соста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ление списка необхо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димых вещей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вые образцы: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ready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It’s getting late.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a taxi,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Radio Taxis’ number?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do you need the taxi? The train leaves at quarter past ten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 иллюстрациями.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текстовую информацию. Называть по-английски номер телефона,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со слуха и озвуч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числительные.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ставлять список вещей с опорой на образец и иллюстрации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Виды транспорта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EE683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EE6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EE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</w:t>
            </w:r>
          </w:p>
          <w:p w:rsidR="00D3612D" w:rsidRPr="00180FFE" w:rsidRDefault="00D3612D" w:rsidP="00EE6839">
            <w:pPr>
              <w:pStyle w:val="20"/>
              <w:shd w:val="clear" w:color="auto" w:fill="auto"/>
              <w:spacing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Упр.7.8с.17 Упр.5,6с16-17А/Ч/Г: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Who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’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speaking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Называние адреса. Время прибытия и отправления.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br/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Choose a ticket. Phone for a taxi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Телефонный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разговор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по билету. А/Г: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Kinds of transport.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Виды транспорта. Ч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Where are you going on holiday?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Названия стран. П: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The timetable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. Специальный вопрос, указание времени отправления</w:t>
            </w:r>
            <w:r w:rsidRPr="007F12B3">
              <w:rPr>
                <w:rStyle w:val="apple-converted-space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'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Helen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number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Речевые</w:t>
            </w:r>
            <w:r w:rsidRPr="00180FFE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</w:p>
          <w:p w:rsidR="00D3612D" w:rsidRPr="007F12B3" w:rsidRDefault="00D3612D" w:rsidP="00EE6839">
            <w:pPr>
              <w:pStyle w:val="32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What time does the train leave?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Where’s Mr .../Mrs ... going?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does he/she want to go in a taxi? How do you spell it?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are you going on holiday?</w:t>
            </w:r>
          </w:p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аудиотекста, соотн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сить его с информац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ей, полученной из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чатного текста.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вопросы с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рой на текст.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телефонном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 (заказ такси).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зывать время, письме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обозначать его,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пользуя соответству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щие конструкции.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диалоге-расспросе о времени отправления транспо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та. Задавать общие и специальные вопросы, соблюдая порядок слов в предложении 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вильную интонацию. Распознавать в письменном и устном текстах,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 употреблять в речи изученные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FC170B">
        <w:tc>
          <w:tcPr>
            <w:tcW w:w="5000" w:type="pct"/>
            <w:gridSpan w:val="14"/>
          </w:tcPr>
          <w:p w:rsidR="00D3612D" w:rsidRPr="00FC170B" w:rsidRDefault="00D3612D" w:rsidP="007B5E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</w:t>
            </w:r>
            <w:r w:rsidRPr="00FC170B">
              <w:rPr>
                <w:rFonts w:ascii="Times New Roman" w:hAnsi="Times New Roman"/>
                <w:b/>
                <w:sz w:val="24"/>
                <w:szCs w:val="24"/>
              </w:rPr>
              <w:t>Каникулы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7F12B3" w:rsidRDefault="00D3612D" w:rsidP="00EE6839">
            <w:pPr>
              <w:pStyle w:val="40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диалогов.</w:t>
            </w:r>
            <w:r w:rsidRPr="006633B4">
              <w:rPr>
                <w:b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А/П: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An interview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Заполнение анкеты.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 диалог-расспрос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Holiday list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, специальный вопрос. Диалог-расспрос по билету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Where are you going?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I’m going on holiday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>. Повторение активной лексики и конструкций</w:t>
            </w:r>
            <w:r>
              <w:rPr>
                <w:rStyle w:val="BodyTextIndent2Char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EE683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180FFE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you spell it?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play te</w:t>
            </w: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nis/sing?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has Dasha/Nikita got? (He has got/hasn’t got his ball.)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want to take your ...? (Yes, I do. No, I don’t.)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take your ..., please? (Yes, you can. I’m sorry, but you can’t.)</w:t>
            </w:r>
          </w:p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текста, извлекать нео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ходимую информацию. Заполнять анкету на основе полученной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формации. Участвовать в диалоге-расспросе, задавать общие и сп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циальные вопросы,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порядок слов в предложении 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вильную интонацию. Распознавать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изученные лексические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 в соответствии с коммуникативной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6839">
        <w:tc>
          <w:tcPr>
            <w:tcW w:w="5000" w:type="pct"/>
            <w:gridSpan w:val="14"/>
          </w:tcPr>
          <w:p w:rsidR="00D3612D" w:rsidRPr="00EE6839" w:rsidRDefault="00D3612D" w:rsidP="007B5E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Спасибо за подарок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01" w:type="pct"/>
            <w:gridSpan w:val="2"/>
          </w:tcPr>
          <w:p w:rsidR="00D3612D" w:rsidRPr="00EE6839" w:rsidRDefault="00D3612D" w:rsidP="00EE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.1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.20-21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.22</w:t>
            </w:r>
          </w:p>
          <w:p w:rsidR="00D3612D" w:rsidRPr="007F12B3" w:rsidRDefault="00D3612D" w:rsidP="00EE6839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.62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-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Лексика по темам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Одежда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Игрушки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Почта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Благодарственное письмо.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When’s your birthday? What’s your address?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кроссворд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новая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7F12B3">
              <w:rPr>
                <w:rStyle w:val="4"/>
                <w:b/>
                <w:bCs/>
                <w:color w:val="000000"/>
                <w:lang w:val="en-US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Thank you very much for (the scarf). That’s all right.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 hope it’s a plane.</w:t>
            </w:r>
          </w:p>
          <w:p w:rsidR="00D3612D" w:rsidRPr="007F12B3" w:rsidRDefault="00D3612D" w:rsidP="00EE6839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We’ve got everything you need.</w:t>
            </w:r>
          </w:p>
          <w:p w:rsidR="00D3612D" w:rsidRPr="007F12B3" w:rsidRDefault="00D3612D" w:rsidP="00EE6839">
            <w:pPr>
              <w:pStyle w:val="BodyText"/>
              <w:widowControl w:val="0"/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haven’t got any paper.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 иллюстрациями.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текст. Кра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 пересказывать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диалоге-расспросе по тексту. Соотносить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и звуковой образы английских слов, 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зуясь основными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вилами чтения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14479D">
        <w:tc>
          <w:tcPr>
            <w:tcW w:w="5000" w:type="pct"/>
            <w:gridSpan w:val="14"/>
          </w:tcPr>
          <w:p w:rsidR="00D3612D" w:rsidRDefault="00D3612D" w:rsidP="007B5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644841" w:rsidRDefault="00D3612D" w:rsidP="007B5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Месяцы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4479D" w:rsidRDefault="00D3612D" w:rsidP="0014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79D">
              <w:rPr>
                <w:rFonts w:ascii="Times New Roman" w:hAnsi="Times New Roman"/>
                <w:sz w:val="24"/>
                <w:szCs w:val="24"/>
              </w:rPr>
              <w:t>Упр.10 с.23 Упр.9,11 с23</w:t>
            </w:r>
          </w:p>
          <w:p w:rsidR="00D3612D" w:rsidRPr="0014479D" w:rsidRDefault="00D3612D" w:rsidP="0014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79D">
              <w:rPr>
                <w:rFonts w:ascii="Times New Roman" w:hAnsi="Times New Roman"/>
                <w:sz w:val="24"/>
                <w:szCs w:val="24"/>
              </w:rPr>
              <w:t>РТзад.С с63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 xml:space="preserve">А/Г: 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диалог-расспрос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Ben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birthday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sents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does Ben need?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Исчисля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мые и неисчисля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мые существител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ные. Местоимение 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 в вопросител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ном предложении, неопределённый а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тикль.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Thank-you letters.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Months of the year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Continuous Tense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*,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their birthdays?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звания месяцев, п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о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рядковые числител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ные.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Write the words in the letter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. Дописывание пре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д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ложений, рисунки-подсказки</w:t>
            </w:r>
          </w:p>
        </w:tc>
        <w:tc>
          <w:tcPr>
            <w:tcW w:w="1416" w:type="pct"/>
            <w:gridSpan w:val="3"/>
          </w:tcPr>
          <w:p w:rsidR="00D3612D" w:rsidRDefault="00D3612D" w:rsidP="0014479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небольшого диалога, построенного на из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у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ченных словах и гра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м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матических констру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циях. Разыгрывать ди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лог в парах.  Называть дату своего рождения. Участвовать в диалоге-расспросе, опираясь на образец. Распознавать и употреблять в речи количественные и п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рядковые числител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ь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ные, названия месяцев. Пользоваться в речи изученными лексич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скими единицами и грамматическими ко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струкциями в соотве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ствии с коммуникати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ной задачей</w:t>
            </w:r>
          </w:p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14479D">
        <w:tc>
          <w:tcPr>
            <w:tcW w:w="5000" w:type="pct"/>
            <w:gridSpan w:val="14"/>
          </w:tcPr>
          <w:p w:rsidR="00D3612D" w:rsidRPr="0014479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Количественные и порядковые числительные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CD44D7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CD44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РТупр.Ес.64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F40">
              <w:rPr>
                <w:b/>
              </w:rPr>
              <w:t>А/Ч/Г/П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Dear Aunt Jane!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Диалог-расспрос по тексту песни. 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ставление письма с опорой на образец, извлечение из текста песни необходимой информации. 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your friends’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Заполн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sentences about their favourite months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416" w:type="pct"/>
            <w:gridSpan w:val="3"/>
          </w:tcPr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общее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содержание песни, её мелодию. Читать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текст песни с соблюдением норм произ-ношения, ритма, интонации, выписывать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из текста необходимую информацию.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Участвовать в диалоге-расспросе  о дне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рождения и пожелан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ях о подарке. Упо-треблять порядковые числительные, пр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вильно называть время, дни недели, месяцы.</w:t>
            </w:r>
          </w:p>
          <w:p w:rsidR="00D3612D" w:rsidRPr="00644841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Восстанавливать в те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сте пропущенные сл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ва. Соотносить граф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ческий и звуковой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б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разы слов, пользоват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ь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ся основными прав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лами чтения</w:t>
            </w: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A229CE" w:rsidRDefault="00D3612D" w:rsidP="00CD44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Урок-повторение.</w:t>
            </w:r>
          </w:p>
          <w:p w:rsidR="00D3612D" w:rsidRPr="00A229CE" w:rsidRDefault="00D3612D" w:rsidP="00CD4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диалог-приглашение в театр.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True/false sentences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time…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Расп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сание поездов. Кол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чественные числ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тельные. </w:t>
            </w:r>
          </w:p>
          <w:p w:rsidR="00D3612D" w:rsidRPr="0090375C" w:rsidRDefault="00D3612D" w:rsidP="00CD44D7">
            <w:pPr>
              <w:pStyle w:val="7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 w:val="0"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предложения с выражением просьбы. 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can количественные и порядковые числительные</w:t>
            </w:r>
            <w:r>
              <w:rPr>
                <w:rStyle w:val="BalloonTextChar"/>
                <w:b w:val="0"/>
                <w:bCs w:val="0"/>
                <w:color w:val="000000"/>
              </w:rPr>
              <w:t xml:space="preserve"> </w:t>
            </w:r>
            <w:r w:rsidRPr="0090375C">
              <w:rPr>
                <w:rStyle w:val="7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0375C" w:rsidRDefault="00D3612D" w:rsidP="00CD44D7">
            <w:pPr>
              <w:pStyle w:val="BodyText"/>
              <w:spacing w:after="0" w:line="240" w:lineRule="auto"/>
              <w:ind w:right="1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What time does the train for </w:t>
            </w:r>
            <w:smartTag w:uri="urn:schemas-microsoft-com:office:smarttags" w:element="place">
              <w:smartTag w:uri="urn:schemas-microsoft-com:office:smarttags" w:element="City">
                <w:r w:rsidRPr="0090375C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Kazan</w:t>
                </w:r>
              </w:smartTag>
            </w:smartTag>
            <w:r w:rsidRPr="0090375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leave? The train for </w:t>
            </w:r>
            <w:smartTag w:uri="urn:schemas-microsoft-com:office:smarttags" w:element="place">
              <w:smartTag w:uri="urn:schemas-microsoft-com:office:smarttags" w:element="City">
                <w:r w:rsidRPr="0090375C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Kazan</w:t>
                </w:r>
              </w:smartTag>
            </w:smartTag>
            <w:r w:rsidRPr="0090375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leaves at... .</w:t>
            </w:r>
          </w:p>
          <w:p w:rsidR="00D3612D" w:rsidRPr="0090375C" w:rsidRDefault="00D3612D" w:rsidP="00CD44D7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</w:p>
          <w:p w:rsidR="00D3612D" w:rsidRPr="0090375C" w:rsidRDefault="00D3612D" w:rsidP="00CD44D7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I’m thirsty. Can I have ...?</w:t>
            </w:r>
          </w:p>
          <w:p w:rsidR="00D3612D" w:rsidRPr="00400057" w:rsidRDefault="00D3612D" w:rsidP="00CD44D7">
            <w:pPr>
              <w:pStyle w:val="BodyText"/>
              <w:spacing w:after="0" w:line="240" w:lineRule="auto"/>
              <w:rPr>
                <w:lang w:val="en-US"/>
              </w:rPr>
            </w:pPr>
            <w:r w:rsidRPr="0090375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From an airport I can go by bus</w:t>
            </w:r>
            <w:r>
              <w:rPr>
                <w:rStyle w:val="a0"/>
                <w:color w:val="000000"/>
                <w:lang w:val="en-US" w:eastAsia="en-US"/>
              </w:rPr>
              <w:t>.</w:t>
            </w:r>
          </w:p>
          <w:p w:rsidR="00D3612D" w:rsidRPr="00CD44D7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C17958" w:rsidRDefault="00D3612D" w:rsidP="00CD44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Воспринимать зр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 с изученными сл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вами и конструкциями, понимать как основное содержание, так и 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тали. Вести диалог-расспрос о времени 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правления поезда,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блюдая речевой этикет и правильно употре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б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ляя активную лексику, речевые клише. Фо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 xml:space="preserve">мулировать вежливую просьбу с глаголом </w:t>
            </w:r>
            <w:r w:rsidRPr="00C17958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. Распознавать в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в речи изученные лексические единицы и грамматич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ские конструкции</w:t>
            </w:r>
          </w:p>
          <w:p w:rsidR="00D3612D" w:rsidRPr="00C17958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958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Конкурс рецептов. 2. Поделка — часы с движущимися стрелк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ми 3. Постер, изобр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жающий разные виды часов. 4. Постер/</w:t>
            </w:r>
            <w:r w:rsidRPr="00C17958">
              <w:rPr>
                <w:rFonts w:ascii="Times New Roman" w:hAnsi="Times New Roman"/>
                <w:sz w:val="24"/>
                <w:szCs w:val="24"/>
              </w:rPr>
              <w:br/>
              <w:t>брошюра о любимых телепередачах и звё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дах ТВ. 5. Постер с картой парка аттра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ционов. 6. Благодарс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венное письмо “Thank-you letter”. 7. Календарь дней рождения одн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C17958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044920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бота по теме 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личественные и порядковые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литель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644841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958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Конкурс рецептов. 2. Поделка — часы с движущимися стрелк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ми 3. Постер, изобр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жающий разные виды часов. 4. Постер/</w:t>
            </w:r>
            <w:r w:rsidRPr="00C17958">
              <w:rPr>
                <w:rFonts w:ascii="Times New Roman" w:hAnsi="Times New Roman"/>
                <w:sz w:val="24"/>
                <w:szCs w:val="24"/>
              </w:rPr>
              <w:br/>
              <w:t>брошюра о любимых телепередачах и звё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дах ТВ. 5. Постер с картой парка аттра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ционов. 6. Благодарс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венное письмо “Thank-you letter”. 7. Календарь дней рождения одн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6F183D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60855">
        <w:tc>
          <w:tcPr>
            <w:tcW w:w="5000" w:type="pct"/>
            <w:gridSpan w:val="14"/>
          </w:tcPr>
          <w:p w:rsidR="00D3612D" w:rsidRPr="007B5E3E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 xml:space="preserve">Я и мои друзья  </w:t>
            </w:r>
          </w:p>
          <w:p w:rsidR="00D3612D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D60855">
              <w:rPr>
                <w:rFonts w:ascii="Times New Roman" w:hAnsi="Times New Roman"/>
                <w:b/>
                <w:sz w:val="24"/>
                <w:szCs w:val="24"/>
              </w:rPr>
              <w:t>Письма</w:t>
            </w:r>
          </w:p>
          <w:p w:rsidR="00D3612D" w:rsidRPr="00D60855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Письма зарубежным друзьям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D6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Упр.3,4 с.29,30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 с.28</w:t>
            </w:r>
          </w:p>
          <w:p w:rsidR="00D3612D" w:rsidRPr="006138DF" w:rsidRDefault="00D3612D" w:rsidP="00D60855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РТзад.А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С.66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Letters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Письма на пути от отправителя до получателя. 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happens to the letters at this time?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тексту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about the postmarks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Дата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the sentences in the correct order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Во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становление порядка повествования. </w:t>
            </w:r>
            <w:r w:rsidRPr="006138DF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 xml:space="preserve"> сложные слова</w:t>
            </w:r>
            <w:r w:rsidRPr="006138DF">
              <w:rPr>
                <w:rStyle w:val="Strong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happens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wo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der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?</w:t>
            </w:r>
          </w:p>
          <w:p w:rsidR="00D3612D" w:rsidRPr="006138DF" w:rsidRDefault="00D3612D" w:rsidP="00D60855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happens to Ben’s letter at half past four?</w:t>
            </w:r>
          </w:p>
          <w:p w:rsidR="00D3612D" w:rsidRPr="006138DF" w:rsidRDefault="00D3612D" w:rsidP="00D60855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does the postman take the le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ters to the sorting o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</w:t>
            </w: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fice?</w:t>
            </w:r>
          </w:p>
          <w:p w:rsidR="00D3612D" w:rsidRPr="006138DF" w:rsidRDefault="00D3612D" w:rsidP="00D60855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Some people put the letters into boxes for different towns.</w:t>
            </w:r>
          </w:p>
          <w:p w:rsidR="00D3612D" w:rsidRPr="00D60855" w:rsidRDefault="00D3612D" w:rsidP="00D6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Default="00D3612D" w:rsidP="00D608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Кратко пересказ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текст.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и выражать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вами информацию, представленную в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ловно-знаковой форме (почтовый штемпель, часы). Опираться на языковую догадку при распознавании сло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ных слов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60855">
        <w:tc>
          <w:tcPr>
            <w:tcW w:w="5000" w:type="pct"/>
            <w:gridSpan w:val="14"/>
          </w:tcPr>
          <w:p w:rsidR="00D3612D" w:rsidRPr="00D60855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D60855">
              <w:rPr>
                <w:rFonts w:ascii="Times New Roman" w:hAnsi="Times New Roman"/>
                <w:b/>
                <w:sz w:val="24"/>
                <w:szCs w:val="24"/>
              </w:rPr>
              <w:t>Открытки.</w:t>
            </w:r>
          </w:p>
        </w:tc>
      </w:tr>
      <w:tr w:rsidR="00D3612D" w:rsidRPr="006F6729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Упр.9 с.32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Упр.5 с.30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Ртзад.Вс.66</w:t>
            </w:r>
          </w:p>
          <w:p w:rsidR="00D3612D" w:rsidRPr="00031160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and write the numbers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Соотн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сение аудиотекста с иллюстрацией.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откры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ки от друзей и родс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венников. </w:t>
            </w:r>
          </w:p>
          <w:p w:rsidR="00D3612D" w:rsidRPr="006138DF" w:rsidRDefault="00D3612D" w:rsidP="006F6729">
            <w:pPr>
              <w:pStyle w:val="32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Г: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Does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Lera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need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stamp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?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Диалог-расспрос о способах отправления писем.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Ч/П: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Maxim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swers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Составление вопросов.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que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tions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138D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(1–3-е л. ед. и мн. ч.) оформление откр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>ток.</w:t>
            </w:r>
            <w:r>
              <w:rPr>
                <w:rStyle w:val="BodyTextIndent2Char"/>
                <w:b/>
                <w:bCs/>
                <w:color w:val="000000"/>
              </w:rPr>
              <w:t xml:space="preserve"> </w:t>
            </w:r>
            <w:r w:rsidRPr="006138DF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6138DF" w:rsidRDefault="00D3612D" w:rsidP="006F6729">
            <w:pPr>
              <w:pStyle w:val="BodyText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Does Lera need a stamp? (Yes, she does./No, she doesn’t.)</w:t>
            </w:r>
          </w:p>
          <w:p w:rsidR="00D3612D" w:rsidRPr="006138DF" w:rsidRDefault="00D3612D" w:rsidP="006F672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beautiful here!</w:t>
            </w:r>
          </w:p>
          <w:p w:rsidR="00D3612D" w:rsidRPr="006138DF" w:rsidRDefault="00D3612D" w:rsidP="006F672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 fair is great fun!</w:t>
            </w:r>
          </w:p>
          <w:p w:rsidR="00D3612D" w:rsidRPr="006138DF" w:rsidRDefault="00D3612D" w:rsidP="006F672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6138DF" w:rsidRDefault="00D3612D" w:rsidP="006F6729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film do you like?</w:t>
            </w:r>
          </w:p>
          <w:p w:rsidR="00D3612D" w:rsidRPr="00D60855" w:rsidRDefault="00D3612D" w:rsidP="00D60855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конструкциями. Читать вслух небольшой текст, задавать общие и сп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циальные вопросы.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относить графический и звуковой образы ан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г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лийских слов, польз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у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ясь основными прав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лами чтения. Восст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навливать вопрос по имеющемуся ответу. Различать на слух и адекватно произносить дифтонги, соблюдая нормы произношения. Употреблять изуче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ницы в соответствии с коммуникативной 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pct"/>
            <w:gridSpan w:val="3"/>
          </w:tcPr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6F183D" w:rsidTr="006F6729">
        <w:tc>
          <w:tcPr>
            <w:tcW w:w="5000" w:type="pct"/>
            <w:gridSpan w:val="14"/>
          </w:tcPr>
          <w:p w:rsidR="00D3612D" w:rsidRPr="006F6729" w:rsidRDefault="00D3612D" w:rsidP="006F672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729">
              <w:rPr>
                <w:rFonts w:ascii="Times New Roman" w:hAnsi="Times New Roman"/>
                <w:b/>
                <w:sz w:val="24"/>
                <w:szCs w:val="24"/>
              </w:rPr>
              <w:t>Письмо зарубежному другу отправление по почте.</w:t>
            </w:r>
          </w:p>
        </w:tc>
      </w:tr>
      <w:tr w:rsidR="00D3612D" w:rsidRPr="006F6729" w:rsidTr="00BF06BF">
        <w:tc>
          <w:tcPr>
            <w:tcW w:w="421" w:type="pct"/>
            <w:gridSpan w:val="3"/>
          </w:tcPr>
          <w:p w:rsidR="00D3612D" w:rsidRPr="006F183D" w:rsidRDefault="00D3612D" w:rsidP="006F672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972D1C" w:rsidRDefault="00D3612D" w:rsidP="006F6729">
            <w:pPr>
              <w:pStyle w:val="3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РТзадG c.69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.69 </w:t>
            </w:r>
            <w:r w:rsidRPr="009668AB">
              <w:rPr>
                <w:b/>
              </w:rPr>
              <w:t>/Ч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The Letter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 xml:space="preserve">What presents have they got?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Оборот 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Forward Questionnaire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Анкета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My day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игра «Помоги Вел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кому Фидо». Повт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рение активной ле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сики и конструкций Письма на пути от отправителя до п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лучателя.  </w:t>
            </w:r>
            <w:r w:rsidRPr="00972D1C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know what happens to it?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 travels through the night.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go to school?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is your favourite food?</w:t>
            </w:r>
          </w:p>
          <w:p w:rsidR="00D3612D" w:rsidRPr="00044920" w:rsidRDefault="00D3612D" w:rsidP="006F6729">
            <w:pPr>
              <w:pStyle w:val="3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2D1C">
              <w:rPr>
                <w:rStyle w:val="a0"/>
                <w:rFonts w:ascii="Times New Roman" w:hAnsi="Times New Roman"/>
                <w:color w:val="000000"/>
                <w:sz w:val="24"/>
                <w:szCs w:val="24"/>
              </w:rPr>
              <w:t>What presents have they got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Воспринимать со слуха общее содержание пе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ни, улавливать её 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лодию, читать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текст песни, подпевать. Находить в тексте пе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 нужную информ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цию. Воспроизво-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дить в устной и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менной речи повество-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вательные предлож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ния на основе образцов, заполнять анкету по образцу. Соотносить</w:t>
            </w:r>
          </w:p>
          <w:p w:rsidR="00D3612D" w:rsidRPr="006F6729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графический и звук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вой образы английских слов, пользуясь осно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ния. Узнавать в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воспроизводить и употреблять в речи изу-ченные лексические и грамматические конс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рукции в соответствии с коммуникативной 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</w:tc>
        <w:tc>
          <w:tcPr>
            <w:tcW w:w="1113" w:type="pct"/>
            <w:gridSpan w:val="3"/>
          </w:tcPr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EE4B48" w:rsidRDefault="00D3612D" w:rsidP="00EE4B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0E7C8F">
              <w:rPr>
                <w:rFonts w:ascii="Times New Roman" w:hAnsi="Times New Roman"/>
                <w:b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EE4B48">
              <w:rPr>
                <w:rFonts w:ascii="Times New Roman" w:hAnsi="Times New Roman"/>
                <w:b/>
                <w:sz w:val="24"/>
                <w:szCs w:val="24"/>
              </w:rPr>
              <w:t xml:space="preserve">Какой у тебя любимый урок      </w:t>
            </w:r>
          </w:p>
          <w:p w:rsidR="00D3612D" w:rsidRPr="006F183D" w:rsidRDefault="00D3612D" w:rsidP="00EE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Твой лю</w:t>
            </w:r>
            <w:r>
              <w:rPr>
                <w:rFonts w:ascii="Times New Roman" w:hAnsi="Times New Roman"/>
                <w:sz w:val="24"/>
                <w:szCs w:val="24"/>
              </w:rPr>
              <w:t>бимый урок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6F672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6F6729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.35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.1.2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.34,35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.70</w:t>
            </w:r>
            <w:r w:rsidRPr="006F6729">
              <w:rPr>
                <w:b/>
                <w:sz w:val="24"/>
                <w:szCs w:val="24"/>
              </w:rPr>
              <w:t xml:space="preserve"> </w:t>
            </w:r>
            <w:r w:rsidRPr="00031160">
              <w:rPr>
                <w:b/>
                <w:sz w:val="24"/>
                <w:szCs w:val="24"/>
              </w:rPr>
              <w:t>А</w:t>
            </w:r>
            <w:r w:rsidRPr="006F6729">
              <w:rPr>
                <w:b/>
                <w:sz w:val="24"/>
                <w:szCs w:val="24"/>
              </w:rPr>
              <w:t>/</w:t>
            </w:r>
            <w:r w:rsidRPr="00031160">
              <w:rPr>
                <w:b/>
                <w:sz w:val="24"/>
                <w:szCs w:val="24"/>
              </w:rPr>
              <w:t>Г</w:t>
            </w:r>
            <w:r w:rsidRPr="006F6729">
              <w:rPr>
                <w:b/>
                <w:sz w:val="24"/>
                <w:szCs w:val="24"/>
              </w:rPr>
              <w:t>/</w:t>
            </w:r>
            <w:r w:rsidRPr="00031160">
              <w:rPr>
                <w:b/>
                <w:sz w:val="24"/>
                <w:szCs w:val="24"/>
              </w:rPr>
              <w:t>Ч</w:t>
            </w:r>
            <w:r w:rsidRPr="006F6729">
              <w:rPr>
                <w:b/>
                <w:sz w:val="24"/>
                <w:szCs w:val="24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favourite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lesson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Диалог-расспрос по  тексту.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восстановление пропущенных букв в словах (немые и у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военные согласные).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вопрос-ответ. Специальный вопрос, произношение звуков [w] и [v]</w:t>
            </w:r>
            <w:r>
              <w:rPr>
                <w:rStyle w:val="Emphasis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разцы:</w:t>
            </w:r>
          </w:p>
          <w:p w:rsidR="00D3612D" w:rsidRPr="00180FFE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favourite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do science on Wednesday afte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noons.</w:t>
            </w:r>
          </w:p>
          <w:p w:rsidR="00D3612D" w:rsidRPr="00972D1C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like science, but my favourite lesson is music.</w:t>
            </w:r>
          </w:p>
          <w:p w:rsidR="00D3612D" w:rsidRPr="00D60855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children can you see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Понимать  на слух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держание текста с 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которыми новыми сл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вами, отвечать на 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вать в диалоге-расспросе, понимать реакцию собеседников. Употреблять  изуче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ницы и грамматические конструкции в речи в соответствии с комм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у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никативной задачей. Задавать специальный вопрос, правильно пр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износить вопросител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слова. Находить слово в тексте по транскрипции. Ко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ректно произносить согласные звуки. Вставлять пропуще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буквы в изученные слова</w:t>
            </w:r>
          </w:p>
          <w:p w:rsidR="00D3612D" w:rsidRPr="00C17958" w:rsidRDefault="00D3612D" w:rsidP="00C17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Классная комната учебные предметы Расписание уроков школьные принадлежности.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7F12B3" w:rsidRDefault="00D3612D" w:rsidP="00EE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.36,37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.6,7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.36</w:t>
            </w:r>
          </w:p>
          <w:p w:rsidR="00D3612D" w:rsidRPr="00180FFE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.71 </w:t>
            </w:r>
            <w:r w:rsidRPr="009668AB">
              <w:rPr>
                <w:b/>
              </w:rPr>
              <w:t>А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Г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П</w:t>
            </w:r>
            <w:r w:rsidRPr="009668AB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lesson are they doing?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Определение названия школьного предмета по диалогу.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расписание ур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о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ков. Дни недели. Школьные предметы. Диалог-расспрос по таблице.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письмо Никиты.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What’s Fido doing?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Соотн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сение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страцией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Continuous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>*</w:t>
            </w:r>
            <w:r w:rsidRPr="00180FFE">
              <w:rPr>
                <w:rStyle w:val="Emphasis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D3612D" w:rsidRPr="00972D1C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 you like history?</w:t>
            </w:r>
          </w:p>
          <w:p w:rsidR="00D3612D" w:rsidRPr="00972D1C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Yes, but my favourite lesson is art.</w:t>
            </w:r>
          </w:p>
          <w:p w:rsidR="00D3612D" w:rsidRPr="00972D1C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Fido doing?*</w:t>
            </w:r>
          </w:p>
          <w:p w:rsidR="00D3612D" w:rsidRPr="00972D1C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learn Russian.</w:t>
            </w:r>
          </w:p>
          <w:p w:rsidR="00D3612D" w:rsidRPr="00972D1C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have Russian 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sons, too.</w:t>
            </w:r>
          </w:p>
          <w:p w:rsidR="00D3612D" w:rsidRPr="00972D1C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lesson does he have on Tuesday?</w:t>
            </w:r>
          </w:p>
          <w:p w:rsidR="00D3612D" w:rsidRPr="00972D1C" w:rsidRDefault="00D3612D" w:rsidP="00EE4B48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are his favourite subjects?</w:t>
            </w:r>
          </w:p>
          <w:p w:rsidR="00D3612D" w:rsidRPr="00EE4B48" w:rsidRDefault="00D3612D" w:rsidP="006F6729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Does he like drawing?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текста, не обращая внимания на некоторые незнакомые слова, извлекать из 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го необходимую 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формацию. Соотносить текст с иллюстрацией, подбирать к высказ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ы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 xml:space="preserve">ванию подходящую картинку. Правильно употреблять </w:t>
            </w:r>
            <w:r w:rsidRPr="00EF7BEA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*, опираясь на образец. Читать про себя текст и понимать  его соде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жание. Отвечать на 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просы и задавать их, оперируя изученными лексическими един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цами и грамматическ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ми конструкциями. Участвовать в диалоге-расспросе, опираясь на образец, с соблюден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ем норм произношения, интонации.  Работать в группе, парах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Default="00D3612D" w:rsidP="0052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Я и мои друзья              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>Домашние питомцы</w:t>
            </w:r>
            <w:r w:rsidRPr="00EE4B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3612D" w:rsidRPr="00EE4B48" w:rsidRDefault="00D3612D" w:rsidP="0052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136">
              <w:rPr>
                <w:rFonts w:ascii="Times New Roman" w:hAnsi="Times New Roman"/>
                <w:sz w:val="24"/>
                <w:szCs w:val="24"/>
              </w:rPr>
              <w:t>Любимое домашнее животное кличка возраст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EE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Упр.5с.42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Упр.1,3,4с.40-42</w:t>
            </w:r>
          </w:p>
          <w:p w:rsidR="00D3612D" w:rsidRPr="006F183D" w:rsidRDefault="00D3612D" w:rsidP="00EE4B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Запись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ки.</w:t>
            </w:r>
            <w:r w:rsidRPr="00BE3E67">
              <w:rPr>
                <w:b/>
              </w:rPr>
              <w:t xml:space="preserve">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Pets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Модальный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Текст-описание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Hamsters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Which pet are they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describing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? Угадыв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ние животного по описанию.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Whose pets are they?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How do I look after a dog?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Write about pets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EE4B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на слух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при прослушивании,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 и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 с опорой на иллюстрации. Читать диалоги с соблюдением норм произношения и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образца.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реблять по образцу в речи изучаемые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рукции. Догадываться о значении новых слов. Читать про себя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большие тексты и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относить их с иллюс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рациями. Извлекать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обходимую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из аудиотекста. Отвечать на вопросы к тексту. Давать инс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рукцию по уходу за домашними животн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ми, употребляя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дальный глагол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>Забота о домашнем питомце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7F12B3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.43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.43</w:t>
            </w:r>
          </w:p>
          <w:p w:rsidR="00D3612D" w:rsidRPr="00180FFE" w:rsidRDefault="00D3612D" w:rsidP="00520136">
            <w:pPr>
              <w:pStyle w:val="4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.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.74,75А/Г/Ч: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Where do these animals come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from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?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Present Simple Tense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Специальный вопрос.  Песня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Running wild and running free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Ч/Г: текст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Wild animals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животного. Диалог-расспрос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do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look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after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pet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Глаголы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(утвердительная и отрицательная формы).  П: правила по уходу за питомцем. Предложения с глаголом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CE2198">
              <w:rPr>
                <w:rStyle w:val="41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41"/>
                <w:color w:val="000000"/>
                <w:sz w:val="24"/>
                <w:szCs w:val="24"/>
              </w:rPr>
              <w:t xml:space="preserve"> </w:t>
            </w:r>
            <w:r w:rsidRPr="00CE2198">
              <w:rPr>
                <w:rStyle w:val="41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41"/>
                <w:color w:val="000000"/>
                <w:sz w:val="24"/>
                <w:szCs w:val="24"/>
              </w:rPr>
              <w:t xml:space="preserve"> :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Elephants can swim but they can’t jump. You must look after your pet.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 mustn’t make noise at the lesson.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I look after your pet?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Where do pandas come from? (They come from </w:t>
            </w:r>
            <w:smartTag w:uri="urn:schemas-microsoft-com:office:smarttags" w:element="place">
              <w:smartTag w:uri="urn:schemas-microsoft-com:office:smarttags" w:element="country-region">
                <w:r w:rsidRPr="00CE2198">
                  <w:rPr>
                    <w:rStyle w:val="a0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China</w:t>
                </w:r>
              </w:smartTag>
            </w:smartTag>
            <w:r w:rsidRPr="00CE219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.)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Which animal comes from ...?</w:t>
            </w:r>
          </w:p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текст-описание, пересказывать его (от 1-го и от 3-го л.).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общее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прочитанного текста с некоторыми новыми словами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струкциями, догад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ваться о значении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вых слов из контекста. Воспринимать на слух, понимать общее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песни, её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лодию. Петь песню х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ром. Составлять по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разцу текст-описание животного.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модальные глаг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лы при составлении текста-инструкции. Различать и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в речи изученные еденицы читать тран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крипцию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520136">
        <w:tc>
          <w:tcPr>
            <w:tcW w:w="5000" w:type="pct"/>
            <w:gridSpan w:val="14"/>
          </w:tcPr>
          <w:p w:rsidR="00D3612D" w:rsidRDefault="00D3612D" w:rsidP="00520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Мир моих увлечений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Активный отдых</w:t>
            </w:r>
          </w:p>
          <w:p w:rsidR="00D3612D" w:rsidRPr="00520136" w:rsidRDefault="00D3612D" w:rsidP="00520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Виды спорта  активный отдых спортивные игры</w:t>
            </w:r>
          </w:p>
        </w:tc>
      </w:tr>
      <w:tr w:rsidR="00D3612D" w:rsidRPr="00520136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 с.47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 с.46,47</w:t>
            </w:r>
          </w:p>
          <w:p w:rsidR="00D3612D" w:rsidRPr="00180FFE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 с.78-79</w:t>
            </w:r>
            <w:r w:rsidRPr="00765ADF">
              <w:rPr>
                <w:b/>
              </w:rPr>
              <w:t>А/Г/Ч: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Adventure holidays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Виды 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к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тивного отдыха.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Timetable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План 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дыха.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названия месяцев, порядковые числительные.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br/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 is your  birthday?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 Календарь дней рождения.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 Ч/П: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Mr. Wolf’s Аdventure Сamp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Специальный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вопрос 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Н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звания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they play tennis? (Friday mor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ing.) On Tuesday they go climbing.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is Maxim g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 next week?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Maxim is going to the swimming pool next week.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does Dasha want to go?</w:t>
            </w:r>
          </w:p>
          <w:p w:rsidR="00D3612D" w:rsidRPr="00CE2198" w:rsidRDefault="00D3612D" w:rsidP="0052013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 wants to go to the Zoo.</w:t>
            </w:r>
          </w:p>
          <w:p w:rsidR="00D3612D" w:rsidRPr="00520136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 on holiday?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52013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текста с новыми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рукциями и словами, используя языковую догадку, ситуативный контекст. Задавать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и отвечать на них с опорой на илл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страции. Читать текст вслух, соблюдая нормы произношения,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интонацию образца. Составлять план отдыха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цу. Задавать вопросы собеседнику о его дне рождения, отвечать на его вопросы. Коррек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употреблять в речи порядковые числител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ные. Использовать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лексические единицы и грамматич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конструкции в 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чи. Применять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правила чтения</w:t>
            </w:r>
          </w:p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pct"/>
            <w:gridSpan w:val="3"/>
          </w:tcPr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6F183D" w:rsidTr="00520136">
        <w:tc>
          <w:tcPr>
            <w:tcW w:w="5000" w:type="pct"/>
            <w:gridSpan w:val="14"/>
          </w:tcPr>
          <w:p w:rsidR="00D3612D" w:rsidRPr="000E7C8F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C8F">
              <w:rPr>
                <w:rFonts w:ascii="Times New Roman" w:hAnsi="Times New Roman"/>
                <w:b/>
                <w:sz w:val="24"/>
                <w:szCs w:val="24"/>
              </w:rPr>
              <w:t>Страна страны изучаемого языка</w:t>
            </w:r>
          </w:p>
          <w:p w:rsidR="00D3612D" w:rsidRPr="00044920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Праздники день святого</w:t>
            </w:r>
          </w:p>
          <w:p w:rsidR="00D3612D" w:rsidRPr="00044920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Валентина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Default="00D3612D" w:rsidP="00D819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8 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D3612D" w:rsidRPr="006F183D" w:rsidRDefault="00D3612D" w:rsidP="00D819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день национального единства</w:t>
            </w:r>
          </w:p>
        </w:tc>
      </w:tr>
      <w:tr w:rsidR="00D3612D" w:rsidRPr="00D819EC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DF3B9B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765ADF">
              <w:rPr>
                <w:b/>
              </w:rPr>
              <w:t>А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Ч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Г</w:t>
            </w:r>
            <w:r w:rsidRPr="00765ADF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Special days in Bri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ain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Праздники.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письмо Веры. Люб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мые праздники.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лог-обсуждение: праздники в России и Великобритании. Предлоги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before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after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Рассказ-описание отдыха. Заполнение таблицы</w:t>
            </w:r>
          </w:p>
          <w:p w:rsidR="00D3612D" w:rsidRPr="00180FFE" w:rsidRDefault="00D3612D" w:rsidP="00D819EC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180FFE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180FFE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:</w:t>
            </w:r>
          </w:p>
          <w:p w:rsidR="00D3612D" w:rsidRPr="00BE16D8" w:rsidRDefault="00D3612D" w:rsidP="00D819EC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What special days in </w:t>
            </w:r>
            <w:smartTag w:uri="urn:schemas-microsoft-com:office:smarttags" w:element="place">
              <w:smartTag w:uri="urn:schemas-microsoft-com:office:smarttags" w:element="country-region">
                <w:r w:rsidRPr="00BE16D8">
                  <w:rPr>
                    <w:rStyle w:val="Tahoma"/>
                    <w:rFonts w:ascii="Times New Roman" w:hAnsi="Times New Roman" w:cs="Times New Roman"/>
                    <w:b w:val="0"/>
                    <w:color w:val="000000"/>
                    <w:sz w:val="24"/>
                    <w:szCs w:val="24"/>
                    <w:lang w:val="en-US" w:eastAsia="en-US"/>
                  </w:rPr>
                  <w:t>Russia</w:t>
                </w:r>
              </w:smartTag>
            </w:smartTag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do you know? What is February 14th?</w:t>
            </w:r>
          </w:p>
          <w:p w:rsidR="00D3612D" w:rsidRPr="00BE16D8" w:rsidRDefault="00D3612D" w:rsidP="00D819EC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can you see ...?</w:t>
            </w:r>
          </w:p>
          <w:p w:rsidR="00D3612D" w:rsidRPr="00BE16D8" w:rsidRDefault="00D3612D" w:rsidP="00D819EC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people do on ...?</w:t>
            </w:r>
          </w:p>
          <w:p w:rsidR="00D3612D" w:rsidRPr="00BE16D8" w:rsidRDefault="00D3612D" w:rsidP="00D819EC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people send cards to ...?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D819EC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Default="00D3612D" w:rsidP="00D819E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t>Воспринимать текст на слух, понимать осно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ную информацию. 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т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вечать на вопросы к тексту. Сравнивать праздники в Велик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британии и в России. Участвовать в диалоге-расспросе, опираясь на образец. Заполнять таблицу по аналогии. Использовать изуче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ницы и грамматические конструкции в устной и письменной речи, 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блюдая основные пр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вила чтения</w:t>
            </w:r>
          </w:p>
          <w:p w:rsidR="00D3612D" w:rsidRPr="00D819EC" w:rsidRDefault="00D3612D" w:rsidP="00EF7B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D819EC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819EC">
        <w:tc>
          <w:tcPr>
            <w:tcW w:w="5000" w:type="pct"/>
            <w:gridSpan w:val="14"/>
          </w:tcPr>
          <w:p w:rsidR="00D3612D" w:rsidRPr="00D819EC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Семейные праздники новый год рождество</w:t>
            </w:r>
          </w:p>
          <w:p w:rsidR="00D3612D" w:rsidRPr="00D819EC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Семейный отдых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 6 с 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Упр.6 с.48</w:t>
            </w:r>
            <w:r w:rsidRPr="00765ADF">
              <w:rPr>
                <w:b/>
              </w:rPr>
              <w:t>А/Ч/П: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рифмовка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Leap year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Глагол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to have 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(2–3-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мн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в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ple Tense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you do?/ What do you like to do?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,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 Имена существительные собственные и нар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цательные.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лог-расспрос  о том, какой отдых лучше.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диалог-расспрос: планы на отдых</w:t>
            </w:r>
          </w:p>
          <w:p w:rsidR="00D3612D" w:rsidRPr="00BE16D8" w:rsidRDefault="00D3612D" w:rsidP="00D819E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BE16D8" w:rsidRDefault="00D3612D" w:rsidP="00D819E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can you do on holiday? What do you like to do?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can swim on holiday</w:t>
            </w:r>
            <w:r w:rsidRPr="00BE16D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520136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EF7BEA" w:rsidRDefault="00D3612D" w:rsidP="00EF7B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t>Воспринимать на слух рифмовку, понимать её содержание, выводить значение незнакомых слов из контекста. Пр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 xml:space="preserve">вильно употреблять как в речи, так и на письме модальный глагол </w:t>
            </w:r>
            <w:r w:rsidRPr="00EF7BEA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. Знать значения изуче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ных глаголов, соста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лять с ними предлож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ния по образцу, собл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ю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дая порядок слов в предложении. Участв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вать в диалоге-расспросе, обсуждать, какой отдых лучше. Расспрашивать о пл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нах на отдых, испол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ь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зуя изученные лексич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ские единицы и обр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зец. Читать слова, 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блюдая правила чтения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C1401F" w:rsidTr="00F53121">
        <w:trPr>
          <w:trHeight w:val="372"/>
        </w:trPr>
        <w:tc>
          <w:tcPr>
            <w:tcW w:w="5000" w:type="pct"/>
            <w:gridSpan w:val="14"/>
          </w:tcPr>
          <w:p w:rsidR="00D3612D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Досвидания</w:t>
            </w:r>
          </w:p>
          <w:p w:rsidR="00D3612D" w:rsidRPr="00D819EC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Формы речевого и не речевого этикета</w:t>
            </w:r>
          </w:p>
        </w:tc>
      </w:tr>
      <w:tr w:rsidR="00D3612D" w:rsidRPr="00C1401F" w:rsidTr="00BF06BF">
        <w:trPr>
          <w:trHeight w:val="1069"/>
        </w:trPr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80FFE" w:rsidRDefault="00D3612D" w:rsidP="00F53121">
            <w:pPr>
              <w:pStyle w:val="20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РТ Упр 18 стр 53 РТзад.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.81А/Г/Ч: аудиотекст-история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Goodbye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! Сборы в дорогу, отъезд. Диалог-расспрос по рисункам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haven’t they got?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Ч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they need?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обсуждение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must Cody do?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Уход за животным. Получение инструкции. Глаголы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need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BE16D8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E16D8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 mustn’t forget anything!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Where’s my list? (Here it is.)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give me ...?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got the beach ball?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Have they got the tent?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on the top of the car.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they need?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They must take it with them.</w:t>
            </w:r>
          </w:p>
          <w:p w:rsidR="00D3612D" w:rsidRPr="00BE16D8" w:rsidRDefault="00D3612D" w:rsidP="00F53121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He must leave it at home.</w:t>
            </w:r>
          </w:p>
          <w:p w:rsidR="00D3612D" w:rsidRPr="00BE16D8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look after my hamsters, please, Cody? (Yes, of course. What must I do</w:t>
            </w: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текста с новыми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рукциями и словами, используя языковую догадку, контекст и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люстрации. Задавать вопросы по тексту и корректно отвечать на них. Читать текст вслух за диктором, правильно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вопросительных предложений. Испол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 изученные ле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 в устной и письменной речи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 коммун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кативной задачей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C1401F" w:rsidTr="00F53121">
        <w:trPr>
          <w:trHeight w:val="1069"/>
        </w:trPr>
        <w:tc>
          <w:tcPr>
            <w:tcW w:w="5000" w:type="pct"/>
            <w:gridSpan w:val="14"/>
          </w:tcPr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Повторение  по темам множественное число общий вопрос специальный вопрос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жательный падеж существительных</w:t>
            </w:r>
          </w:p>
        </w:tc>
      </w:tr>
      <w:tr w:rsidR="00D3612D" w:rsidRPr="00F53121" w:rsidTr="00BF06BF">
        <w:trPr>
          <w:trHeight w:val="1069"/>
        </w:trPr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6F3F09" w:rsidRDefault="00D3612D" w:rsidP="00F5312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РТ Г/Ч: рассказ по картинкам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and Jill’s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When…?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 с учителем, одноклассниками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May I…/Can you…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Выражение просьбы, разрешения. Ч/Г: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Dasha’s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. Повторение лексики и конструкций. Ч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рифмовка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 months of the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рассказ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 year</w:t>
            </w:r>
            <w:r w:rsidRPr="006F3F0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F3F09" w:rsidRDefault="00D3612D" w:rsidP="00F53121">
            <w:pPr>
              <w:pStyle w:val="BodyText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When does Ben visit a castle? (In May.) May I open the wi</w:t>
            </w:r>
            <w:r w:rsidRPr="006F3F0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F3F0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dow, please?</w:t>
            </w:r>
          </w:p>
          <w:p w:rsidR="00D3612D" w:rsidRPr="006F3F09" w:rsidRDefault="00D3612D" w:rsidP="00F53121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Yes, you may.</w:t>
            </w:r>
          </w:p>
          <w:p w:rsidR="00D3612D" w:rsidRPr="006F3F09" w:rsidRDefault="00D3612D" w:rsidP="00F53121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No, you may not.</w:t>
            </w:r>
          </w:p>
          <w:p w:rsidR="00D3612D" w:rsidRPr="006F3F09" w:rsidRDefault="00D3612D" w:rsidP="00F53121">
            <w:pPr>
              <w:pStyle w:val="BodyText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answer my question, please? Yes, of course.</w:t>
            </w:r>
          </w:p>
          <w:p w:rsidR="00D3612D" w:rsidRPr="006F3F09" w:rsidRDefault="00D3612D" w:rsidP="00F53121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Sorry, I can’t.</w:t>
            </w:r>
          </w:p>
          <w:p w:rsidR="00D3612D" w:rsidRPr="00180FFE" w:rsidRDefault="00D3612D" w:rsidP="00F53121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play tennis on Monday.</w:t>
            </w:r>
          </w:p>
          <w:p w:rsidR="00D3612D" w:rsidRPr="00F53121" w:rsidRDefault="00D3612D" w:rsidP="00F5312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Lera is going on holiday to</w:t>
            </w:r>
          </w:p>
        </w:tc>
        <w:tc>
          <w:tcPr>
            <w:tcW w:w="1395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текст, соотн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сить его содержание с иллюстрациями.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 и 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 с опорой на иллюстрации.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текст вслух,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нормы прои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ношения,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интонацию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разца. Пересказывать текст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люстрацию. Обр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щаться к учителю и однокласснику с просьбой о чём-либо, выражать согласие и запрет. Рассказывать о своём учебном годе по образцу. Употреблять в речи изученные слова и конструкции в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ветствии с коммуник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тивной задачей</w:t>
            </w: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pct"/>
            <w:gridSpan w:val="2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BF06BF" w:rsidTr="00BF06BF">
        <w:trPr>
          <w:trHeight w:val="660"/>
        </w:trPr>
        <w:tc>
          <w:tcPr>
            <w:tcW w:w="407" w:type="pct"/>
            <w:gridSpan w:val="2"/>
          </w:tcPr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55" w:type="pct"/>
            <w:gridSpan w:val="3"/>
          </w:tcPr>
          <w:p w:rsidR="00D3612D" w:rsidRPr="00BF06BF" w:rsidRDefault="00D3612D" w:rsidP="00BF0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6BF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1338" w:type="pct"/>
            <w:gridSpan w:val="4"/>
          </w:tcPr>
          <w:p w:rsidR="00D3612D" w:rsidRDefault="00D3612D" w:rsidP="00BF06BF">
            <w:pPr>
              <w:spacing w:line="240" w:lineRule="auto"/>
              <w:jc w:val="both"/>
            </w:pPr>
            <w:r w:rsidRPr="00997A85">
              <w:t>Контрольная работа</w:t>
            </w:r>
          </w:p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pct"/>
            <w:gridSpan w:val="3"/>
          </w:tcPr>
          <w:p w:rsidR="00D3612D" w:rsidRPr="00E66A49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 каллаж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стер на темы мое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писание домашние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вотные дикие живо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приключенченские каникулы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планов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66A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E66A49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post office of </w:t>
            </w:r>
            <w:smartTag w:uri="urn:schemas-microsoft-com:office:smarttags" w:element="place">
              <w:smartTag w:uri="urn:schemas-microsoft-com:office:smarttags" w:element="country-region">
                <w:r w:rsidRPr="00EF7BEA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</w:p>
          <w:p w:rsidR="00D3612D" w:rsidRPr="00EF7BEA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timetable”. 3.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“Domestic pets, wild animals, farm animals”. </w:t>
            </w:r>
          </w:p>
          <w:p w:rsidR="00D3612D" w:rsidRPr="00BF06BF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year”. 5.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“Adventure holidays</w:t>
            </w:r>
          </w:p>
        </w:tc>
        <w:tc>
          <w:tcPr>
            <w:tcW w:w="1105" w:type="pct"/>
            <w:gridSpan w:val="2"/>
          </w:tcPr>
          <w:p w:rsidR="00D3612D" w:rsidRPr="00044920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Итоговая 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трольная работа по темам множ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ственное число 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общий вопрос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 xml:space="preserve"> специальный вопрос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BF06BF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жательны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падеж существ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612D" w:rsidRPr="00C1401F" w:rsidTr="00BF06BF">
        <w:trPr>
          <w:trHeight w:val="363"/>
        </w:trPr>
        <w:tc>
          <w:tcPr>
            <w:tcW w:w="5000" w:type="pct"/>
            <w:gridSpan w:val="14"/>
          </w:tcPr>
          <w:p w:rsidR="00D3612D" w:rsidRDefault="00D3612D" w:rsidP="00BF06B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моих увлечений</w:t>
            </w:r>
          </w:p>
          <w:p w:rsidR="00D3612D" w:rsidRPr="00BF06BF" w:rsidRDefault="00D3612D" w:rsidP="00BF06B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06BF">
              <w:rPr>
                <w:rFonts w:ascii="Times New Roman" w:hAnsi="Times New Roman"/>
                <w:b/>
                <w:sz w:val="24"/>
                <w:szCs w:val="24"/>
              </w:rPr>
              <w:t>Каникулы</w:t>
            </w:r>
          </w:p>
        </w:tc>
      </w:tr>
      <w:tr w:rsidR="00D3612D" w:rsidRPr="00651E48" w:rsidTr="00BF06BF">
        <w:trPr>
          <w:trHeight w:val="1069"/>
        </w:trPr>
        <w:tc>
          <w:tcPr>
            <w:tcW w:w="407" w:type="pct"/>
            <w:gridSpan w:val="2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3" w:type="pct"/>
            <w:gridSpan w:val="4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997A85" w:rsidRDefault="00D3612D" w:rsidP="00F53121">
            <w:pPr>
              <w:spacing w:line="240" w:lineRule="auto"/>
              <w:jc w:val="both"/>
            </w:pPr>
            <w:r>
              <w:t>Тест</w:t>
            </w:r>
          </w:p>
        </w:tc>
        <w:tc>
          <w:tcPr>
            <w:tcW w:w="1387" w:type="pct"/>
            <w:gridSpan w:val="2"/>
          </w:tcPr>
          <w:p w:rsidR="00D3612D" w:rsidRPr="00E66A49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 каллаж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стер на темы мое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писание домашние животные дикие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вотные приключенче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каникулы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ставление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планов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66A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E66A49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post office of </w:t>
            </w:r>
            <w:smartTag w:uri="urn:schemas-microsoft-com:office:smarttags" w:element="place">
              <w:smartTag w:uri="urn:schemas-microsoft-com:office:smarttags" w:element="country-region">
                <w:r w:rsidRPr="00EF7BEA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</w:p>
          <w:p w:rsidR="00D3612D" w:rsidRPr="00EF7BEA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timetable”. 3.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“Domestic pets, wild animals, farm animals”. </w:t>
            </w:r>
          </w:p>
          <w:p w:rsidR="00D3612D" w:rsidRPr="00EF7BEA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year”. 5.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“Adventure holidays</w:t>
            </w:r>
          </w:p>
        </w:tc>
        <w:tc>
          <w:tcPr>
            <w:tcW w:w="1113" w:type="pct"/>
            <w:gridSpan w:val="3"/>
          </w:tcPr>
          <w:p w:rsidR="00D3612D" w:rsidRPr="00FC170B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C1401F" w:rsidTr="00FC170B">
        <w:trPr>
          <w:trHeight w:val="1069"/>
        </w:trPr>
        <w:tc>
          <w:tcPr>
            <w:tcW w:w="5000" w:type="pct"/>
            <w:gridSpan w:val="14"/>
          </w:tcPr>
          <w:p w:rsidR="00D3612D" w:rsidRPr="00FC170B" w:rsidRDefault="00D3612D" w:rsidP="00FC170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70B">
              <w:rPr>
                <w:rFonts w:ascii="Times New Roman" w:hAnsi="Times New Roman"/>
                <w:b/>
                <w:sz w:val="24"/>
                <w:szCs w:val="24"/>
              </w:rPr>
              <w:t>Планы на каникулы. Активный отдых</w:t>
            </w:r>
          </w:p>
        </w:tc>
      </w:tr>
      <w:tr w:rsidR="00D3612D" w:rsidRPr="00C1401F" w:rsidTr="00BF06BF">
        <w:trPr>
          <w:trHeight w:val="1069"/>
        </w:trPr>
        <w:tc>
          <w:tcPr>
            <w:tcW w:w="407" w:type="pct"/>
            <w:gridSpan w:val="2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4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044920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Упр.11,15,16 с.50-51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с.50</w:t>
            </w:r>
            <w:r w:rsidRPr="001321C4">
              <w:rPr>
                <w:b/>
              </w:rPr>
              <w:t>Г:</w:t>
            </w:r>
            <w:r w:rsidRPr="00997A85"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Game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. Лексика тематич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ских групп Мебель, Животные, Семья, Погода и т. д. Числ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тельные от 1 до 100, общий и специальный вопросы, краткие и полные формы глаг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ла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, притяж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тельный падеж сущ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ствительных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do on Monday morning?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Is science Cody’s f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vourite lesson?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Spell the word.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is it now?</w:t>
            </w:r>
          </w:p>
          <w:p w:rsidR="00D3612D" w:rsidRPr="00521A60" w:rsidRDefault="00D3612D" w:rsidP="00BF06BF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day is it today?</w:t>
            </w:r>
          </w:p>
          <w:p w:rsidR="00D3612D" w:rsidRPr="00F53121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7" w:type="pct"/>
            <w:gridSpan w:val="2"/>
          </w:tcPr>
          <w:p w:rsidR="00D3612D" w:rsidRPr="00320E48" w:rsidRDefault="00D3612D" w:rsidP="00EF7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разные виды английских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ний с соблюдением правил произношения, ударения, ритма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лийского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Задавать общий и специальный вопросы на указанную тему. Отвечать на вопросы с опорой на пройденный материал и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цию. Употреблять в речи краткие и полные формы глагола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, притяжательный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деж имён существ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тельных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612D" w:rsidRPr="00C1401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AC5B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183D">
        <w:rPr>
          <w:rFonts w:ascii="Times New Roman" w:hAnsi="Times New Roman"/>
          <w:sz w:val="24"/>
          <w:szCs w:val="24"/>
        </w:rPr>
        <w:t>Описание материально технического обеспечения</w:t>
      </w:r>
      <w:r>
        <w:rPr>
          <w:rFonts w:ascii="Times New Roman" w:hAnsi="Times New Roman"/>
          <w:sz w:val="24"/>
          <w:szCs w:val="24"/>
        </w:rPr>
        <w:t xml:space="preserve"> образовательного процесса</w:t>
      </w:r>
      <w:r w:rsidRPr="006F183D">
        <w:rPr>
          <w:rFonts w:ascii="Times New Roman" w:hAnsi="Times New Roman"/>
          <w:sz w:val="24"/>
          <w:szCs w:val="24"/>
        </w:rPr>
        <w:t>.</w:t>
      </w:r>
      <w:r w:rsidRPr="00AC5B02">
        <w:rPr>
          <w:rFonts w:ascii="Times New Roman" w:hAnsi="Times New Roman"/>
          <w:b/>
          <w:sz w:val="24"/>
          <w:szCs w:val="24"/>
        </w:rPr>
        <w:t xml:space="preserve"> </w:t>
      </w:r>
    </w:p>
    <w:p w:rsidR="00D3612D" w:rsidRPr="006F183D" w:rsidRDefault="00D3612D" w:rsidP="00AC5B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Для реализации программы используется следующий учебно-  методический ко</w:t>
      </w:r>
      <w:r w:rsidRPr="006059D7">
        <w:rPr>
          <w:rFonts w:ascii="Times New Roman" w:hAnsi="Times New Roman"/>
          <w:b/>
          <w:sz w:val="24"/>
          <w:szCs w:val="24"/>
        </w:rPr>
        <w:t>м</w:t>
      </w:r>
      <w:r w:rsidRPr="006059D7">
        <w:rPr>
          <w:rFonts w:ascii="Times New Roman" w:hAnsi="Times New Roman"/>
          <w:b/>
          <w:sz w:val="24"/>
          <w:szCs w:val="24"/>
        </w:rPr>
        <w:t>плект</w:t>
      </w:r>
      <w:r w:rsidRPr="006059D7">
        <w:rPr>
          <w:rFonts w:ascii="Times New Roman" w:hAnsi="Times New Roman"/>
          <w:sz w:val="24"/>
          <w:szCs w:val="24"/>
        </w:rPr>
        <w:t>. Программа. Английский язык 3класс, М.В.Вербицкая, «2013г» Вентана Граф</w:t>
      </w:r>
      <w:r w:rsidRPr="006059D7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уче</w:t>
      </w:r>
      <w:r w:rsidRPr="006059D7">
        <w:rPr>
          <w:rFonts w:ascii="Times New Roman" w:hAnsi="Times New Roman"/>
          <w:sz w:val="24"/>
          <w:szCs w:val="24"/>
        </w:rPr>
        <w:t>б</w:t>
      </w:r>
      <w:r w:rsidRPr="006059D7">
        <w:rPr>
          <w:rFonts w:ascii="Times New Roman" w:hAnsi="Times New Roman"/>
          <w:sz w:val="24"/>
          <w:szCs w:val="24"/>
        </w:rPr>
        <w:t>ник: Английский язык, 3 класс в двух частях, М.В.Вербицкая, О.В.Оралова, Б.Эббс, Э. Уорелл,  Э.Уорд, рекомендованного Министерством образования и науки РФ Вентана Граф2013г Рабочая тетрадь: Английский язык 3 класс, 2012г Вентана Граф Аудиоприл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>жение к учебнику и рабочей тетради.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83D">
        <w:rPr>
          <w:rFonts w:ascii="Times New Roman" w:hAnsi="Times New Roman"/>
          <w:sz w:val="24"/>
          <w:szCs w:val="24"/>
        </w:rPr>
        <w:t>Ноутбук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83D">
        <w:rPr>
          <w:rFonts w:ascii="Times New Roman" w:hAnsi="Times New Roman"/>
          <w:sz w:val="24"/>
          <w:szCs w:val="24"/>
        </w:rPr>
        <w:t>Лингафон</w:t>
      </w:r>
    </w:p>
    <w:p w:rsidR="00D3612D" w:rsidRPr="006F183D" w:rsidRDefault="00D3612D" w:rsidP="007F3CDF">
      <w:pPr>
        <w:rPr>
          <w:rFonts w:ascii="Times New Roman" w:hAnsi="Times New Roman"/>
          <w:sz w:val="24"/>
          <w:szCs w:val="24"/>
        </w:rPr>
      </w:pPr>
      <w:r w:rsidRPr="006F183D">
        <w:rPr>
          <w:rFonts w:ascii="Times New Roman" w:hAnsi="Times New Roman"/>
          <w:sz w:val="24"/>
          <w:szCs w:val="24"/>
        </w:rPr>
        <w:t xml:space="preserve">  Для информационно-компьютерной поддержки учебного процесса предполагается и</w:t>
      </w:r>
      <w:r w:rsidRPr="006F183D">
        <w:rPr>
          <w:rFonts w:ascii="Times New Roman" w:hAnsi="Times New Roman"/>
          <w:sz w:val="24"/>
          <w:szCs w:val="24"/>
        </w:rPr>
        <w:t>с</w:t>
      </w:r>
      <w:r w:rsidRPr="006F183D">
        <w:rPr>
          <w:rFonts w:ascii="Times New Roman" w:hAnsi="Times New Roman"/>
          <w:sz w:val="24"/>
          <w:szCs w:val="24"/>
        </w:rPr>
        <w:t>пользование следующих программно-педагогических средств,  элементов электронного обучения и дистанционных образовательных технологий, реализуемых с помощью ко</w:t>
      </w:r>
      <w:r w:rsidRPr="006F183D">
        <w:rPr>
          <w:rFonts w:ascii="Times New Roman" w:hAnsi="Times New Roman"/>
          <w:sz w:val="24"/>
          <w:szCs w:val="24"/>
        </w:rPr>
        <w:t>м</w:t>
      </w:r>
      <w:r w:rsidRPr="006F183D">
        <w:rPr>
          <w:rFonts w:ascii="Times New Roman" w:hAnsi="Times New Roman"/>
          <w:sz w:val="24"/>
          <w:szCs w:val="24"/>
        </w:rPr>
        <w:t xml:space="preserve">пьютера: </w:t>
      </w:r>
    </w:p>
    <w:p w:rsidR="00D3612D" w:rsidRPr="006F183D" w:rsidRDefault="00D3612D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7" w:history="1"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abcquest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jimdo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:rsidR="00D3612D" w:rsidRPr="006F183D" w:rsidRDefault="00D3612D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8" w:history="1"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learnenglishkids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britishcouncil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org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/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en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</w:p>
    <w:p w:rsidR="00D3612D" w:rsidRPr="006F183D" w:rsidRDefault="00D3612D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9" w:history="1"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starfall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com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</w:p>
    <w:p w:rsidR="00D3612D" w:rsidRPr="006F183D" w:rsidRDefault="00D3612D" w:rsidP="007F3CDF">
      <w:pPr>
        <w:rPr>
          <w:rFonts w:ascii="Times New Roman" w:hAnsi="Times New Roman"/>
          <w:sz w:val="24"/>
          <w:szCs w:val="24"/>
        </w:rPr>
      </w:pPr>
      <w:hyperlink r:id="rId10" w:history="1"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abcya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com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/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second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_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grade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_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computers</w:t>
        </w:r>
        <w:r w:rsidRPr="006F183D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6F183D">
          <w:rPr>
            <w:rStyle w:val="Hyperlink"/>
            <w:rFonts w:ascii="Times New Roman" w:hAnsi="Times New Roman"/>
            <w:sz w:val="24"/>
            <w:szCs w:val="24"/>
            <w:lang w:val="en-US"/>
          </w:rPr>
          <w:t>htm</w:t>
        </w:r>
      </w:hyperlink>
      <w:r w:rsidRPr="006F183D">
        <w:rPr>
          <w:rFonts w:ascii="Times New Roman" w:hAnsi="Times New Roman"/>
          <w:sz w:val="24"/>
          <w:szCs w:val="24"/>
        </w:rPr>
        <w:t xml:space="preserve"> </w:t>
      </w: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  <w:r w:rsidRPr="007F3CDF">
        <w:rPr>
          <w:rFonts w:ascii="Times New Roman" w:hAnsi="Times New Roman"/>
          <w:sz w:val="24"/>
          <w:szCs w:val="24"/>
        </w:rPr>
        <w:t>Также для дополнительного изучения грамматики предлагаются следующие пособия грамматика английского языка для родителей Е А Барашкова. Устные темы по англи</w:t>
      </w:r>
      <w:r w:rsidRPr="007F3CDF">
        <w:rPr>
          <w:rFonts w:ascii="Times New Roman" w:hAnsi="Times New Roman"/>
          <w:sz w:val="24"/>
          <w:szCs w:val="24"/>
        </w:rPr>
        <w:t>й</w:t>
      </w:r>
      <w:r w:rsidRPr="007F3CDF">
        <w:rPr>
          <w:rFonts w:ascii="Times New Roman" w:hAnsi="Times New Roman"/>
          <w:sz w:val="24"/>
          <w:szCs w:val="24"/>
        </w:rPr>
        <w:t xml:space="preserve">скому языку для начальной школы. </w:t>
      </w:r>
      <w:r w:rsidRPr="007F3CDF">
        <w:rPr>
          <w:rFonts w:ascii="Times New Roman" w:hAnsi="Times New Roman"/>
          <w:sz w:val="24"/>
          <w:szCs w:val="24"/>
          <w:lang w:val="en-US"/>
        </w:rPr>
        <w:t>CD</w:t>
      </w:r>
      <w:r w:rsidRPr="007F3CDF">
        <w:rPr>
          <w:rFonts w:ascii="Times New Roman" w:hAnsi="Times New Roman"/>
          <w:sz w:val="24"/>
          <w:szCs w:val="24"/>
        </w:rPr>
        <w:t xml:space="preserve"> диски Малыш и Карлсон, Белоснежка и семь гн</w:t>
      </w:r>
      <w:r w:rsidRPr="007F3CDF">
        <w:rPr>
          <w:rFonts w:ascii="Times New Roman" w:hAnsi="Times New Roman"/>
          <w:sz w:val="24"/>
          <w:szCs w:val="24"/>
        </w:rPr>
        <w:t>о</w:t>
      </w:r>
      <w:r w:rsidRPr="007F3CDF">
        <w:rPr>
          <w:rFonts w:ascii="Times New Roman" w:hAnsi="Times New Roman"/>
          <w:sz w:val="24"/>
          <w:szCs w:val="24"/>
        </w:rPr>
        <w:t>мов, английский для детей мои игрушки, английский для детей мой дом.</w:t>
      </w: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  <w:r w:rsidRPr="007F3CDF">
        <w:rPr>
          <w:rFonts w:ascii="Times New Roman" w:hAnsi="Times New Roman"/>
          <w:sz w:val="24"/>
          <w:szCs w:val="24"/>
        </w:rPr>
        <w:t>Раздаточный материал грамматические таблицы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6"/>
        <w:gridCol w:w="6205"/>
        <w:gridCol w:w="1449"/>
      </w:tblGrid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№ П.П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               Название таблиц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№ таблицы.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                       Алфавит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            Знаки транскрипции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Таблица чтения гласных букв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Правило чтения гласных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Правило чтения гласных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Правило чтения гласных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Правило чтения некоторых буквосочетаний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Артикли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Множественное число существительных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Множественное число сложных существительных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Цвета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Глагол to be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Глагол to be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Глагол to be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</w:t>
            </w:r>
            <w:smartTag w:uri="urn:schemas-microsoft-com:office:smarttags" w:element="place">
              <w:smartTag w:uri="urn:schemas-microsoft-com:office:smarttags" w:element="country-region">
                <w:r w:rsidRPr="007F3CD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UK</w:t>
                </w:r>
              </w:smartTag>
            </w:smartTag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 GB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Местоимения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Указательные местоимения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Возвратные местоимения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Местоимения Some Any и их производные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Количественные числительные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Количественные числительные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Количественные числительные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Порядковые числительные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Дни недели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Времена года и месяцы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Вопросительные слова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Предлоги места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Предлоги движения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Предлоги движения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Предлоги времени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Который час (время)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Притяжательный падеж существительных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Глагол to have got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Исчисляемые и не исчисляемые существительные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Pr="007F3CDF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There is There are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Pr="007F3CDF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many much a lot of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Модальные глаголы и их эквиваленты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Модальный глагол can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Степени сравнения прилагательных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Наречия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Порядок слов в утвердительных предложениях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Неправильные глаголы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Неправильные глаголы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Неправильные глаголы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Неправильные глаголы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Сокращения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Present progressive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Present progressive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Future simple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Future simple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Past simple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Past simple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Present perfect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Present perfect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Past progressive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Past progressive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С</w:t>
            </w:r>
            <w:r w:rsidRPr="007F3CDF">
              <w:rPr>
                <w:rFonts w:ascii="Times New Roman" w:hAnsi="Times New Roman"/>
                <w:sz w:val="24"/>
                <w:szCs w:val="24"/>
              </w:rPr>
              <w:t>и</w:t>
            </w: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стема </w:t>
            </w:r>
            <w:r w:rsidRPr="007F3CDF">
              <w:rPr>
                <w:rFonts w:ascii="Times New Roman" w:hAnsi="Times New Roman"/>
                <w:sz w:val="24"/>
                <w:szCs w:val="24"/>
              </w:rPr>
              <w:t xml:space="preserve">времен английского глагола 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Словообразовательные суффиксы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Словообразовательные суффиксы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Словообразовательные суффиксы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Таблица согласования времен в косвенной      речи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Части тела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Halloween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Christmass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St Valentines Day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Английские неправильные глаголы для начальной школы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3612D" w:rsidRPr="007F3CDF" w:rsidTr="00A41084">
        <w:tc>
          <w:tcPr>
            <w:tcW w:w="100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42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Английские неправильные глаголы для начальной школы</w:t>
            </w:r>
          </w:p>
        </w:tc>
        <w:tc>
          <w:tcPr>
            <w:tcW w:w="757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</w:tbl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659"/>
        <w:gridCol w:w="1723"/>
      </w:tblGrid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№ П П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                   Название таблицы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№ таблицы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Времена английского глагола действительный залог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Времена английского глагола страдательный залог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Глагол to be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There is there are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CD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Предлоги места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Местоимения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Местоимения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Вопросительные слова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Числительные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Словообразовательные приставки с отрицательным значением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Суффиксы существительных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 xml:space="preserve">Коя косвенная речь 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Типы вопросов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Неправильные глаголы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Английский алфавит (большое полотно)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Английская азбука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Английская азбука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Английский алфавит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3612D" w:rsidRPr="007F3CDF" w:rsidTr="00A41084">
        <w:tc>
          <w:tcPr>
            <w:tcW w:w="621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79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Английский алфавит</w:t>
            </w:r>
          </w:p>
        </w:tc>
        <w:tc>
          <w:tcPr>
            <w:tcW w:w="900" w:type="pct"/>
          </w:tcPr>
          <w:p w:rsidR="00D3612D" w:rsidRPr="007F3CDF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7F3C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Планируемые результаты</w:t>
      </w:r>
    </w:p>
    <w:p w:rsidR="00D3612D" w:rsidRPr="004F667A" w:rsidRDefault="00D3612D" w:rsidP="00DA26AA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 w:rsidRPr="004F667A">
        <w:rPr>
          <w:b/>
        </w:rPr>
        <w:t>в области говорения:</w:t>
      </w:r>
    </w:p>
    <w:p w:rsidR="00D3612D" w:rsidRPr="00FD20C9" w:rsidRDefault="00D3612D" w:rsidP="00DA26AA">
      <w:pPr>
        <w:pStyle w:val="BodyText"/>
        <w:widowControl w:val="0"/>
        <w:tabs>
          <w:tab w:val="left" w:pos="545"/>
        </w:tabs>
        <w:spacing w:after="0" w:line="269" w:lineRule="exact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FD20C9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0222F" w:rsidRDefault="00D3612D" w:rsidP="00DA26AA">
      <w:pPr>
        <w:pStyle w:val="BodyText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типичв туаций общения; диалог-расспрос (вопрос — ответ) и диалог — побу&gt; к действию;</w:t>
      </w:r>
    </w:p>
    <w:p w:rsidR="00D3612D" w:rsidRPr="0050222F" w:rsidRDefault="00D3612D" w:rsidP="00DA26AA">
      <w:pPr>
        <w:pStyle w:val="BodyText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на элементарном уровне описывать предмет, картинку, персонаж;</w:t>
      </w:r>
    </w:p>
    <w:p w:rsidR="00D3612D" w:rsidRPr="0050222F" w:rsidRDefault="00D3612D" w:rsidP="00DA26AA">
      <w:pPr>
        <w:pStyle w:val="BodyText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на элементарном уровне рассказывать о себе, семье, друге.</w:t>
      </w:r>
    </w:p>
    <w:p w:rsidR="00D3612D" w:rsidRPr="001E2D84" w:rsidRDefault="00D3612D" w:rsidP="00DA26AA">
      <w:pPr>
        <w:pStyle w:val="22"/>
        <w:shd w:val="clear" w:color="auto" w:fill="auto"/>
        <w:tabs>
          <w:tab w:val="left" w:pos="636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Style w:val="21"/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Pr="001E2D84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a1"/>
          <w:rFonts w:ascii="Times New Roman" w:hAnsi="Times New Roman"/>
          <w:iCs w:val="0"/>
          <w:color w:val="000000"/>
          <w:sz w:val="24"/>
          <w:szCs w:val="24"/>
          <w:lang w:val="ru-RU"/>
        </w:rPr>
        <w:t>:</w:t>
      </w:r>
    </w:p>
    <w:p w:rsidR="00D3612D" w:rsidRPr="0050222F" w:rsidRDefault="00D3612D" w:rsidP="00DA26AA">
      <w:pPr>
        <w:pStyle w:val="BodyText"/>
        <w:widowControl w:val="0"/>
        <w:tabs>
          <w:tab w:val="left" w:pos="73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участвовать в элементарном диалоге-расспросе, задавая вопросы собб ку и отвечая на его вопросы;</w:t>
      </w:r>
    </w:p>
    <w:p w:rsidR="00D3612D" w:rsidRPr="0050222F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фолькло] ские песни;</w:t>
      </w:r>
    </w:p>
    <w:p w:rsidR="00D3612D" w:rsidRPr="0050222F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составлять краткую характеристику персонажа;</w:t>
      </w:r>
    </w:p>
    <w:p w:rsidR="00D3612D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Style w:val="a0"/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кратко излагать содержание прочитанного текста.</w:t>
      </w:r>
    </w:p>
    <w:p w:rsidR="00D3612D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31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</w:t>
      </w:r>
      <w:r w:rsidRPr="00BE028C">
        <w:rPr>
          <w:rStyle w:val="31"/>
          <w:rFonts w:ascii="Times New Roman" w:hAnsi="Times New Roman"/>
          <w:b/>
          <w:bCs/>
          <w:color w:val="000000"/>
          <w:lang w:val="ru-RU"/>
        </w:rPr>
        <w:t xml:space="preserve">  </w:t>
      </w:r>
      <w:r w:rsidRPr="00BE028C">
        <w:rPr>
          <w:rStyle w:val="31"/>
          <w:rFonts w:ascii="Times New Roman" w:hAnsi="Times New Roman"/>
          <w:b/>
          <w:bCs/>
          <w:color w:val="000000"/>
          <w:lang w:val="ru-RU"/>
        </w:rPr>
        <w:tab/>
      </w:r>
      <w:r w:rsidRPr="00BE028C">
        <w:rPr>
          <w:rStyle w:val="31"/>
          <w:rFonts w:ascii="Times New Roman" w:hAnsi="Times New Roman"/>
          <w:b/>
          <w:bCs/>
          <w:color w:val="000000"/>
          <w:vertAlign w:val="subscript"/>
          <w:lang w:val="ru-RU"/>
        </w:rPr>
        <w:t>х</w:t>
      </w:r>
      <w:r w:rsidRPr="00BE028C">
        <w:rPr>
          <w:rStyle w:val="31"/>
          <w:rFonts w:ascii="Times New Roman" w:hAnsi="Times New Roman"/>
          <w:b/>
          <w:bCs/>
          <w:color w:val="000000"/>
          <w:lang w:val="ru-RU"/>
        </w:rPr>
        <w:t xml:space="preserve"> ,</w:t>
      </w:r>
    </w:p>
    <w:p w:rsidR="00D3612D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C9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:</w:t>
      </w:r>
    </w:p>
    <w:p w:rsidR="00D3612D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 при непосредственном об щении и вербально/невербально реагировать на услышанное;</w:t>
      </w:r>
    </w:p>
    <w:p w:rsidR="00D3612D" w:rsidRPr="0050222F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воспринимать на слух в аудиозаписи основное содержание небольших дос: тупных те</w:t>
      </w: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к</w:t>
      </w: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стов, построенных на изученном языковом материале.</w:t>
      </w:r>
    </w:p>
    <w:p w:rsidR="00D3612D" w:rsidRPr="001E2D84" w:rsidRDefault="00D3612D" w:rsidP="00DA26AA">
      <w:pPr>
        <w:pStyle w:val="22"/>
        <w:shd w:val="clear" w:color="auto" w:fill="auto"/>
        <w:tabs>
          <w:tab w:val="left" w:pos="64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E2D84">
        <w:rPr>
          <w:rStyle w:val="21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</w:p>
    <w:p w:rsidR="00D3612D" w:rsidRPr="0050222F" w:rsidRDefault="00D3612D" w:rsidP="00DA26AA">
      <w:pPr>
        <w:pStyle w:val="BodyText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воспринимать на слух в аудиозаписи небольшой текст, построенный на изу ченном языковом материале, и полностью понимать содержащуюс# информацию;</w:t>
      </w:r>
    </w:p>
    <w:p w:rsidR="00D3612D" w:rsidRPr="0050222F" w:rsidRDefault="00D3612D" w:rsidP="00DA26AA">
      <w:pPr>
        <w:pStyle w:val="BodyText"/>
        <w:widowControl w:val="0"/>
        <w:tabs>
          <w:tab w:val="left" w:pos="742"/>
        </w:tabs>
        <w:spacing w:after="0" w:line="269" w:lineRule="exact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0"/>
          <w:rFonts w:ascii="Times New Roman" w:hAnsi="Times New Roman"/>
          <w:color w:val="000000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D3612D" w:rsidRPr="008F08DB" w:rsidRDefault="00D3612D" w:rsidP="00DA26AA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b/>
        </w:rPr>
        <w:t>В области чтения</w:t>
      </w:r>
    </w:p>
    <w:p w:rsidR="00D3612D" w:rsidRPr="008F08DB" w:rsidRDefault="00D3612D" w:rsidP="00DA26AA">
      <w:pPr>
        <w:pStyle w:val="NormalWeb"/>
        <w:shd w:val="clear" w:color="auto" w:fill="FFFFFF"/>
        <w:spacing w:before="0" w:beforeAutospacing="0" w:after="0" w:afterAutospacing="0"/>
        <w:rPr>
          <w:rStyle w:val="a0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8F08DB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:</w:t>
      </w:r>
    </w:p>
    <w:p w:rsidR="00D3612D" w:rsidRPr="008F08DB" w:rsidRDefault="00D3612D" w:rsidP="00DA26AA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соотносить графический образ английского слова с его звуковым образом;</w:t>
      </w:r>
    </w:p>
    <w:p w:rsidR="00D3612D" w:rsidRPr="008F08DB" w:rsidRDefault="00D3612D" w:rsidP="00DA26AA">
      <w:pPr>
        <w:pStyle w:val="BodyText"/>
        <w:widowControl w:val="0"/>
        <w:tabs>
          <w:tab w:val="left" w:pos="477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softHyphen/>
        <w:t>риале,       соблюдая правила чтения и соответствующую интонацию;</w:t>
      </w:r>
    </w:p>
    <w:p w:rsidR="00D3612D" w:rsidRPr="008F08DB" w:rsidRDefault="00D3612D" w:rsidP="00DA26AA">
      <w:pPr>
        <w:pStyle w:val="BodyText"/>
        <w:widowControl w:val="0"/>
        <w:tabs>
          <w:tab w:val="left" w:pos="477"/>
        </w:tabs>
        <w:spacing w:after="0" w:line="269" w:lineRule="exact"/>
        <w:rPr>
          <w:rStyle w:val="Tahoma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 xml:space="preserve">читать про себя и понимать основное содержание текстов, включающих как </w:t>
      </w:r>
      <w:r w:rsidRPr="008F08DB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изученный языковой материал, так и отдельные новые слова; находить 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 xml:space="preserve">в 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тексте нужную и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н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формацию.</w:t>
      </w:r>
    </w:p>
    <w:p w:rsidR="00D3612D" w:rsidRPr="001E2D84" w:rsidRDefault="00D3612D" w:rsidP="00DA26AA">
      <w:pPr>
        <w:pStyle w:val="BodyText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1E2D84">
        <w:rPr>
          <w:rStyle w:val="21"/>
          <w:rFonts w:ascii="Times New Roman" w:hAnsi="Times New Roman"/>
          <w:b w:val="0"/>
          <w:iCs/>
          <w:color w:val="000000"/>
          <w:sz w:val="24"/>
          <w:szCs w:val="24"/>
        </w:rPr>
        <w:t>Ученик  получит возможность научиться</w:t>
      </w:r>
      <w:r w:rsidRPr="001E2D84">
        <w:rPr>
          <w:rStyle w:val="Tahoma"/>
          <w:rFonts w:ascii="Times New Roman" w:hAnsi="Times New Roman" w:cs="Times New Roman"/>
          <w:b w:val="0"/>
          <w:iCs/>
          <w:color w:val="000000"/>
          <w:sz w:val="24"/>
          <w:szCs w:val="24"/>
        </w:rPr>
        <w:t>:</w:t>
      </w:r>
    </w:p>
    <w:p w:rsidR="00D3612D" w:rsidRPr="008F08DB" w:rsidRDefault="00D3612D" w:rsidP="00DA26AA">
      <w:pPr>
        <w:pStyle w:val="BodyText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догадываться о значении незнакомых слов по контексту;</w:t>
      </w:r>
    </w:p>
    <w:p w:rsidR="00D3612D" w:rsidRDefault="00D3612D" w:rsidP="00DA26AA">
      <w:pPr>
        <w:pStyle w:val="BodyText"/>
        <w:widowControl w:val="0"/>
        <w:tabs>
          <w:tab w:val="left" w:pos="477"/>
        </w:tabs>
        <w:spacing w:after="0" w:line="269" w:lineRule="exact"/>
        <w:rPr>
          <w:rStyle w:val="a0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не обращать внимания на незнакомые слова, не мешающие понять основное содерж</w:t>
      </w:r>
      <w:r w:rsidRPr="008F08DB">
        <w:rPr>
          <w:rStyle w:val="a0"/>
          <w:rFonts w:ascii="Times New Roman" w:hAnsi="Times New Roman"/>
          <w:color w:val="000000"/>
          <w:sz w:val="24"/>
          <w:szCs w:val="24"/>
        </w:rPr>
        <w:t>а</w:t>
      </w: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ние текста.</w:t>
      </w:r>
    </w:p>
    <w:p w:rsidR="00D3612D" w:rsidRDefault="00D3612D" w:rsidP="00DA26AA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E1559F">
        <w:rPr>
          <w:rFonts w:ascii="Times New Roman" w:hAnsi="Times New Roman"/>
          <w:b/>
          <w:sz w:val="24"/>
          <w:szCs w:val="24"/>
        </w:rPr>
        <w:t>В области письма</w:t>
      </w:r>
    </w:p>
    <w:p w:rsidR="00D3612D" w:rsidRDefault="00D3612D" w:rsidP="00DA26AA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</w:t>
      </w:r>
    </w:p>
    <w:p w:rsidR="00D3612D" w:rsidRDefault="00D3612D" w:rsidP="00DA26AA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владеть техникой письма;</w:t>
      </w:r>
    </w:p>
    <w:p w:rsidR="00D3612D" w:rsidRPr="00FD20C9" w:rsidRDefault="00D3612D" w:rsidP="00DA26AA">
      <w:pPr>
        <w:pStyle w:val="BodyText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списывать текст и выписывать из него слова, словосочетания, предложения в соот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ветствии с решаемой учебной задачей;</w:t>
      </w:r>
    </w:p>
    <w:p w:rsidR="00D3612D" w:rsidRPr="0099211B" w:rsidRDefault="00D3612D" w:rsidP="00DA26AA">
      <w:pPr>
        <w:pStyle w:val="BodyText"/>
        <w:widowControl w:val="0"/>
        <w:tabs>
          <w:tab w:val="left" w:pos="482"/>
        </w:tabs>
        <w:spacing w:after="0" w:line="240" w:lineRule="auto"/>
        <w:ind w:right="280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писать с опорой на образец поздравление с праздником и короткое личное письмо;</w:t>
      </w:r>
    </w:p>
    <w:p w:rsidR="00D3612D" w:rsidRPr="0099211B" w:rsidRDefault="00D3612D" w:rsidP="00DA26AA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заполнять простую анкету.</w:t>
      </w:r>
    </w:p>
    <w:p w:rsidR="00D3612D" w:rsidRPr="0099211B" w:rsidRDefault="00D3612D" w:rsidP="00DA26AA">
      <w:pPr>
        <w:pStyle w:val="22"/>
        <w:shd w:val="clear" w:color="auto" w:fill="auto"/>
        <w:tabs>
          <w:tab w:val="left" w:pos="386"/>
        </w:tabs>
        <w:spacing w:line="240" w:lineRule="auto"/>
        <w:ind w:left="40"/>
        <w:rPr>
          <w:rFonts w:ascii="Times New Roman" w:hAnsi="Times New Roman"/>
          <w:sz w:val="24"/>
          <w:szCs w:val="24"/>
        </w:rPr>
      </w:pPr>
      <w:r w:rsidRPr="001E2D84">
        <w:rPr>
          <w:rStyle w:val="21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  <w:r w:rsidRPr="0099211B">
        <w:rPr>
          <w:rStyle w:val="21"/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3612D" w:rsidRPr="0099211B" w:rsidRDefault="00D3612D" w:rsidP="00DA26AA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составлять рассказ в письменной форме по плану/ключевым словам;</w:t>
      </w:r>
    </w:p>
    <w:p w:rsidR="00D3612D" w:rsidRPr="0099211B" w:rsidRDefault="00D3612D" w:rsidP="00DA26AA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в письменной форме кратко отвечать на вопросы к тексту;</w:t>
      </w:r>
    </w:p>
    <w:p w:rsidR="00D3612D" w:rsidRPr="0099211B" w:rsidRDefault="00D3612D" w:rsidP="00DA26AA">
      <w:pPr>
        <w:pStyle w:val="BodyText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правильно оформлять конверт (с опорой на образец);</w:t>
      </w:r>
    </w:p>
    <w:p w:rsidR="00D3612D" w:rsidRPr="0099211B" w:rsidRDefault="00D3612D" w:rsidP="00DA26AA">
      <w:pPr>
        <w:pStyle w:val="BodyText"/>
        <w:widowControl w:val="0"/>
        <w:tabs>
          <w:tab w:val="left" w:pos="4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0"/>
          <w:rFonts w:ascii="Times New Roman" w:hAnsi="Times New Roman"/>
          <w:color w:val="000000"/>
          <w:sz w:val="24"/>
          <w:szCs w:val="24"/>
        </w:rPr>
        <w:t>делать по образцу подписи к рисункам/фотографиям.</w:t>
      </w:r>
    </w:p>
    <w:p w:rsidR="00D3612D" w:rsidRPr="008F08DB" w:rsidRDefault="00D3612D" w:rsidP="00DA26AA">
      <w:pPr>
        <w:pStyle w:val="10"/>
        <w:shd w:val="clear" w:color="auto" w:fill="auto"/>
        <w:spacing w:line="240" w:lineRule="auto"/>
        <w:ind w:left="500"/>
        <w:rPr>
          <w:rFonts w:ascii="Times New Roman" w:hAnsi="Times New Roman"/>
          <w:b w:val="0"/>
          <w:sz w:val="24"/>
          <w:szCs w:val="24"/>
        </w:rPr>
      </w:pPr>
      <w:r w:rsidRPr="008F08DB">
        <w:rPr>
          <w:rStyle w:val="1"/>
          <w:rFonts w:ascii="Times New Roman" w:hAnsi="Times New Roman"/>
          <w:b/>
          <w:color w:val="000000"/>
          <w:sz w:val="24"/>
          <w:szCs w:val="24"/>
        </w:rPr>
        <w:t>Графика, каллиграфия, орфография</w:t>
      </w:r>
    </w:p>
    <w:p w:rsidR="00D3612D" w:rsidRPr="003C0CC8" w:rsidRDefault="00D3612D" w:rsidP="00DA26AA">
      <w:pPr>
        <w:pStyle w:val="BodyText"/>
        <w:widowControl w:val="0"/>
        <w:tabs>
          <w:tab w:val="left" w:pos="290"/>
          <w:tab w:val="left" w:pos="5483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 научится: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ab/>
      </w:r>
    </w:p>
    <w:p w:rsidR="00D3612D" w:rsidRPr="003C0CC8" w:rsidRDefault="00D3612D" w:rsidP="00DA26AA">
      <w:pPr>
        <w:pStyle w:val="BodyText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пользоваться английским алфавитом, называть в нём буквы в правильной последов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а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тельности;</w:t>
      </w:r>
    </w:p>
    <w:p w:rsidR="00D3612D" w:rsidRPr="003C0CC8" w:rsidRDefault="00D3612D" w:rsidP="00DA26AA">
      <w:pPr>
        <w:pStyle w:val="BodyText"/>
        <w:widowControl w:val="0"/>
        <w:tabs>
          <w:tab w:val="left" w:pos="486"/>
        </w:tabs>
        <w:spacing w:after="0" w:line="240" w:lineRule="auto"/>
        <w:ind w:right="280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 воспроизводить графически и каллиграфически корректно все английские буквы а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л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фавита (полупечатное написание букв, слов)</w:t>
      </w:r>
    </w:p>
    <w:p w:rsidR="00D3612D" w:rsidRPr="003C0CC8" w:rsidRDefault="00D3612D" w:rsidP="00DA26AA">
      <w:pPr>
        <w:pStyle w:val="BodyText"/>
        <w:widowControl w:val="0"/>
        <w:tabs>
          <w:tab w:val="left" w:pos="486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находить и сравнивать (в объёме содержания курса) такие языковые едини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цы, как   звук, буква, слово;</w:t>
      </w:r>
    </w:p>
    <w:p w:rsidR="00D3612D" w:rsidRPr="003C0CC8" w:rsidRDefault="00D3612D" w:rsidP="00DA26AA">
      <w:pPr>
        <w:pStyle w:val="BodyText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применять основные правила чтения и орфографии, изученные в курсе на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чальной школы;</w:t>
      </w:r>
    </w:p>
    <w:p w:rsidR="00D3612D" w:rsidRPr="003C0CC8" w:rsidRDefault="00D3612D" w:rsidP="00DA26AA">
      <w:pPr>
        <w:pStyle w:val="BodyText"/>
        <w:widowControl w:val="0"/>
        <w:tabs>
          <w:tab w:val="left" w:pos="477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отличать буквы от знаков транскрипции.</w:t>
      </w:r>
    </w:p>
    <w:p w:rsidR="00D3612D" w:rsidRPr="001E2D84" w:rsidRDefault="00D3612D" w:rsidP="00DA26AA">
      <w:pPr>
        <w:pStyle w:val="22"/>
        <w:shd w:val="clear" w:color="auto" w:fill="auto"/>
        <w:tabs>
          <w:tab w:val="left" w:pos="381"/>
        </w:tabs>
        <w:spacing w:line="240" w:lineRule="auto"/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</w:pPr>
      <w:r w:rsidRPr="001E2D84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 получит возможность научиться:</w:t>
      </w:r>
    </w:p>
    <w:p w:rsidR="00D3612D" w:rsidRPr="003C0CC8" w:rsidRDefault="00D3612D" w:rsidP="00DA26AA">
      <w:pPr>
        <w:pStyle w:val="22"/>
        <w:shd w:val="clear" w:color="auto" w:fill="auto"/>
        <w:tabs>
          <w:tab w:val="left" w:pos="381"/>
        </w:tabs>
        <w:spacing w:line="240" w:lineRule="auto"/>
        <w:ind w:left="40"/>
        <w:rPr>
          <w:rFonts w:ascii="Times New Roman" w:hAnsi="Times New Roman"/>
          <w:b w:val="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сравнивать и анализировать буквосочетания английского языка и их транс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крипцию;</w:t>
      </w:r>
    </w:p>
    <w:p w:rsidR="00D3612D" w:rsidRPr="003C0CC8" w:rsidRDefault="00D3612D" w:rsidP="00DA26AA">
      <w:pPr>
        <w:pStyle w:val="BodyText"/>
        <w:widowControl w:val="0"/>
        <w:tabs>
          <w:tab w:val="left" w:pos="4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группировать слова в соответствии с изученными правилами чтения;</w:t>
      </w:r>
    </w:p>
    <w:p w:rsidR="00D3612D" w:rsidRPr="003C0CC8" w:rsidRDefault="00D3612D" w:rsidP="00DA26AA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уточнять написание слова по словарю учебника.</w:t>
      </w:r>
    </w:p>
    <w:p w:rsidR="00D3612D" w:rsidRPr="00465F10" w:rsidRDefault="00D3612D" w:rsidP="00DA26AA">
      <w:pPr>
        <w:pStyle w:val="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 w:val="0"/>
          <w:noProof w:val="0"/>
          <w:sz w:val="24"/>
          <w:szCs w:val="24"/>
        </w:rPr>
        <w:t xml:space="preserve">                        </w:t>
      </w:r>
      <w:r w:rsidRPr="00465F10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D3612D" w:rsidRPr="00465F10" w:rsidRDefault="00D3612D" w:rsidP="00DA26AA">
      <w:pPr>
        <w:pStyle w:val="BodyText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Ученик  научится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D3612D" w:rsidRPr="00465F10" w:rsidRDefault="00D3612D" w:rsidP="00DA26AA">
      <w:pPr>
        <w:pStyle w:val="BodyText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D3612D" w:rsidRPr="00465F10" w:rsidRDefault="00D3612D" w:rsidP="00DA26AA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соблюдать правильное ударение в изолированных словах и </w:t>
      </w:r>
      <w:r w:rsidRPr="00465F10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фразах;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соблюдать особе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н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ности интонации основных типов предложений;</w:t>
      </w:r>
    </w:p>
    <w:p w:rsidR="00D3612D" w:rsidRDefault="00D3612D" w:rsidP="00DA26AA">
      <w:pPr>
        <w:pStyle w:val="BodyText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корректно произносить предложения с точки зрения их ритмико-интонаци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softHyphen/>
        <w:t>онных ос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бенностей.</w:t>
      </w: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ab/>
        <w:t>_</w:t>
      </w:r>
    </w:p>
    <w:p w:rsidR="00D3612D" w:rsidRPr="001E2D84" w:rsidRDefault="00D3612D" w:rsidP="00DA26AA">
      <w:pPr>
        <w:pStyle w:val="BodyText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Fonts w:ascii="Times New Roman" w:hAnsi="Times New Roman"/>
          <w:b/>
          <w:sz w:val="24"/>
          <w:szCs w:val="24"/>
        </w:rPr>
      </w:pPr>
      <w:r w:rsidRPr="001E2D84">
        <w:rPr>
          <w:rStyle w:val="21"/>
          <w:rFonts w:ascii="Times New Roman" w:hAnsi="Times New Roman"/>
          <w:b w:val="0"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465F10" w:rsidRDefault="00D3612D" w:rsidP="00DA26AA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распознавать случаи использования связующего “г” и соблюдать их в речи;</w:t>
      </w:r>
    </w:p>
    <w:p w:rsidR="00D3612D" w:rsidRPr="00465F10" w:rsidRDefault="00D3612D" w:rsidP="00DA26AA">
      <w:pPr>
        <w:pStyle w:val="BodyText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соблюдать интонацию перечисления;</w:t>
      </w:r>
    </w:p>
    <w:p w:rsidR="00D3612D" w:rsidRPr="00465F10" w:rsidRDefault="00D3612D" w:rsidP="00DA26AA">
      <w:pPr>
        <w:pStyle w:val="BodyText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соблюдать правило отсутствия ударения на служебных словах (артиклях, союзах, пред логах);</w:t>
      </w:r>
    </w:p>
    <w:p w:rsidR="00D3612D" w:rsidRPr="00465F10" w:rsidRDefault="00D3612D" w:rsidP="00DA26AA">
      <w:pPr>
        <w:pStyle w:val="BodyText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Читать изучаемые слова по транскрипции</w:t>
      </w:r>
    </w:p>
    <w:p w:rsidR="00D3612D" w:rsidRPr="00465F10" w:rsidRDefault="00D3612D" w:rsidP="00DA26AA">
      <w:pPr>
        <w:pStyle w:val="BodyText"/>
        <w:widowControl w:val="0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0"/>
          <w:rFonts w:ascii="Times New Roman" w:hAnsi="Times New Roman" w:cs="Times New Roman"/>
          <w:color w:val="000000"/>
          <w:sz w:val="24"/>
          <w:szCs w:val="24"/>
        </w:rPr>
        <w:t>Писать транскрипцию отдельных звуков.</w:t>
      </w:r>
    </w:p>
    <w:p w:rsidR="00D3612D" w:rsidRPr="00465F10" w:rsidRDefault="00D3612D" w:rsidP="00DA26AA">
      <w:pPr>
        <w:pStyle w:val="BodyText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Style w:val="a0"/>
          <w:color w:val="000000"/>
        </w:rPr>
        <w:t xml:space="preserve">   </w:t>
      </w:r>
      <w:r w:rsidRPr="00465F10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Лексическая сторона речи</w:t>
      </w:r>
    </w:p>
    <w:p w:rsidR="00D3612D" w:rsidRPr="00595EFD" w:rsidRDefault="00D3612D" w:rsidP="00DA26AA">
      <w:pPr>
        <w:pStyle w:val="BodyText"/>
        <w:widowControl w:val="0"/>
        <w:tabs>
          <w:tab w:val="left" w:pos="245"/>
        </w:tabs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 w:rsidRPr="00595EFD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95EFD" w:rsidRDefault="00D3612D" w:rsidP="00DA26AA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распознавать и употреблять в речи изученные в пределах тематики началь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ной школы лексические единицы (слова, словосочетания, </w:t>
      </w:r>
      <w:r w:rsidRPr="00595EFD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оценочную 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лекси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softHyphen/>
        <w:t>ку, речевые клише), с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о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блюдая лексические нормы;</w:t>
      </w:r>
    </w:p>
    <w:p w:rsidR="00D3612D" w:rsidRPr="00595EFD" w:rsidRDefault="00D3612D" w:rsidP="00DA26AA">
      <w:pPr>
        <w:pStyle w:val="BodyText"/>
        <w:widowControl w:val="0"/>
        <w:tabs>
          <w:tab w:val="left" w:pos="442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оперировать в процессе общения активной лексикой в соответствии с комму</w:t>
      </w: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softHyphen/>
        <w:t>никативной задачей.</w:t>
      </w:r>
    </w:p>
    <w:p w:rsidR="00D3612D" w:rsidRPr="001E2D84" w:rsidRDefault="00D3612D" w:rsidP="00DA26AA">
      <w:pPr>
        <w:pStyle w:val="22"/>
        <w:shd w:val="clear" w:color="auto" w:fill="auto"/>
        <w:tabs>
          <w:tab w:val="left" w:pos="346"/>
        </w:tabs>
        <w:rPr>
          <w:rFonts w:ascii="Times New Roman" w:hAnsi="Times New Roman"/>
          <w:sz w:val="24"/>
          <w:szCs w:val="24"/>
        </w:rPr>
      </w:pPr>
      <w:r w:rsidRPr="001E2D84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21"/>
          <w:rFonts w:ascii="Times New Roman" w:hAnsi="Times New Roman"/>
          <w:iCs/>
          <w:color w:val="000000"/>
          <w:sz w:val="24"/>
          <w:szCs w:val="24"/>
        </w:rPr>
        <w:t>:</w:t>
      </w:r>
    </w:p>
    <w:p w:rsidR="00D3612D" w:rsidRPr="00595EFD" w:rsidRDefault="00D3612D" w:rsidP="00DA26AA">
      <w:pPr>
        <w:pStyle w:val="BodyText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узнавать простые словообразовательные элементы;</w:t>
      </w:r>
    </w:p>
    <w:p w:rsidR="00D3612D" w:rsidRDefault="00D3612D" w:rsidP="00DA26AA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 xml:space="preserve">опираться на языковую догадку при восприятии интернациональных и сложных слов </w:t>
      </w:r>
    </w:p>
    <w:p w:rsidR="00D3612D" w:rsidRPr="00595EFD" w:rsidRDefault="00D3612D" w:rsidP="00DA26AA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0"/>
          <w:rFonts w:ascii="Times New Roman" w:hAnsi="Times New Roman"/>
          <w:color w:val="000000"/>
          <w:sz w:val="24"/>
          <w:szCs w:val="24"/>
        </w:rPr>
        <w:t>в процессе чтения и аудирования;</w:t>
      </w:r>
    </w:p>
    <w:p w:rsidR="00D3612D" w:rsidRDefault="00D3612D" w:rsidP="00DA26AA">
      <w:pPr>
        <w:pStyle w:val="10"/>
        <w:shd w:val="clear" w:color="auto" w:fill="auto"/>
        <w:spacing w:after="91" w:line="210" w:lineRule="exact"/>
        <w:rPr>
          <w:rStyle w:val="a0"/>
          <w:rFonts w:ascii="Times New Roman" w:hAnsi="Times New Roman"/>
          <w:color w:val="000000"/>
          <w:sz w:val="24"/>
          <w:szCs w:val="24"/>
        </w:rPr>
      </w:pPr>
      <w:r w:rsidRPr="00465F10">
        <w:rPr>
          <w:rStyle w:val="a0"/>
          <w:rFonts w:ascii="Times New Roman" w:hAnsi="Times New Roman"/>
          <w:b w:val="0"/>
          <w:color w:val="000000"/>
          <w:sz w:val="24"/>
          <w:szCs w:val="24"/>
        </w:rPr>
        <w:t xml:space="preserve">составлять простые словари (в картинках, двуязычные) в </w:t>
      </w:r>
      <w:r w:rsidRPr="00465F10">
        <w:rPr>
          <w:rStyle w:val="Tahoma"/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</w:t>
      </w:r>
      <w:r w:rsidRPr="00465F10">
        <w:rPr>
          <w:rStyle w:val="a0"/>
          <w:rFonts w:ascii="Times New Roman" w:hAnsi="Times New Roman"/>
          <w:b w:val="0"/>
          <w:color w:val="000000"/>
          <w:sz w:val="24"/>
          <w:szCs w:val="24"/>
        </w:rPr>
        <w:t>с по</w:t>
      </w:r>
      <w:r w:rsidRPr="00465F10">
        <w:rPr>
          <w:rStyle w:val="a0"/>
          <w:rFonts w:ascii="Times New Roman" w:hAnsi="Times New Roman"/>
          <w:b w:val="0"/>
          <w:color w:val="000000"/>
          <w:sz w:val="24"/>
          <w:szCs w:val="24"/>
        </w:rPr>
        <w:softHyphen/>
        <w:t>ставленной учебной задачей используя изучаемую в пределах тематики лексику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>.</w:t>
      </w:r>
    </w:p>
    <w:p w:rsidR="00D3612D" w:rsidRPr="00D22D51" w:rsidRDefault="00D3612D" w:rsidP="00DA26AA">
      <w:pPr>
        <w:pStyle w:val="BodyText"/>
        <w:spacing w:after="0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1"/>
          <w:rFonts w:ascii="Times New Roman" w:hAnsi="Times New Roman"/>
          <w:bCs w:val="0"/>
          <w:color w:val="000000"/>
          <w:sz w:val="24"/>
          <w:szCs w:val="24"/>
        </w:rPr>
        <w:t xml:space="preserve">                                             </w:t>
      </w:r>
      <w:r w:rsidRPr="00D22D51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Грамматическая сторона речи</w:t>
      </w:r>
    </w:p>
    <w:p w:rsidR="00D3612D" w:rsidRPr="003C0CC8" w:rsidRDefault="00D3612D" w:rsidP="00DA26AA">
      <w:pPr>
        <w:pStyle w:val="BodyText"/>
        <w:spacing w:after="0"/>
        <w:ind w:right="2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a0"/>
          <w:color w:val="000000"/>
        </w:rPr>
        <w:t xml:space="preserve">        </w:t>
      </w:r>
      <w:r w:rsidRPr="003C0CC8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научится:</w:t>
      </w:r>
    </w:p>
    <w:p w:rsidR="00D3612D" w:rsidRPr="003C0CC8" w:rsidRDefault="00D3612D" w:rsidP="00DA26AA">
      <w:pPr>
        <w:pStyle w:val="BodyText"/>
        <w:spacing w:after="0" w:line="269" w:lineRule="exact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основные коммуникативные типы </w:t>
      </w:r>
    </w:p>
    <w:p w:rsidR="00D3612D" w:rsidRPr="003C0CC8" w:rsidRDefault="00D3612D" w:rsidP="00DA26AA">
      <w:pPr>
        <w:pStyle w:val="BodyText"/>
        <w:spacing w:after="0" w:line="269" w:lineRule="exact"/>
        <w:jc w:val="both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пред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ложений,  общий и специальный вопросы, утвердительные и </w:t>
      </w:r>
    </w:p>
    <w:p w:rsidR="00D3612D" w:rsidRPr="003C0CC8" w:rsidRDefault="00D3612D" w:rsidP="00DA26AA">
      <w:pPr>
        <w:pStyle w:val="BodyText"/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a0"/>
          <w:rFonts w:ascii="Times New Roman" w:hAnsi="Times New Roman"/>
          <w:color w:val="000000"/>
          <w:sz w:val="24"/>
          <w:szCs w:val="24"/>
        </w:rPr>
        <w:t>о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трицательные предложения;</w:t>
      </w:r>
    </w:p>
    <w:p w:rsidR="00D3612D" w:rsidRPr="00465F10" w:rsidRDefault="00D3612D" w:rsidP="00DA26AA">
      <w:pPr>
        <w:pStyle w:val="BodyText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Tahoma"/>
          <w:rFonts w:ascii="Times New Roman" w:hAnsi="Times New Roman" w:cs="Georgia"/>
          <w:b w:val="0"/>
          <w:bCs w:val="0"/>
          <w:color w:val="000000"/>
          <w:spacing w:val="3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распознавать и употреблять в речи изуч</w:t>
      </w:r>
      <w:r>
        <w:rPr>
          <w:rStyle w:val="a0"/>
          <w:rFonts w:ascii="Times New Roman" w:hAnsi="Times New Roman"/>
          <w:color w:val="000000"/>
          <w:sz w:val="24"/>
          <w:szCs w:val="24"/>
        </w:rPr>
        <w:t>енные существительные с неопре</w:t>
      </w:r>
      <w:r>
        <w:rPr>
          <w:rStyle w:val="a0"/>
          <w:rFonts w:ascii="Times New Roman" w:hAnsi="Times New Roman"/>
          <w:color w:val="000000"/>
          <w:sz w:val="24"/>
          <w:szCs w:val="24"/>
        </w:rPr>
        <w:softHyphen/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делённым/определённым/нулевым артиклем, в единственном </w:t>
      </w:r>
      <w:r w:rsidRPr="003C0CC8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и</w:t>
      </w:r>
    </w:p>
    <w:p w:rsidR="00D3612D" w:rsidRPr="00D22D51" w:rsidRDefault="00D3612D" w:rsidP="00DA26AA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во множе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ственном   числе; притяжательный падеж существительных; глаголы в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Jense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модальные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глаголы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can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may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must</w:t>
      </w:r>
      <w:r w:rsidRPr="00D22D51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</w:p>
    <w:p w:rsidR="00D3612D" w:rsidRPr="003C0CC8" w:rsidRDefault="00D3612D" w:rsidP="00DA26AA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лич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ные,   притяжательные и указательные местоимения; изученные </w:t>
      </w:r>
    </w:p>
    <w:p w:rsidR="00D3612D" w:rsidRPr="003C0CC8" w:rsidRDefault="00D3612D" w:rsidP="00DA26AA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прилагатель ные в положительной, сравнительной, превосходной степенях; </w:t>
      </w:r>
    </w:p>
    <w:p w:rsidR="00D3612D" w:rsidRPr="003C0CC8" w:rsidRDefault="00D3612D" w:rsidP="00DA26AA">
      <w:pPr>
        <w:pStyle w:val="BodyText"/>
        <w:widowControl w:val="0"/>
        <w:tabs>
          <w:tab w:val="left" w:pos="437"/>
        </w:tabs>
        <w:spacing w:after="0" w:line="240" w:lineRule="auto"/>
        <w:ind w:right="23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коли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чественные (до 100) и порядковые (до 20) числительные; наиболее </w:t>
      </w:r>
    </w:p>
    <w:p w:rsidR="00D3612D" w:rsidRPr="003C0CC8" w:rsidRDefault="00D3612D" w:rsidP="00DA26AA">
      <w:pPr>
        <w:pStyle w:val="BodyText"/>
        <w:widowControl w:val="0"/>
        <w:tabs>
          <w:tab w:val="left" w:pos="437"/>
        </w:tabs>
        <w:spacing w:after="0" w:line="240" w:lineRule="auto"/>
        <w:ind w:right="20"/>
        <w:rPr>
          <w:rStyle w:val="a0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употре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бительные предлоги для выражения временных и пространственных </w:t>
      </w:r>
    </w:p>
    <w:p w:rsidR="00D3612D" w:rsidRPr="003C0CC8" w:rsidRDefault="00D3612D" w:rsidP="00DA26AA">
      <w:pPr>
        <w:pStyle w:val="BodyText"/>
        <w:widowControl w:val="0"/>
        <w:tabs>
          <w:tab w:val="left" w:pos="437"/>
        </w:tabs>
        <w:spacing w:after="0" w:line="240" w:lineRule="auto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отно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шений.</w:t>
      </w:r>
    </w:p>
    <w:p w:rsidR="00D3612D" w:rsidRPr="00AC5B02" w:rsidRDefault="00D3612D" w:rsidP="00DA26AA">
      <w:pPr>
        <w:pStyle w:val="22"/>
        <w:shd w:val="clear" w:color="auto" w:fill="auto"/>
        <w:ind w:left="460"/>
        <w:rPr>
          <w:rStyle w:val="21"/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3C0CC8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0517B">
        <w:rPr>
          <w:rStyle w:val="21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D22D51" w:rsidRDefault="00D3612D" w:rsidP="00DA26AA">
      <w:pPr>
        <w:pStyle w:val="22"/>
        <w:shd w:val="clear" w:color="auto" w:fill="auto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</w:rPr>
        <w:t xml:space="preserve">узнавать сложносочинённые предложения с союзами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and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</w:rPr>
        <w:t xml:space="preserve">и </w:t>
      </w:r>
      <w:r w:rsidRPr="00D22D51">
        <w:rPr>
          <w:rStyle w:val="a0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but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DA26AA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использовать в речи безличные предложения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 xml:space="preserve">It’s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5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 xml:space="preserve">o’clock. It’s interesting.           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предложения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с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конструкцией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there is/there are;</w:t>
      </w:r>
    </w:p>
    <w:p w:rsidR="00D3612D" w:rsidRPr="003C0CC8" w:rsidRDefault="00D3612D" w:rsidP="00DA26AA">
      <w:pPr>
        <w:pStyle w:val="BodyText"/>
        <w:widowControl w:val="0"/>
        <w:tabs>
          <w:tab w:val="left" w:pos="45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E66A49">
        <w:rPr>
          <w:rStyle w:val="a0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оперировать в речи неопределёнными местоимениями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some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и их произ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водными (некоторые случаи употребления);</w:t>
      </w:r>
    </w:p>
    <w:p w:rsidR="00D3612D" w:rsidRPr="003C0CC8" w:rsidRDefault="00D3612D" w:rsidP="00DA26AA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образовывать по правилу прилагательные в сравнительной и превосходной степенях и употреблять их в речи;</w:t>
      </w:r>
    </w:p>
    <w:p w:rsidR="00D3612D" w:rsidRPr="003C0CC8" w:rsidRDefault="00D3612D" w:rsidP="00DA26AA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распознавать в тексте и дифференцировать слова по определённым признакам (сущес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т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вительные, прилагательные, модальные/смысловые глаголы);</w:t>
      </w:r>
    </w:p>
    <w:p w:rsidR="00D3612D" w:rsidRPr="003C0CC8" w:rsidRDefault="00D3612D" w:rsidP="00DA26AA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выражать своё отношение к действию при помощи модальных глаголов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should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have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DA26AA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распознавать и использовать в речи наиболее употребительные наречия вре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>мени, ст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е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 xml:space="preserve">пени и образа действия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today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yesterday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tomorrow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never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often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sometimes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very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well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slowly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quickly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D3612D" w:rsidRPr="003C0CC8" w:rsidRDefault="00D3612D" w:rsidP="00DA26AA">
      <w:pPr>
        <w:pStyle w:val="BodyText"/>
        <w:widowControl w:val="0"/>
        <w:tabs>
          <w:tab w:val="left" w:pos="457"/>
        </w:tabs>
        <w:spacing w:after="183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узнавать в тексте и на слух, употреблять в речи в пределах тематики началь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ной школы глаголы в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Progressive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)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Tense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t>глагольные кон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</w:rPr>
        <w:softHyphen/>
        <w:t xml:space="preserve">струкции типа: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reading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d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0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D3612D" w:rsidRPr="00677939" w:rsidRDefault="00D3612D" w:rsidP="00DA26AA">
      <w:pPr>
        <w:pStyle w:val="10"/>
        <w:shd w:val="clear" w:color="auto" w:fill="auto"/>
        <w:spacing w:after="115" w:line="340" w:lineRule="exact"/>
        <w:rPr>
          <w:rFonts w:ascii="Times New Roman" w:hAnsi="Times New Roman"/>
          <w:sz w:val="24"/>
          <w:szCs w:val="24"/>
        </w:rPr>
      </w:pPr>
      <w:r w:rsidRPr="00BC2298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Социокультурная осведомлённость </w:t>
      </w:r>
    </w:p>
    <w:p w:rsidR="00D3612D" w:rsidRPr="00BC2298" w:rsidRDefault="00D3612D" w:rsidP="00DA26AA">
      <w:pPr>
        <w:pStyle w:val="BodyText"/>
        <w:widowControl w:val="0"/>
        <w:tabs>
          <w:tab w:val="left" w:pos="260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:</w:t>
      </w:r>
    </w:p>
    <w:p w:rsidR="00D3612D" w:rsidRPr="00BC2298" w:rsidRDefault="00D3612D" w:rsidP="00DA26AA">
      <w:pPr>
        <w:pStyle w:val="BodyText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называть страны изучаемого языка по-английски;</w:t>
      </w:r>
    </w:p>
    <w:p w:rsidR="00D3612D" w:rsidRPr="00BC2298" w:rsidRDefault="00D3612D" w:rsidP="00DA26AA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узнавать некоторых литературных персонажей известных детских произве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softHyphen/>
        <w:t>дений, с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ю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жеты некоторых популярных сказок, написанных на изучаемом языке, небольшие пр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о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изведения детского фольклора (стихов, песен);</w:t>
      </w:r>
    </w:p>
    <w:p w:rsidR="00D3612D" w:rsidRPr="00BC2298" w:rsidRDefault="00D3612D" w:rsidP="00DA26AA">
      <w:pPr>
        <w:pStyle w:val="BodyText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D3612D" w:rsidRPr="00BC2298" w:rsidRDefault="00D3612D" w:rsidP="00DA26AA">
      <w:pPr>
        <w:pStyle w:val="22"/>
        <w:shd w:val="clear" w:color="auto" w:fill="auto"/>
        <w:tabs>
          <w:tab w:val="left" w:pos="366"/>
        </w:tabs>
        <w:ind w:left="20"/>
        <w:rPr>
          <w:rFonts w:ascii="Times New Roman" w:hAnsi="Times New Roman"/>
          <w:b w:val="0"/>
          <w:sz w:val="24"/>
          <w:szCs w:val="24"/>
        </w:rPr>
      </w:pPr>
      <w:r w:rsidRPr="00BC2298">
        <w:rPr>
          <w:rStyle w:val="21"/>
          <w:rFonts w:ascii="Times New Roman" w:hAnsi="Times New Roman"/>
          <w:b/>
          <w:i/>
          <w:iCs/>
          <w:color w:val="000000"/>
          <w:sz w:val="24"/>
          <w:szCs w:val="24"/>
        </w:rPr>
        <w:t>Ученик получит возможность научиться’.</w:t>
      </w:r>
    </w:p>
    <w:p w:rsidR="00D3612D" w:rsidRPr="00BC2298" w:rsidRDefault="00D3612D" w:rsidP="00DA26AA">
      <w:pPr>
        <w:pStyle w:val="BodyText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называть столицы стран изучаемого языка по-английски;</w:t>
      </w:r>
    </w:p>
    <w:p w:rsidR="00D3612D" w:rsidRPr="00BC2298" w:rsidRDefault="00D3612D" w:rsidP="00DA26AA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рассказывать о некоторых достопримечательностях стран изучаемого языка;</w:t>
      </w:r>
    </w:p>
    <w:p w:rsidR="00D3612D" w:rsidRPr="00BC2298" w:rsidRDefault="00D3612D" w:rsidP="00DA26AA">
      <w:pPr>
        <w:pStyle w:val="BodyText"/>
        <w:widowControl w:val="0"/>
        <w:tabs>
          <w:tab w:val="left" w:pos="466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softHyphen/>
        <w:t>хи, песни) на английском языке;</w:t>
      </w:r>
    </w:p>
    <w:p w:rsidR="00D3612D" w:rsidRPr="00BC2298" w:rsidRDefault="00D3612D" w:rsidP="00DA26AA">
      <w:pPr>
        <w:pStyle w:val="BodyText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осуществлять поиск информации о стране изучаемого языка в соответствии с поста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в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t>ленной учебной задачей в пределах тематики, изучаемой в началь</w:t>
      </w:r>
      <w:r w:rsidRPr="00BC2298">
        <w:rPr>
          <w:rStyle w:val="a0"/>
          <w:rFonts w:ascii="Times New Roman" w:hAnsi="Times New Roman"/>
          <w:color w:val="000000"/>
          <w:sz w:val="24"/>
          <w:szCs w:val="24"/>
        </w:rPr>
        <w:softHyphen/>
        <w:t>ной школе.</w:t>
      </w: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pStyle w:val="BodyText"/>
        <w:spacing w:after="0" w:line="240" w:lineRule="auto"/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в познавательной сфере</w:t>
      </w:r>
    </w:p>
    <w:p w:rsidR="00D3612D" w:rsidRPr="0080517B" w:rsidRDefault="00D3612D" w:rsidP="00DA26AA">
      <w:pPr>
        <w:pStyle w:val="BodyText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17B">
        <w:rPr>
          <w:rStyle w:val="a0"/>
          <w:rFonts w:ascii="Times New Roman" w:hAnsi="Times New Roman" w:cs="Times New Roman"/>
          <w:b/>
          <w:color w:val="000000"/>
          <w:sz w:val="24"/>
          <w:szCs w:val="24"/>
        </w:rPr>
        <w:t>Ученик  научится:</w:t>
      </w:r>
    </w:p>
    <w:p w:rsidR="00D3612D" w:rsidRPr="00532751" w:rsidRDefault="00D3612D" w:rsidP="00DA26AA">
      <w:pPr>
        <w:pStyle w:val="BodyText"/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уров! дельных зв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у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ков, букв, слов, словосочетаний, простых предложений;</w:t>
      </w:r>
    </w:p>
    <w:p w:rsidR="00D3612D" w:rsidRPr="00532751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 венных высказ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ы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ваний в пределах тематики начальной школы;</w:t>
      </w:r>
    </w:p>
    <w:p w:rsidR="00D3612D" w:rsidRPr="00532751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совершенствовать приёмы работы с текстом с опорой на умения, при тённые на ур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ках родного языка (прогнозировать содержание текста г головку, иллюстрациям и др.);</w:t>
      </w:r>
    </w:p>
    <w:p w:rsidR="00D3612D" w:rsidRPr="00532751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пользоваться справочными материалами, представленными в досту данному возрасту виде (правила, таблицы);</w:t>
      </w:r>
    </w:p>
    <w:p w:rsidR="00D3612D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осуществлять самонаблюдение и с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амооценку в доступных младшему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кольнику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пр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е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делах.</w:t>
      </w:r>
    </w:p>
    <w:p w:rsidR="00D3612D" w:rsidRPr="00541451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541451">
        <w:rPr>
          <w:rStyle w:val="2"/>
          <w:rFonts w:ascii="Times New Roman" w:hAnsi="Times New Roman"/>
          <w:bCs w:val="0"/>
          <w:color w:val="000000"/>
          <w:sz w:val="24"/>
          <w:szCs w:val="24"/>
        </w:rPr>
        <w:t>Предметные результаты в ценностно-ориентационной сфере</w:t>
      </w:r>
    </w:p>
    <w:p w:rsidR="00D3612D" w:rsidRPr="00532751" w:rsidRDefault="00D3612D" w:rsidP="00DA26AA">
      <w:pPr>
        <w:pStyle w:val="BodyTex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ind w:right="20"/>
        <w:rPr>
          <w:rStyle w:val="2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представлять изучаемый иностранный язык как средство выражения лей, чувств, эм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ций;</w:t>
      </w:r>
      <w:r>
        <w:t xml:space="preserve"> 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приобщаться к культурным ценностям другого народа через произведе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>ния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>дет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ск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0"/>
          <w:rFonts w:ascii="Times New Roman" w:hAnsi="Times New Roman" w:cs="Times New Roman"/>
          <w:color w:val="000000"/>
          <w:sz w:val="24"/>
          <w:szCs w:val="24"/>
        </w:rPr>
        <w:t>го фольклора, через возможное участие в туристических поездках</w:t>
      </w:r>
      <w:r>
        <w:rPr>
          <w:rStyle w:val="a0"/>
          <w:color w:val="000000"/>
        </w:rPr>
        <w:t>.</w:t>
      </w:r>
      <w:r w:rsidRPr="00541451">
        <w:rPr>
          <w:rStyle w:val="2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</w:p>
    <w:p w:rsidR="00D3612D" w:rsidRPr="00541451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ind w:right="20"/>
        <w:rPr>
          <w:rFonts w:ascii="Georgia" w:hAnsi="Georgia" w:cs="Georgia"/>
          <w:color w:val="000000"/>
          <w:spacing w:val="3"/>
          <w:sz w:val="17"/>
          <w:szCs w:val="17"/>
        </w:rPr>
      </w:pPr>
      <w:r w:rsidRPr="00541451">
        <w:rPr>
          <w:rStyle w:val="2"/>
          <w:rFonts w:ascii="Times New Roman" w:hAnsi="Times New Roman"/>
          <w:bCs w:val="0"/>
          <w:color w:val="000000"/>
          <w:sz w:val="24"/>
          <w:szCs w:val="24"/>
        </w:rPr>
        <w:t>Предметные результаты в эстетической сфере</w:t>
      </w:r>
    </w:p>
    <w:p w:rsidR="00D3612D" w:rsidRPr="00541451" w:rsidRDefault="00D3612D" w:rsidP="00DA26AA">
      <w:pPr>
        <w:pStyle w:val="BodyTex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DA26AA">
      <w:pPr>
        <w:pStyle w:val="BodyText"/>
        <w:widowControl w:val="0"/>
        <w:tabs>
          <w:tab w:val="left" w:pos="742"/>
        </w:tabs>
        <w:spacing w:after="0" w:line="240" w:lineRule="auto"/>
        <w:ind w:left="-440"/>
        <w:rPr>
          <w:rFonts w:ascii="Times New Roman" w:hAnsi="Times New Roman"/>
          <w:sz w:val="24"/>
          <w:szCs w:val="24"/>
        </w:rPr>
      </w:pP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странном языке;</w:t>
      </w:r>
    </w:p>
    <w:p w:rsidR="00D3612D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ind w:left="-440"/>
      </w:pP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про] знакомства с досту</w:t>
      </w: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п</w:t>
      </w: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ными</w:t>
      </w:r>
      <w:r>
        <w:rPr>
          <w:rStyle w:val="a0"/>
          <w:color w:val="000000"/>
        </w:rPr>
        <w:t xml:space="preserve"> для данного возраста образцами детской ли туры.</w:t>
      </w:r>
    </w:p>
    <w:p w:rsidR="00D3612D" w:rsidRDefault="00D3612D" w:rsidP="00DA26AA">
      <w:pPr>
        <w:pStyle w:val="20"/>
        <w:shd w:val="clear" w:color="auto" w:fill="auto"/>
        <w:spacing w:line="240" w:lineRule="auto"/>
        <w:rPr>
          <w:rStyle w:val="2"/>
          <w:rFonts w:ascii="Times New Roman" w:hAnsi="Times New Roman"/>
          <w:b/>
          <w:bCs/>
          <w:color w:val="000000"/>
          <w:sz w:val="24"/>
          <w:szCs w:val="24"/>
        </w:rPr>
      </w:pPr>
      <w:r w:rsidRPr="00541451">
        <w:rPr>
          <w:rStyle w:val="2"/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в трудовой сфере</w:t>
      </w:r>
    </w:p>
    <w:p w:rsidR="00D3612D" w:rsidRPr="00541451" w:rsidRDefault="00D3612D" w:rsidP="00DA26AA">
      <w:pPr>
        <w:pStyle w:val="2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DA26AA">
      <w:pPr>
        <w:pStyle w:val="BodyText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1">
        <w:rPr>
          <w:rStyle w:val="a0"/>
          <w:rFonts w:ascii="Times New Roman" w:hAnsi="Times New Roman" w:cs="Times New Roman"/>
          <w:color w:val="000000"/>
          <w:sz w:val="24"/>
          <w:szCs w:val="24"/>
        </w:rPr>
        <w:t>следовать намеченному плану в своём учебном труде.</w:t>
      </w:r>
    </w:p>
    <w:p w:rsidR="00D3612D" w:rsidRPr="00BC2298" w:rsidRDefault="00D3612D" w:rsidP="00DA26AA">
      <w:pPr>
        <w:pStyle w:val="10"/>
        <w:shd w:val="clear" w:color="auto" w:fill="auto"/>
        <w:spacing w:after="91" w:line="210" w:lineRule="exact"/>
        <w:rPr>
          <w:rStyle w:val="a0"/>
          <w:rFonts w:ascii="Times New Roman" w:hAnsi="Times New Roman"/>
          <w:color w:val="000000"/>
          <w:sz w:val="24"/>
          <w:szCs w:val="24"/>
        </w:rPr>
      </w:pP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rPr>
          <w:b/>
          <w:bCs/>
        </w:rPr>
        <w:t xml:space="preserve">Регулятивные универсальные учебные действия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>
        <w:rPr>
          <w:b/>
          <w:bCs/>
        </w:rPr>
        <w:t xml:space="preserve"> Ученик</w:t>
      </w:r>
      <w:r w:rsidRPr="00EF77D6">
        <w:rPr>
          <w:b/>
          <w:bCs/>
        </w:rPr>
        <w:t xml:space="preserve"> научится: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 xml:space="preserve">– принимать и сохранять учебную задачу;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>– учитывать выделенные учителем ориентиры действия в новом учебном материале в с</w:t>
      </w:r>
      <w:r w:rsidRPr="00EF77D6">
        <w:t>о</w:t>
      </w:r>
      <w:r w:rsidRPr="00EF77D6">
        <w:t xml:space="preserve">трудничестве с учителем;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>– планировать свои действия в соответствии с поставленной задачей и условиями ее реал</w:t>
      </w:r>
      <w:r w:rsidRPr="00EF77D6">
        <w:t>и</w:t>
      </w:r>
      <w:r w:rsidRPr="00EF77D6">
        <w:t xml:space="preserve">зации, в том числе во внутреннем плане;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 xml:space="preserve">– учитывать установленные правила в планировании и контроле способа решения;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 xml:space="preserve">– осуществлять итоговый и пошаговый контроль по результату;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>– адекватно воспринимать предложения и оценку учителей, товарищей, родителей и др</w:t>
      </w:r>
      <w:r w:rsidRPr="00EF77D6">
        <w:t>у</w:t>
      </w:r>
      <w:r w:rsidRPr="00EF77D6">
        <w:t xml:space="preserve">гих людей; </w:t>
      </w:r>
    </w:p>
    <w:p w:rsidR="00D3612D" w:rsidRPr="00EF77D6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 xml:space="preserve">– различать способ и результат действия; </w:t>
      </w:r>
    </w:p>
    <w:p w:rsidR="00D3612D" w:rsidRPr="00F269DC" w:rsidRDefault="00D3612D" w:rsidP="00DA26AA">
      <w:pPr>
        <w:pStyle w:val="Default"/>
        <w:framePr w:w="9457" w:h="5332" w:hRule="exact" w:wrap="none" w:vAnchor="page" w:hAnchor="page" w:x="1482" w:y="8335"/>
      </w:pPr>
      <w:r w:rsidRPr="00EF77D6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</w:t>
      </w:r>
      <w:r w:rsidRPr="00EF77D6">
        <w:rPr>
          <w:color w:val="auto"/>
        </w:rPr>
        <w:t>и оценки для создания нового, более совершенного результата, использовать запись в цифровой форме хода и р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зультатов решения задачи, собственной звучащей речи на русском, родном и иностранном языках. </w:t>
      </w:r>
    </w:p>
    <w:p w:rsidR="00D3612D" w:rsidRPr="00541451" w:rsidRDefault="00D3612D" w:rsidP="00DA26AA">
      <w:pPr>
        <w:pStyle w:val="BodyText"/>
        <w:framePr w:w="9457" w:h="5332" w:hRule="exact" w:wrap="none" w:vAnchor="page" w:hAnchor="page" w:x="1482" w:y="8335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930F3D" w:rsidRDefault="00D3612D" w:rsidP="00DA26AA">
      <w:pPr>
        <w:pStyle w:val="20"/>
        <w:framePr w:w="8635" w:h="2257" w:hRule="exact" w:wrap="none" w:vAnchor="page" w:hAnchor="page" w:x="1674" w:y="5455"/>
        <w:shd w:val="clear" w:color="auto" w:fill="auto"/>
        <w:spacing w:line="240" w:lineRule="exact"/>
        <w:rPr>
          <w:sz w:val="24"/>
          <w:szCs w:val="24"/>
        </w:rPr>
      </w:pPr>
    </w:p>
    <w:p w:rsidR="00D3612D" w:rsidRDefault="00D3612D" w:rsidP="00DA26AA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D3612D" w:rsidRDefault="00D3612D" w:rsidP="00DA26A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BodyText"/>
        <w:framePr w:w="9770" w:h="5215" w:hRule="exact" w:wrap="none" w:vAnchor="page" w:hAnchor="page" w:x="1592" w:y="11035"/>
        <w:widowControl w:val="0"/>
        <w:tabs>
          <w:tab w:val="left" w:pos="742"/>
        </w:tabs>
        <w:spacing w:after="320" w:line="269" w:lineRule="exact"/>
        <w:ind w:right="20"/>
        <w:rPr>
          <w:rStyle w:val="a0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Default"/>
        <w:framePr w:w="9770" w:h="5215" w:hRule="exact" w:wrap="none" w:vAnchor="page" w:hAnchor="page" w:x="1592" w:y="11035"/>
        <w:rPr>
          <w:b/>
          <w:bCs/>
          <w:color w:val="auto"/>
        </w:rPr>
      </w:pPr>
    </w:p>
    <w:p w:rsidR="00D3612D" w:rsidRPr="00651E48" w:rsidRDefault="00D3612D" w:rsidP="007F3CDF">
      <w:pPr>
        <w:rPr>
          <w:rFonts w:ascii="Times New Roman" w:hAnsi="Times New Roman"/>
          <w:b/>
          <w:sz w:val="24"/>
          <w:szCs w:val="24"/>
        </w:rPr>
      </w:pPr>
      <w:r w:rsidRPr="00651E48">
        <w:rPr>
          <w:rFonts w:ascii="Times New Roman" w:hAnsi="Times New Roman"/>
          <w:b/>
          <w:sz w:val="24"/>
          <w:szCs w:val="24"/>
        </w:rPr>
        <w:t>Ученик получит возможность научиться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самостоятельно учитывать выделенные учителем ориентиры действия в новом учебном материале;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осуществлять констатирующий и предвосхищающий контроль по результату и по сп</w:t>
      </w:r>
      <w:r w:rsidRPr="00B772C7">
        <w:rPr>
          <w:iCs/>
          <w:color w:val="auto"/>
        </w:rPr>
        <w:t>о</w:t>
      </w:r>
      <w:r w:rsidRPr="00B772C7">
        <w:rPr>
          <w:iCs/>
          <w:color w:val="auto"/>
        </w:rPr>
        <w:t xml:space="preserve">собу действия, актуальный контроль на уровне произвольного внимания; </w:t>
      </w:r>
    </w:p>
    <w:p w:rsidR="00D3612D" w:rsidRPr="00B772C7" w:rsidRDefault="00D3612D" w:rsidP="00651E48">
      <w:pPr>
        <w:pStyle w:val="Default"/>
        <w:rPr>
          <w:color w:val="auto"/>
          <w:sz w:val="28"/>
          <w:szCs w:val="28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  <w:r w:rsidRPr="00B772C7">
        <w:rPr>
          <w:iCs/>
          <w:color w:val="auto"/>
          <w:sz w:val="28"/>
          <w:szCs w:val="28"/>
        </w:rPr>
        <w:t xml:space="preserve">.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color w:val="auto"/>
        </w:rPr>
        <w:t xml:space="preserve">                     </w:t>
      </w:r>
      <w:r w:rsidRPr="00EF77D6">
        <w:rPr>
          <w:b/>
          <w:bCs/>
          <w:color w:val="auto"/>
        </w:rPr>
        <w:t xml:space="preserve">Познавательные универсальные учебные действия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поиск необходимой информации для выполнения учебных заданий с и</w:t>
      </w:r>
      <w:r w:rsidRPr="00EF77D6">
        <w:rPr>
          <w:color w:val="auto"/>
        </w:rPr>
        <w:t>с</w:t>
      </w:r>
      <w:r w:rsidRPr="00EF77D6">
        <w:rPr>
          <w:color w:val="auto"/>
        </w:rPr>
        <w:t>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</w:t>
      </w:r>
      <w:r w:rsidRPr="00EF77D6">
        <w:rPr>
          <w:color w:val="auto"/>
        </w:rPr>
        <w:t>о</w:t>
      </w:r>
      <w:r w:rsidRPr="00EF77D6">
        <w:rPr>
          <w:color w:val="auto"/>
        </w:rPr>
        <w:t xml:space="preserve">странстве сети Интернет;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запись (фиксацию) выборочной информации об окружающем мире и о с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бе самом, в том числе с помощью инструментов ИКТ;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использовать знаково</w:t>
      </w:r>
      <w:r>
        <w:rPr>
          <w:color w:val="auto"/>
        </w:rPr>
        <w:t xml:space="preserve"> </w:t>
      </w:r>
      <w:r w:rsidRPr="00EF77D6">
        <w:rPr>
          <w:color w:val="auto"/>
        </w:rPr>
        <w:t>символические средства, в том числе модели (включая виртуал</w:t>
      </w:r>
      <w:r w:rsidRPr="00EF77D6">
        <w:rPr>
          <w:color w:val="auto"/>
        </w:rPr>
        <w:t>ь</w:t>
      </w:r>
      <w:r w:rsidRPr="00EF77D6">
        <w:rPr>
          <w:color w:val="auto"/>
        </w:rPr>
        <w:t xml:space="preserve">ные) и схемы (включая концептуальные), для решения задач;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проявлять познавательную инициативу в учебном сотрудничестве</w:t>
      </w:r>
      <w:r w:rsidRPr="00EF77D6">
        <w:rPr>
          <w:i/>
          <w:iCs/>
          <w:color w:val="auto"/>
        </w:rPr>
        <w:t xml:space="preserve">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сообщения в устной и письменной форме; </w:t>
      </w:r>
    </w:p>
    <w:p w:rsidR="00D3612D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ориентироваться на разнообразие способов решения задач;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анализ объектов с выделением существенных и несущественных призн</w:t>
      </w:r>
      <w:r w:rsidRPr="00EF77D6">
        <w:rPr>
          <w:color w:val="auto"/>
        </w:rPr>
        <w:t>а</w:t>
      </w:r>
      <w:r w:rsidRPr="00EF77D6">
        <w:rPr>
          <w:color w:val="auto"/>
        </w:rPr>
        <w:t xml:space="preserve">ков;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синтез как составление целого из частей;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проводить сравнение, сериацию и классификацию по заданным критериям;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устанавливать причинно</w:t>
      </w:r>
      <w:r>
        <w:rPr>
          <w:color w:val="auto"/>
        </w:rPr>
        <w:t xml:space="preserve"> </w:t>
      </w:r>
      <w:r w:rsidRPr="00EF77D6">
        <w:rPr>
          <w:color w:val="auto"/>
        </w:rPr>
        <w:t xml:space="preserve">следственные связи в изучаемом круге явлений;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строить рассуждения в форме связи простых суждений об объекте, его строении, сво</w:t>
      </w:r>
      <w:r w:rsidRPr="00EF77D6">
        <w:rPr>
          <w:color w:val="auto"/>
        </w:rPr>
        <w:t>й</w:t>
      </w:r>
      <w:r w:rsidRPr="00EF77D6">
        <w:rPr>
          <w:color w:val="auto"/>
        </w:rPr>
        <w:t xml:space="preserve">ствах и связях;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устанавливать аналогии;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владеть рядом общих приемов решения задач. </w:t>
      </w:r>
    </w:p>
    <w:p w:rsidR="00D3612D" w:rsidRPr="000D3404" w:rsidRDefault="00D3612D" w:rsidP="00651E48">
      <w:pPr>
        <w:pStyle w:val="Default"/>
        <w:rPr>
          <w:b/>
          <w:color w:val="auto"/>
        </w:rPr>
      </w:pPr>
      <w:r>
        <w:t xml:space="preserve">             </w:t>
      </w:r>
      <w:r w:rsidRPr="0080517B">
        <w:rPr>
          <w:b/>
        </w:rPr>
        <w:t>Ученик</w:t>
      </w:r>
      <w:r>
        <w:t xml:space="preserve"> </w:t>
      </w:r>
      <w:r w:rsidRPr="000D3404">
        <w:rPr>
          <w:b/>
          <w:bCs/>
          <w:color w:val="auto"/>
        </w:rPr>
        <w:t xml:space="preserve"> получит возможность научиться: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записывать, фиксировать информацию об окружающем мире с помощью инструментов ИКТ;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создавать и преобразовывать модели и схемы для решения задач;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осознанно и произвольно строить сообщения в устной и письменной форме;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D3612D" w:rsidRPr="000D3404" w:rsidRDefault="00D3612D" w:rsidP="00651E48">
      <w:pPr>
        <w:pStyle w:val="Default"/>
        <w:rPr>
          <w:color w:val="auto"/>
          <w:sz w:val="28"/>
          <w:szCs w:val="28"/>
        </w:rPr>
      </w:pPr>
      <w:r w:rsidRPr="000D3404">
        <w:rPr>
          <w:color w:val="auto"/>
          <w:sz w:val="28"/>
          <w:szCs w:val="28"/>
        </w:rPr>
        <w:t xml:space="preserve"> </w:t>
      </w: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сравнение, сериацию и классификацию, самостоятельно выбирая основ</w:t>
      </w:r>
      <w:r w:rsidRPr="000D3404">
        <w:rPr>
          <w:iCs/>
          <w:color w:val="auto"/>
        </w:rPr>
        <w:t>а</w:t>
      </w:r>
      <w:r w:rsidRPr="000D3404">
        <w:rPr>
          <w:iCs/>
          <w:color w:val="auto"/>
        </w:rPr>
        <w:t xml:space="preserve">ния и критерии для указанных логических операций;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строить логическое рассуждение, включающее установление причинно</w:t>
      </w:r>
      <w:r>
        <w:rPr>
          <w:iCs/>
          <w:color w:val="auto"/>
        </w:rPr>
        <w:t xml:space="preserve"> </w:t>
      </w:r>
      <w:r w:rsidRPr="000D3404">
        <w:rPr>
          <w:iCs/>
          <w:color w:val="auto"/>
        </w:rPr>
        <w:t xml:space="preserve">следственных связей; </w:t>
      </w:r>
    </w:p>
    <w:p w:rsidR="00D3612D" w:rsidRDefault="00D3612D" w:rsidP="00651E48">
      <w:pPr>
        <w:pStyle w:val="Default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произвольно и осознанно владеть общими приемами решения задач. </w:t>
      </w:r>
    </w:p>
    <w:p w:rsidR="00D3612D" w:rsidRDefault="00D3612D" w:rsidP="00651E48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</w:t>
      </w:r>
    </w:p>
    <w:p w:rsidR="00D3612D" w:rsidRDefault="00D3612D" w:rsidP="00651E48">
      <w:pPr>
        <w:pStyle w:val="Default"/>
        <w:rPr>
          <w:b/>
          <w:bCs/>
          <w:color w:val="auto"/>
        </w:rPr>
      </w:pPr>
    </w:p>
    <w:p w:rsidR="00D3612D" w:rsidRDefault="00D3612D" w:rsidP="00651E48">
      <w:pPr>
        <w:pStyle w:val="Default"/>
        <w:rPr>
          <w:b/>
          <w:bCs/>
          <w:color w:val="auto"/>
        </w:rPr>
      </w:pPr>
    </w:p>
    <w:p w:rsidR="00D3612D" w:rsidRDefault="00D3612D" w:rsidP="00651E48">
      <w:pPr>
        <w:pStyle w:val="Default"/>
        <w:rPr>
          <w:b/>
          <w:bCs/>
          <w:color w:val="auto"/>
        </w:rPr>
      </w:pP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b/>
          <w:bCs/>
          <w:color w:val="auto"/>
        </w:rPr>
        <w:t xml:space="preserve">Коммуникативные универсальные учебные действия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</w:t>
      </w:r>
      <w:r w:rsidRPr="00EF77D6">
        <w:rPr>
          <w:color w:val="auto"/>
        </w:rPr>
        <w:t>у</w:t>
      </w:r>
      <w:r w:rsidRPr="00EF77D6">
        <w:rPr>
          <w:color w:val="auto"/>
        </w:rPr>
        <w:t xml:space="preserve">никации, используя в том числе средства и инструменты ИКТ и дистанционного общения;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учитывать разные мнения и стремиться к координации различных позиций в сотрудн</w:t>
      </w:r>
      <w:r w:rsidRPr="00EF77D6">
        <w:rPr>
          <w:color w:val="auto"/>
        </w:rPr>
        <w:t>и</w:t>
      </w:r>
      <w:r w:rsidRPr="00EF77D6">
        <w:rPr>
          <w:color w:val="auto"/>
        </w:rPr>
        <w:t xml:space="preserve">честве;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формулировать собственное мнение и позицию;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D3612D" w:rsidRPr="00EF77D6" w:rsidRDefault="00D3612D" w:rsidP="00651E48">
      <w:pPr>
        <w:pStyle w:val="Default"/>
        <w:tabs>
          <w:tab w:val="left" w:pos="3855"/>
        </w:tabs>
        <w:rPr>
          <w:color w:val="auto"/>
        </w:rPr>
      </w:pPr>
      <w:r w:rsidRPr="00EF77D6">
        <w:rPr>
          <w:color w:val="auto"/>
        </w:rPr>
        <w:t xml:space="preserve">– задавать вопросы; </w:t>
      </w:r>
      <w:r>
        <w:rPr>
          <w:color w:val="auto"/>
        </w:rPr>
        <w:tab/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контролировать действия партнера;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использовать речь для регуляции своего действия; </w:t>
      </w:r>
    </w:p>
    <w:p w:rsidR="00D3612D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речевые средства для решения различных коммуникативных задач, строить монологическое высказывание, вл</w:t>
      </w:r>
      <w:r>
        <w:rPr>
          <w:color w:val="auto"/>
        </w:rPr>
        <w:t>адеть диалогической формой речи</w:t>
      </w:r>
    </w:p>
    <w:p w:rsidR="00D3612D" w:rsidRPr="0080517B" w:rsidRDefault="00D3612D" w:rsidP="00651E48">
      <w:pPr>
        <w:pStyle w:val="Default"/>
        <w:rPr>
          <w:color w:val="auto"/>
        </w:rPr>
      </w:pPr>
    </w:p>
    <w:p w:rsidR="00D3612D" w:rsidRPr="000D3404" w:rsidRDefault="00D3612D" w:rsidP="00651E48">
      <w:pPr>
        <w:pStyle w:val="Default"/>
        <w:pageBreakBefore/>
        <w:rPr>
          <w:b/>
          <w:color w:val="auto"/>
        </w:rPr>
      </w:pPr>
      <w:r>
        <w:rPr>
          <w:b/>
          <w:bCs/>
          <w:color w:val="auto"/>
        </w:rPr>
        <w:t xml:space="preserve">Ученик </w:t>
      </w:r>
      <w:r w:rsidRPr="000D3404">
        <w:rPr>
          <w:b/>
          <w:bCs/>
          <w:color w:val="auto"/>
        </w:rPr>
        <w:t xml:space="preserve">получит возможность научиться: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учитывать и координировать в сотрудничестве позиции других людей, отличные от со</w:t>
      </w:r>
      <w:r w:rsidRPr="000D3404">
        <w:rPr>
          <w:iCs/>
          <w:color w:val="auto"/>
        </w:rPr>
        <w:t>б</w:t>
      </w:r>
      <w:r w:rsidRPr="000D3404">
        <w:rPr>
          <w:iCs/>
          <w:color w:val="auto"/>
        </w:rPr>
        <w:t xml:space="preserve">ственной;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учитывать разные мнения и интересы и обосновывать собственную позицию;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понимать относительность мнений и подходов к решению проблемы;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аргументировать свою позицию и координировать ее с позициями партнеров в сотру</w:t>
      </w:r>
      <w:r w:rsidRPr="000D3404">
        <w:rPr>
          <w:iCs/>
          <w:color w:val="auto"/>
        </w:rPr>
        <w:t>д</w:t>
      </w:r>
      <w:r w:rsidRPr="000D3404">
        <w:rPr>
          <w:iCs/>
          <w:color w:val="auto"/>
        </w:rPr>
        <w:t xml:space="preserve">ничестве при выработке общего решения в совместной деятельности;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продуктивно содействовать разрешению конфликтов на основе учета интересов и поз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ций всех участников;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задавать вопросы, необходимые для организации собственной деятельности и сотрудн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чества с партнером;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взаимный контроль и оказывать в сотрудничестве необходимую взаим</w:t>
      </w:r>
      <w:r w:rsidRPr="000D3404">
        <w:rPr>
          <w:iCs/>
          <w:color w:val="auto"/>
        </w:rPr>
        <w:t>о</w:t>
      </w:r>
      <w:r w:rsidRPr="000D3404">
        <w:rPr>
          <w:iCs/>
          <w:color w:val="auto"/>
        </w:rPr>
        <w:t xml:space="preserve">помощь;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адекватно использовать речевые средства для эффективного решения разнообразных коммуникативных задач, планирования</w:t>
      </w:r>
      <w:r>
        <w:rPr>
          <w:iCs/>
          <w:color w:val="auto"/>
        </w:rPr>
        <w:t>.</w:t>
      </w:r>
      <w:r w:rsidRPr="000D3404">
        <w:rPr>
          <w:iCs/>
          <w:color w:val="auto"/>
        </w:rPr>
        <w:t xml:space="preserve"> </w:t>
      </w: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  <w:sectPr w:rsidR="00D3612D" w:rsidSect="00BF7303">
          <w:footerReference w:type="even" r:id="rId11"/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6186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0"/>
        <w:gridCol w:w="110"/>
        <w:gridCol w:w="660"/>
        <w:gridCol w:w="30"/>
        <w:gridCol w:w="80"/>
        <w:gridCol w:w="595"/>
        <w:gridCol w:w="1349"/>
        <w:gridCol w:w="1281"/>
        <w:gridCol w:w="1283"/>
        <w:gridCol w:w="22"/>
        <w:gridCol w:w="1374"/>
        <w:gridCol w:w="3853"/>
        <w:gridCol w:w="1398"/>
        <w:gridCol w:w="212"/>
        <w:gridCol w:w="1580"/>
        <w:gridCol w:w="436"/>
        <w:gridCol w:w="6"/>
        <w:gridCol w:w="31"/>
        <w:gridCol w:w="1320"/>
        <w:gridCol w:w="16"/>
      </w:tblGrid>
      <w:tr w:rsidR="00D3612D" w:rsidRPr="00EF59B6" w:rsidTr="00C3576B">
        <w:trPr>
          <w:trHeight w:val="285"/>
        </w:trPr>
        <w:tc>
          <w:tcPr>
            <w:tcW w:w="550" w:type="dxa"/>
            <w:vMerge w:val="restart"/>
            <w:tcBorders>
              <w:right w:val="single" w:sz="4" w:space="0" w:color="auto"/>
            </w:tcBorders>
          </w:tcPr>
          <w:p w:rsidR="00D3612D" w:rsidRPr="003D0B79" w:rsidRDefault="00D3612D" w:rsidP="00962B1B">
            <w:pPr>
              <w:spacing w:after="0" w:line="240" w:lineRule="auto"/>
            </w:pPr>
            <w:r>
              <w:rPr>
                <w:lang w:val="en-US"/>
              </w:rPr>
              <w:t>N</w:t>
            </w:r>
            <w:r>
              <w:t xml:space="preserve"> П.П</w:t>
            </w:r>
          </w:p>
        </w:tc>
        <w:tc>
          <w:tcPr>
            <w:tcW w:w="1475" w:type="dxa"/>
            <w:gridSpan w:val="5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Дата</w:t>
            </w:r>
          </w:p>
        </w:tc>
        <w:tc>
          <w:tcPr>
            <w:tcW w:w="13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>Тема. ра</w:t>
            </w:r>
            <w:r>
              <w:t>з</w:t>
            </w:r>
            <w:r>
              <w:t>дел</w:t>
            </w: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>Цели и з</w:t>
            </w:r>
            <w:r>
              <w:t>а</w:t>
            </w:r>
            <w:r>
              <w:t>дачи.</w:t>
            </w:r>
          </w:p>
        </w:tc>
        <w:tc>
          <w:tcPr>
            <w:tcW w:w="65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 xml:space="preserve">                                         Содержание</w:t>
            </w:r>
          </w:p>
        </w:tc>
        <w:tc>
          <w:tcPr>
            <w:tcW w:w="499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Планируемые  результаты</w:t>
            </w:r>
          </w:p>
        </w:tc>
      </w:tr>
      <w:tr w:rsidR="00D3612D" w:rsidRPr="00EF59B6" w:rsidTr="00C3576B">
        <w:trPr>
          <w:trHeight w:val="285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00" w:type="dxa"/>
            <w:gridSpan w:val="3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По плану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Корре</w:t>
            </w:r>
            <w:r>
              <w:t>к</w:t>
            </w:r>
            <w:r>
              <w:t>ция</w:t>
            </w:r>
          </w:p>
        </w:tc>
        <w:tc>
          <w:tcPr>
            <w:tcW w:w="1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Граммат</w:t>
            </w:r>
            <w:r>
              <w:t>и</w:t>
            </w:r>
            <w:r>
              <w:t>ческий м</w:t>
            </w:r>
            <w:r>
              <w:t>а</w:t>
            </w:r>
            <w:r>
              <w:t>териал.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Лексич</w:t>
            </w:r>
            <w:r>
              <w:t>е</w:t>
            </w:r>
            <w:r>
              <w:t>ский мат</w:t>
            </w:r>
            <w:r>
              <w:t>е</w:t>
            </w:r>
            <w:r>
              <w:t>риал</w:t>
            </w:r>
          </w:p>
        </w:tc>
        <w:tc>
          <w:tcPr>
            <w:tcW w:w="3853" w:type="dxa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Говорение</w:t>
            </w:r>
          </w:p>
          <w:p w:rsidR="00D3612D" w:rsidRDefault="00D3612D" w:rsidP="00962B1B">
            <w:pPr>
              <w:spacing w:after="0" w:line="240" w:lineRule="auto"/>
            </w:pPr>
            <w:r>
              <w:t>Чтение</w:t>
            </w:r>
          </w:p>
          <w:p w:rsidR="00D3612D" w:rsidRDefault="00D3612D" w:rsidP="00962B1B">
            <w:pPr>
              <w:spacing w:after="0" w:line="240" w:lineRule="auto"/>
            </w:pPr>
            <w:r>
              <w:t>Письмо</w:t>
            </w:r>
          </w:p>
          <w:p w:rsidR="00D3612D" w:rsidRDefault="00D3612D" w:rsidP="00962B1B">
            <w:pPr>
              <w:spacing w:after="0" w:line="240" w:lineRule="auto"/>
            </w:pPr>
            <w:r>
              <w:t>Аудирование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Предме</w:t>
            </w:r>
            <w:r>
              <w:t>т</w:t>
            </w:r>
            <w:r>
              <w:t>ные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 xml:space="preserve">Метапредметные      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Личносные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16186" w:type="dxa"/>
            <w:gridSpan w:val="20"/>
          </w:tcPr>
          <w:p w:rsidR="00D3612D" w:rsidRDefault="00D3612D" w:rsidP="00962B1B">
            <w:pPr>
              <w:spacing w:after="0" w:line="240" w:lineRule="auto"/>
            </w:pPr>
            <w:r>
              <w:t xml:space="preserve">                      Знакомство                                                                                               </w:t>
            </w:r>
            <w:r w:rsidRPr="00EF59B6">
              <w:t>Снова в школу</w:t>
            </w:r>
            <w:r>
              <w:t xml:space="preserve"> 3ч</w:t>
            </w:r>
            <w:r w:rsidRPr="00EF59B6">
              <w:t>.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5"/>
        </w:trPr>
        <w:tc>
          <w:tcPr>
            <w:tcW w:w="550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gridSpan w:val="4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во с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выми уч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никами в классе (Говор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Приветс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вие пр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щание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(Говор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Выучить новую лексику.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Выучить новую лексику.</w:t>
            </w:r>
          </w:p>
        </w:tc>
        <w:tc>
          <w:tcPr>
            <w:tcW w:w="1283" w:type="dxa"/>
          </w:tcPr>
          <w:p w:rsidR="00D3612D" w:rsidRPr="007C774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  <w:p w:rsidR="00D3612D" w:rsidRPr="00663EEA" w:rsidRDefault="00D3612D" w:rsidP="00663EEA">
            <w:pPr>
              <w:pStyle w:val="BodyText"/>
              <w:spacing w:line="221" w:lineRule="exact"/>
              <w:ind w:left="20" w:right="140"/>
              <w:jc w:val="both"/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до</w:t>
            </w:r>
            <w:r w:rsidRPr="007C7747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  <w:r w:rsidRPr="007C7747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EE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(повт</w:t>
            </w:r>
            <w:r w:rsidRPr="00663EE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63EE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рение) общий и специ-</w:t>
            </w:r>
            <w:r w:rsidRPr="00663EE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альный вопросы</w:t>
            </w: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CB3FA9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FA9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и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тельные от 1 до 20.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ция have got</w:t>
            </w:r>
          </w:p>
        </w:tc>
        <w:tc>
          <w:tcPr>
            <w:tcW w:w="1396" w:type="dxa"/>
            <w:gridSpan w:val="2"/>
          </w:tcPr>
          <w:p w:rsidR="00D3612D" w:rsidRPr="007C774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C77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7C7747">
              <w:rPr>
                <w:rFonts w:ascii="Times New Roman" w:hAnsi="Times New Roman"/>
                <w:sz w:val="24"/>
                <w:szCs w:val="24"/>
                <w:lang w:val="en-US"/>
              </w:rPr>
              <w:t>.4-5,</w:t>
            </w: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Brownie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), 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puppy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month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bye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-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bye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; 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derella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Aladdin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Red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Riding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Hood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nocchio</w:t>
            </w: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Упр.5,8 с.6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ь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ные от 1 до 20.</w:t>
            </w:r>
          </w:p>
          <w:p w:rsidR="00D3612D" w:rsidRPr="00C84CD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Упр.7.с.6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  ос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Упр.1,8,11 с.4-7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РТ зад.С</w:t>
            </w:r>
          </w:p>
          <w:p w:rsidR="00D3612D" w:rsidRPr="008A23CF" w:rsidRDefault="00D3612D" w:rsidP="00663EEA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тетрадь.</w:t>
            </w:r>
            <w:r w:rsidRPr="008A23CF">
              <w:rPr>
                <w:b w:val="0"/>
              </w:rPr>
              <w:t xml:space="preserve"> 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аудиотекст-история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Back to school!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Этикетные диалоги: приветствие одноклассников, учителя, представление домашнего питомца. Ч/П: имена персонажей сказок.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в открытом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8A23CF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8A23CF" w:rsidRDefault="00D3612D" w:rsidP="00663EE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are you today? (Fine, thank you.)</w:t>
            </w:r>
          </w:p>
          <w:p w:rsidR="00D3612D" w:rsidRPr="008A23CF" w:rsidRDefault="00D3612D" w:rsidP="00663EE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ready for school?</w:t>
            </w:r>
          </w:p>
          <w:p w:rsidR="00D3612D" w:rsidRPr="008A23CF" w:rsidRDefault="00D3612D" w:rsidP="00663EE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am back to school!</w:t>
            </w:r>
          </w:p>
          <w:p w:rsidR="00D3612D" w:rsidRPr="008A23CF" w:rsidRDefault="00D3612D" w:rsidP="00663EEA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this? (It’s my pet!)</w:t>
            </w:r>
          </w:p>
          <w:p w:rsidR="00D3612D" w:rsidRPr="00C84CD7" w:rsidRDefault="00D3612D" w:rsidP="00663EEA">
            <w:pPr>
              <w:spacing w:after="0" w:line="240" w:lineRule="auto"/>
              <w:jc w:val="both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(This is Dasha./She is Dasha.)</w:t>
            </w:r>
            <w:r w:rsidRPr="008A23C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</w:p>
          <w:p w:rsidR="00D3612D" w:rsidRPr="00C84CD7" w:rsidRDefault="00D3612D" w:rsidP="008A23CF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84CD7" w:rsidRDefault="00D3612D" w:rsidP="008A23CF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84CD7" w:rsidRDefault="00D3612D" w:rsidP="008A23CF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B3FA9" w:rsidRDefault="00D3612D" w:rsidP="008A23CF">
            <w:pPr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рифмовка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Good Morning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. Этикетный диалог: формы приве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т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ствия. 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А/Г/Ч/П: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числительные от 1 до 20. Алфавит. Игра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I spy with my little eye</w:t>
            </w: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узнает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вую лекс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ку.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вательные: умение ориентир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ваться в учебнике, умение осознанно строить речевое высказывание в устной форме.</w:t>
            </w:r>
          </w:p>
          <w:p w:rsidR="00D3612D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CB3FA9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Регулятивные: уме</w:t>
            </w:r>
            <w:r>
              <w:rPr>
                <w:rFonts w:ascii="Times New Roman" w:hAnsi="Times New Roman"/>
                <w:sz w:val="24"/>
                <w:szCs w:val="24"/>
              </w:rPr>
              <w:t>ть фор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определять и фо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мулировать цель на уроке с пом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щью учителя; ум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 работать по предложенному учителем плану.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вательные: умение ориентир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ваться в учебнике, умение осознанно строить речевое высказывание в устной форме.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Личнос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ные Ум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 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б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щаться.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общаться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39"/>
        </w:trPr>
        <w:tc>
          <w:tcPr>
            <w:tcW w:w="550" w:type="dxa"/>
          </w:tcPr>
          <w:p w:rsidR="00D3612D" w:rsidRPr="00AA59B4" w:rsidRDefault="00D3612D" w:rsidP="00962B1B">
            <w:pPr>
              <w:spacing w:after="0" w:line="240" w:lineRule="auto"/>
            </w:pPr>
            <w:r w:rsidRPr="0076043D">
              <w:t xml:space="preserve">     </w:t>
            </w:r>
            <w:r>
              <w:t>3</w:t>
            </w:r>
          </w:p>
        </w:tc>
        <w:tc>
          <w:tcPr>
            <w:tcW w:w="880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595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Предста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ление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вых лит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ратурных персон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жей уче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б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ника  .и персон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жей де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ских пр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изведений имя во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раст( 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рить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Алфавит. Развитие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умений называть слова по буквам.</w:t>
            </w:r>
          </w:p>
        </w:tc>
        <w:tc>
          <w:tcPr>
            <w:tcW w:w="1283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  <w:p w:rsidR="00D3612D" w:rsidRPr="003B0195" w:rsidRDefault="00D3612D" w:rsidP="003B0195">
            <w:pPr>
              <w:pStyle w:val="BodyText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множ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ственное число имён сущес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ных, особые случаи образ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множ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ственн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числа: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mouse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mice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Лексика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пр.18 с.8</w:t>
            </w: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Упр.16,17с.8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C84CD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84CD7">
              <w:rPr>
                <w:rFonts w:ascii="Times New Roman" w:hAnsi="Times New Roman"/>
                <w:sz w:val="24"/>
                <w:szCs w:val="24"/>
              </w:rPr>
              <w:t>.14,15,18,19</w:t>
            </w:r>
          </w:p>
          <w:p w:rsidR="00D3612D" w:rsidRPr="00FB0E8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B0E8D">
              <w:rPr>
                <w:rFonts w:ascii="Times New Roman" w:hAnsi="Times New Roman"/>
                <w:sz w:val="24"/>
                <w:szCs w:val="24"/>
                <w:lang w:val="en-US"/>
              </w:rPr>
              <w:t>.8-9.</w:t>
            </w:r>
          </w:p>
          <w:p w:rsidR="00D3612D" w:rsidRPr="003B0195" w:rsidRDefault="00D3612D" w:rsidP="003B0195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РТ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.5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 you spell hat?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о написании слов. Игра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many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letters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 Ч/П: числительные от 1 до 20, изученная лексика</w:t>
            </w:r>
            <w:bookmarkStart w:id="1" w:name="bookmark1"/>
            <w:r w:rsidRPr="003B0195">
              <w:rPr>
                <w:b w:val="0"/>
                <w:bCs w:val="0"/>
                <w:color w:val="000000"/>
              </w:rPr>
              <w:t xml:space="preserve"> </w:t>
            </w:r>
            <w:r w:rsidRPr="003B019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bookmarkEnd w:id="1"/>
          </w:p>
          <w:p w:rsidR="00D3612D" w:rsidRPr="00C84CD7" w:rsidRDefault="00D3612D" w:rsidP="003B019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spell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hat</w:t>
            </w:r>
            <w:r w:rsidRPr="00C84CD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3B0195" w:rsidRDefault="00D3612D" w:rsidP="003B019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many letters are there?</w:t>
            </w:r>
          </w:p>
          <w:p w:rsidR="00D3612D" w:rsidRPr="003B0195" w:rsidRDefault="00D3612D" w:rsidP="003B019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There are two Ns in Jenny.</w:t>
            </w:r>
          </w:p>
          <w:p w:rsidR="00D3612D" w:rsidRPr="003B0195" w:rsidRDefault="00D3612D" w:rsidP="003B019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this? (It’s a pencil.)</w:t>
            </w:r>
          </w:p>
          <w:p w:rsidR="00D3612D" w:rsidRPr="003B0195" w:rsidRDefault="00D3612D" w:rsidP="003B0195">
            <w:pPr>
              <w:pStyle w:val="BodyText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чтение согла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звуков 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[р]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повторит алфавит.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E114E1">
              <w:t>вательные: умение ориентироваться в учебнике, умение осознанно строить речевое высказывание в устной форме.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диалоги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4"/>
        </w:trPr>
        <w:tc>
          <w:tcPr>
            <w:tcW w:w="16186" w:type="dxa"/>
            <w:gridSpan w:val="20"/>
          </w:tcPr>
          <w:p w:rsidR="00D3612D" w:rsidRDefault="00D3612D" w:rsidP="00962B1B">
            <w:pPr>
              <w:spacing w:after="0" w:line="240" w:lineRule="auto"/>
            </w:pPr>
            <w:r>
              <w:t xml:space="preserve">                                              Я и моя семья                       знакомство  мир вокруг меня                                       У Бена новый друг2ч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9"/>
        </w:trPr>
        <w:tc>
          <w:tcPr>
            <w:tcW w:w="550" w:type="dxa"/>
          </w:tcPr>
          <w:p w:rsidR="00D3612D" w:rsidRPr="00AA59B4" w:rsidRDefault="00D3612D" w:rsidP="00962B1B">
            <w:pPr>
              <w:spacing w:after="0" w:line="240" w:lineRule="auto"/>
            </w:pPr>
            <w:r w:rsidRPr="00147F8B">
              <w:t xml:space="preserve">    </w:t>
            </w:r>
            <w:r>
              <w:t>4</w:t>
            </w:r>
          </w:p>
        </w:tc>
        <w:tc>
          <w:tcPr>
            <w:tcW w:w="770" w:type="dxa"/>
            <w:gridSpan w:val="2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Предста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ление чл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нов семьи их имена возраст увлечения что умеют делать( 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диалог. Развитие навыков говорения</w:t>
            </w: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Притяж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тельный падеж.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Глагол быть</w:t>
            </w:r>
          </w:p>
        </w:tc>
        <w:tc>
          <w:tcPr>
            <w:tcW w:w="1396" w:type="dxa"/>
            <w:gridSpan w:val="2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Упр.2,9с.11,13. Ди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логи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сты</w:t>
            </w:r>
            <w:r>
              <w:rPr>
                <w:rStyle w:val="Tahoma"/>
                <w:color w:val="000000"/>
                <w:spacing w:val="-1"/>
              </w:rPr>
              <w:t xml:space="preserve">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сика: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door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bike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(разг., сокр. фор</w:t>
            </w:r>
            <w:r w:rsidRPr="009A17B5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ма от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bicycle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),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this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that</w:t>
            </w: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Упр.4-7 с.11-13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расспрос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Упр.1,5,9 с.10-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D3612D" w:rsidRPr="009A17B5" w:rsidRDefault="00D3612D" w:rsidP="009A17B5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</w:t>
            </w:r>
            <w:r w:rsidRPr="009A17B5">
              <w:rPr>
                <w:b w:val="0"/>
              </w:rPr>
              <w:t xml:space="preserve"> 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А/Г/Ч/П: аудиотекст-история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new friend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. Этикетные диалоги: знакомство с соседями по дому, представление членов семьи. Ч/П: буквы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 в закрытом слоге</w:t>
            </w:r>
            <w:bookmarkStart w:id="2" w:name="bookmark2"/>
            <w:r>
              <w:rPr>
                <w:b w:val="0"/>
                <w:bCs w:val="0"/>
                <w:color w:val="000000"/>
              </w:rPr>
              <w:t xml:space="preserve"> </w:t>
            </w:r>
            <w:r w:rsidRPr="009A17B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bookmarkEnd w:id="2"/>
          </w:p>
          <w:p w:rsidR="00D3612D" w:rsidRPr="009A17B5" w:rsidRDefault="00D3612D" w:rsidP="009A17B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happening?</w:t>
            </w:r>
          </w:p>
          <w:p w:rsidR="00D3612D" w:rsidRPr="009A17B5" w:rsidRDefault="00D3612D" w:rsidP="009A17B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(That’s my/our brother.)</w:t>
            </w:r>
          </w:p>
          <w:p w:rsidR="00D3612D" w:rsidRPr="009A17B5" w:rsidRDefault="00D3612D" w:rsidP="009A17B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 here!</w:t>
            </w:r>
          </w:p>
          <w:p w:rsidR="00D3612D" w:rsidRPr="009A17B5" w:rsidRDefault="00D3612D" w:rsidP="009A17B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this?</w:t>
            </w:r>
          </w:p>
          <w:p w:rsidR="00D3612D" w:rsidRPr="009A17B5" w:rsidRDefault="00D3612D" w:rsidP="009A17B5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Cody’s bed.</w:t>
            </w:r>
          </w:p>
          <w:p w:rsidR="00D3612D" w:rsidRPr="009A17B5" w:rsidRDefault="00D3612D" w:rsidP="009A17B5">
            <w:pPr>
              <w:pStyle w:val="BodyText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Аа, Ее, И, Оо,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Uu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Yy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закрытом слоге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[а], [е], [ае],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9A17B5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[п]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выки гов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рения.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Поз</w:t>
            </w:r>
            <w:r>
              <w:t>на</w:t>
            </w:r>
            <w:r w:rsidRPr="00E114E1">
              <w:t>вательные: умение ориентироваться в учебнике, умение осознанно строить речевое высказывание в устной форме.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составлять диалоги.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9"/>
        </w:trPr>
        <w:tc>
          <w:tcPr>
            <w:tcW w:w="550" w:type="dxa"/>
          </w:tcPr>
          <w:p w:rsidR="00D3612D" w:rsidRPr="00EF59B6" w:rsidRDefault="00D3612D" w:rsidP="00962B1B">
            <w:pPr>
              <w:spacing w:after="0" w:line="240" w:lineRule="auto"/>
            </w:pPr>
            <w:r>
              <w:t xml:space="preserve">      5</w:t>
            </w:r>
          </w:p>
        </w:tc>
        <w:tc>
          <w:tcPr>
            <w:tcW w:w="770" w:type="dxa"/>
            <w:gridSpan w:val="2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Мой дом Моя ква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тира.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Названия комнат. Их разм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Предметы мебели интерьера игрушки( 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Выучить глагол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фразы</w:t>
            </w: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Буквос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четания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ck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,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.11,12,16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F70706" w:rsidRDefault="00D3612D" w:rsidP="00F70706">
            <w:pPr>
              <w:pStyle w:val="BodyText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14,15.</w:t>
            </w:r>
            <w:r w:rsidRPr="00F70706">
              <w:rPr>
                <w:rStyle w:val="Tahoma"/>
                <w:color w:val="000000"/>
                <w:spacing w:val="-1"/>
                <w:lang w:val="en-US"/>
              </w:rPr>
              <w:t xml:space="preserve"> </w:t>
            </w:r>
            <w:r>
              <w:rPr>
                <w:rStyle w:val="Tahoma"/>
                <w:color w:val="000000"/>
                <w:spacing w:val="-1"/>
              </w:rPr>
              <w:t>Лексика</w:t>
            </w:r>
            <w:r w:rsidRPr="007303C5">
              <w:rPr>
                <w:rStyle w:val="Tahoma"/>
                <w:color w:val="000000"/>
                <w:spacing w:val="-1"/>
                <w:lang w:val="en-US"/>
              </w:rPr>
              <w:t xml:space="preserve">: </w:t>
            </w:r>
            <w:smartTag w:uri="urn:schemas-microsoft-com:office:smarttags" w:element="country-region">
              <w:r w:rsidRPr="00F70706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Spain</w:t>
              </w:r>
            </w:smartTag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F70706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I</w:t>
              </w:r>
              <w:r w:rsidRPr="00F70706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</w:t>
              </w:r>
              <w:r w:rsidRPr="00F70706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aly</w:t>
              </w:r>
            </w:smartTag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 teddy bear, fridge, stairs, u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side down</w:t>
            </w: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Упр.16.с.15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  <w:p w:rsidR="00D3612D" w:rsidRPr="00F70706" w:rsidRDefault="00D3612D" w:rsidP="00F70706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Упр.14.с.14 А/Г/Ч: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Moving day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Ч/Г/П: личное письмо (Коди). Названия стран. Диалог-расспрос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are you from?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 Полные и краткие формы глагола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Правила чтения буквы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Сc</w:t>
            </w:r>
            <w:bookmarkStart w:id="3" w:name="bookmark0"/>
            <w:r w:rsidRPr="00F70706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F70706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  <w:bookmarkEnd w:id="3"/>
          </w:p>
          <w:p w:rsidR="00D3612D" w:rsidRPr="00F70706" w:rsidRDefault="00D3612D" w:rsidP="00F70706">
            <w:pPr>
              <w:pStyle w:val="BodyText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from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(I’m from ....)</w:t>
            </w:r>
          </w:p>
          <w:p w:rsidR="00D3612D" w:rsidRPr="00F70706" w:rsidRDefault="00D3612D" w:rsidP="00F70706">
            <w:pPr>
              <w:pStyle w:val="BodyText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Who’s this? (It’s Cody’s mother.) there is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there are</w:t>
            </w:r>
          </w:p>
          <w:p w:rsidR="00D3612D" w:rsidRPr="00F70706" w:rsidRDefault="00D3612D" w:rsidP="00F70706">
            <w:pPr>
              <w:pStyle w:val="BodyText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усвоит 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му глаг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лы.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E114E1">
              <w:t>вательные: умение выделять необходимую информацию.</w:t>
            </w:r>
          </w:p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Коммуникативные: умение слушать и понимать речь учителя и одноклассников.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Умение владеть глаголом 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16186" w:type="dxa"/>
            <w:gridSpan w:val="20"/>
          </w:tcPr>
          <w:p w:rsidR="00D3612D" w:rsidRPr="00EF59B6" w:rsidRDefault="00D3612D" w:rsidP="00962B1B">
            <w:pPr>
              <w:spacing w:after="0" w:line="240" w:lineRule="auto"/>
            </w:pPr>
            <w:r>
              <w:t xml:space="preserve">                                      Мир моих увлечений                                я и мои друзья                                         В плавательном бассейне2ч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3"/>
        </w:trPr>
        <w:tc>
          <w:tcPr>
            <w:tcW w:w="550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70" w:type="dxa"/>
            <w:gridSpan w:val="2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Мои др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у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зья имя увлечения хоббии( 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Дни нед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ли( Гов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навыки аудир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навыки мышл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Гла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ные:долгие,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краткие.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1C73CD">
            <w:pPr>
              <w:pStyle w:val="BodyText"/>
              <w:spacing w:line="216" w:lineRule="exact"/>
              <w:ind w:left="20" w:right="160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Назв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ния дней недели.</w:t>
            </w:r>
            <w:r w:rsidRPr="00565C2F">
              <w:t xml:space="preserve">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tinuous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Style w:val="a0"/>
                <w:color w:val="000000"/>
              </w:rPr>
              <w:t xml:space="preserve"> 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насто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щее пр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женное время (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tinuous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Tense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); полные и кра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кие формы глагола 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.17,</w:t>
            </w:r>
          </w:p>
          <w:p w:rsidR="00D3612D" w:rsidRPr="00B7756C" w:rsidRDefault="00D3612D" w:rsidP="00962B1B">
            <w:pPr>
              <w:spacing w:after="0" w:line="240" w:lineRule="auto"/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.18</w:t>
            </w:r>
            <w:r>
              <w:rPr>
                <w:rStyle w:val="5FranklinGothicMedium"/>
                <w:color w:val="000000"/>
              </w:rPr>
              <w:t xml:space="preserve"> </w:t>
            </w:r>
            <w:r w:rsidRPr="00F70706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Лексика: 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swim, swimmer, swimming pool, dive, beach, shark, towel; Monday, Tuesday, Wedne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day, Thur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day, Friday, Saturday, Sunday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bookmarkStart w:id="4" w:name="bookmark4"/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Monday, Tuwday, WcditflMtav.</w:t>
            </w:r>
            <w:bookmarkEnd w:id="4"/>
          </w:p>
          <w:p w:rsidR="00D3612D" w:rsidRPr="001C73CD" w:rsidRDefault="00D3612D" w:rsidP="001C73CD">
            <w:pPr>
              <w:pStyle w:val="32"/>
              <w:shd w:val="clear" w:color="auto" w:fill="auto"/>
              <w:ind w:left="20" w:right="160"/>
              <w:rPr>
                <w:rFonts w:ascii="Times New Roman" w:hAnsi="Times New Roman"/>
                <w:sz w:val="24"/>
                <w:szCs w:val="24"/>
              </w:rPr>
            </w:pPr>
            <w:bookmarkStart w:id="5" w:name="bookmark5"/>
            <w:r w:rsidRPr="001C73CD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Thursday, Friday, Saturday, flundayi ctlaatt the car, wash the dishes, swim In the sen, (to</w:t>
            </w:r>
            <w:bookmarkEnd w:id="5"/>
          </w:p>
          <w:p w:rsidR="00D3612D" w:rsidRPr="001C73CD" w:rsidRDefault="00D3612D" w:rsidP="001C73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his/her homework, play foo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ball, </w:t>
            </w:r>
            <w:r w:rsidRPr="001C73CD">
              <w:rPr>
                <w:rStyle w:val="8pt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walk 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 </w:t>
            </w:r>
            <w:r w:rsidRPr="001C73CD">
              <w:rPr>
                <w:rStyle w:val="8pt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the </w:t>
            </w:r>
            <w:r w:rsidRPr="001C73C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park, read a book, help, water</w:t>
            </w:r>
          </w:p>
        </w:tc>
        <w:tc>
          <w:tcPr>
            <w:tcW w:w="3853" w:type="dxa"/>
          </w:tcPr>
          <w:p w:rsidR="00D3612D" w:rsidRPr="00B7756C" w:rsidRDefault="00D3612D" w:rsidP="00F70706">
            <w:pPr>
              <w:pStyle w:val="30"/>
              <w:shd w:val="clear" w:color="auto" w:fill="auto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Упр.3 с.17,упр.8с18 А/Г/Ч: аудиотекст-история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At the swimming pool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Побуждение к действию, приказ.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Every week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. Ч/П: названия дней недели. Краткие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долгие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гласные</w:t>
            </w:r>
            <w:r w:rsidRPr="00B7756C">
              <w:rPr>
                <w:color w:val="000000"/>
                <w:lang w:val="en-US"/>
              </w:rPr>
              <w:t xml:space="preserve"> </w:t>
            </w:r>
            <w:r w:rsidRPr="00F70706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F70706" w:rsidRDefault="00D3612D" w:rsidP="00F70706">
            <w:pPr>
              <w:pStyle w:val="BodyText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cold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 onl It’s time for lunch!Look at Cody!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wrong?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Put on/Take off your jacket! </w:t>
            </w: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Упр.1,7,8с.16-18</w:t>
            </w:r>
            <w:r w:rsidRPr="00B7756C">
              <w:rPr>
                <w:b/>
                <w:lang w:val="ru-RU"/>
              </w:rPr>
              <w:t xml:space="preserve"> Ч/Г/П: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личное письмо (Максима).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Days of the week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Ди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лог-расспрос по рисункам, соде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жанию текста. </w:t>
            </w:r>
            <w:r w:rsidRPr="00B775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расписание на неделю.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>Г/Ч: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Swimming race</w:t>
            </w:r>
            <w:r w:rsidRPr="001C73CD">
              <w:rPr>
                <w:rStyle w:val="Strong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 day ta it today? Today </w:t>
            </w:r>
            <w:r w:rsidRPr="001C73CD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t«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„&lt;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•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What'i 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выки гов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рения.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выки гг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ворения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E114E1">
              <w:t>вательные: умение выделять необходимую информацию.</w:t>
            </w:r>
          </w:p>
          <w:p w:rsidR="00D3612D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слушать и понимать речь учителя и одн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"/>
              <w:spacing w:line="240" w:lineRule="auto"/>
            </w:pPr>
            <w:r w:rsidRPr="00E114E1">
              <w:t>Позновательные: умение выделять необходимую информацию.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слушать и понимать речь учителя и одн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</w:tc>
        <w:tc>
          <w:tcPr>
            <w:tcW w:w="1373" w:type="dxa"/>
            <w:gridSpan w:val="4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слушать и понимать других.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слушать и понимать других.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4"/>
        </w:trPr>
        <w:tc>
          <w:tcPr>
            <w:tcW w:w="16186" w:type="dxa"/>
            <w:gridSpan w:val="20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Страна изучаемого языка                                                                                               Как это пишется2ч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Страны изучаем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го языка.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ме множ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ственное чи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ло(Грамматика)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</w:tc>
        <w:tc>
          <w:tcPr>
            <w:tcW w:w="1283" w:type="dxa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Глаголы в начале общих вопросов. Общие вопросы. Вопросы к подл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жащему.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D3612D" w:rsidRPr="00496D23" w:rsidRDefault="00D3612D" w:rsidP="001C73CD">
            <w:pPr>
              <w:pStyle w:val="BodyText"/>
              <w:spacing w:line="221" w:lineRule="exact"/>
              <w:ind w:left="20"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по теме общий 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(повторение) краткие и пол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формы глагола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be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прит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жател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ный п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деж имён сущес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 Оо 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нетика: [э:], [»]</w:t>
            </w:r>
          </w:p>
          <w:p w:rsidR="00D3612D" w:rsidRPr="00496D23" w:rsidRDefault="00D3612D" w:rsidP="00496D23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прос к подл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жащему, об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щий вопрос</w:t>
            </w:r>
            <w:r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множес</w:t>
            </w:r>
            <w:r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венное число.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496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Упр.15,16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с.26,27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B7756C" w:rsidRDefault="00D3612D" w:rsidP="001C73CD">
            <w:pPr>
              <w:pStyle w:val="BodyText"/>
              <w:spacing w:line="221" w:lineRule="exact"/>
              <w:ind w:left="20" w:right="100"/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стихи</w:t>
            </w:r>
            <w:r w:rsidRPr="00B7756C">
              <w:rPr>
                <w:rStyle w:val="a0"/>
                <w:color w:val="000000"/>
                <w:lang w:eastAsia="en-US"/>
              </w:rPr>
              <w:t xml:space="preserve"> </w:t>
            </w:r>
            <w:r>
              <w:rPr>
                <w:rStyle w:val="a0"/>
                <w:color w:val="000000"/>
                <w:lang w:val="en-US" w:eastAsia="en-US"/>
              </w:rPr>
              <w:t>spell</w:t>
            </w:r>
            <w:r w:rsidRPr="00B7756C">
              <w:rPr>
                <w:rStyle w:val="a0"/>
                <w:color w:val="000000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map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boome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ang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koala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surfing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opera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continent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station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dingo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звания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Австр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лии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smartTag w:uri="urn:schemas-microsoft-com:office:smarttags" w:element="country-region">
              <w:r w:rsidRPr="00496D2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Ca</w:t>
              </w:r>
              <w:r w:rsidRPr="00496D2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n</w:t>
              </w:r>
              <w:r w:rsidRPr="00496D2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berra</w:t>
              </w:r>
            </w:smartTag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smartTag w:uri="urn:schemas-microsoft-com:office:smarttags" w:element="country-region">
              <w:r w:rsidRPr="00496D2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Sydney</w:t>
              </w:r>
            </w:smartTag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96D23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Лексика: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thew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Car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line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гор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chester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Brighton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Упр.17с.27</w:t>
            </w:r>
          </w:p>
          <w:p w:rsidR="00D3612D" w:rsidRPr="00496D23" w:rsidRDefault="00D3612D" w:rsidP="001C73CD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4DF9">
              <w:rPr>
                <w:b w:val="0"/>
              </w:rPr>
              <w:t xml:space="preserve">А/Г/Ч: А/Г/Ч: 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аудиотекст-история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How do you spell it?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по содержанию текста, иллюстрациям. А/Г: диалог-расспрос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does Cody come from?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* Ч/П: стихотворение Веры. Звуко-буквенные соответствия, правила чтения буквы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Оо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>. Транскрипция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756C" w:rsidRDefault="00D3612D" w:rsidP="00496D23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does Cody come from?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She comes from </w:t>
            </w:r>
            <w:smartTag w:uri="urn:schemas-microsoft-com:office:smarttags" w:element="country-region">
              <w:r w:rsidRPr="00496D2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Australia</w:t>
              </w:r>
            </w:smartTag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How do you spell it?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 w:rsidRPr="00B7756C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612D" w:rsidRDefault="00D3612D" w:rsidP="001C73CD">
            <w:pPr>
              <w:pStyle w:val="BodyText"/>
              <w:spacing w:line="221" w:lineRule="exact"/>
              <w:ind w:left="20" w:right="100"/>
              <w:jc w:val="both"/>
            </w:pPr>
            <w:r>
              <w:rPr>
                <w:rStyle w:val="FranklinGothicMedium"/>
                <w:color w:val="000000"/>
              </w:rPr>
              <w:t xml:space="preserve"> 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96D23" w:rsidRDefault="00D3612D" w:rsidP="00496D23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Ч/А/Г/П: установление истинности/ложности высказывания.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Say true or false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. Вопросы к подлежащему, общий вопрос. А/Г: игра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Spelling game множественное число</w:t>
            </w:r>
            <w:r w:rsidRPr="0049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Say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true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or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false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3612D" w:rsidRPr="00B7756C" w:rsidRDefault="00D3612D" w:rsidP="00496D23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Todd? (Todd’s Cody’s brother.)</w:t>
            </w:r>
            <w:r w:rsidRPr="00496D23">
              <w:rPr>
                <w:lang w:val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Is he five years old? (No.)Who lives in </w:t>
            </w:r>
            <w:smartTag w:uri="urn:schemas-microsoft-com:office:smarttags" w:element="country-region">
              <w:r w:rsidRPr="00496D2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Moscow</w:t>
              </w:r>
            </w:smartTag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 What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big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</w:p>
          <w:p w:rsidR="00D3612D" w:rsidRPr="00496D23" w:rsidRDefault="00D3612D" w:rsidP="00496D23">
            <w:pPr>
              <w:pStyle w:val="BodyText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Фонетика: 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нисходящая и восх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дящая ин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тонация в вопросител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ных предложениях</w:t>
            </w:r>
          </w:p>
          <w:p w:rsidR="00D3612D" w:rsidRPr="00496D23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зад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вать вопр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сы.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тему.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контролировать свои действия по точному оперативному ориентированию в учебнике.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8D2677">
              <w:t>вательные: умение составлять осознанные и произвольные речевые высказывания от имени участника спортивного праздника.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слушать друг друга для во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произведения и восприятия 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обходимых св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дений и подде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жания учебно-деловой беседы.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контролировать свои действия по точному оперативному ориентированию в учебнике.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Позновательные: умение составлять осознанные и произвольные речевые высказывания от имени участника спортивного праздника.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слушать друг друга для во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произведения и восприятия 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обходимых св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дений и подде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жания учебно-деловой беседы.</w:t>
            </w:r>
          </w:p>
        </w:tc>
        <w:tc>
          <w:tcPr>
            <w:tcW w:w="1373" w:type="dxa"/>
            <w:gridSpan w:val="4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Целостный взгляд на мир в 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нообразии культур.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решать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 задачи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1"/>
        </w:trPr>
        <w:tc>
          <w:tcPr>
            <w:tcW w:w="16186" w:type="dxa"/>
            <w:gridSpan w:val="20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Страна страны изучаемого языка                            Знакомство с проектом по теме «Знакомимся с Австралией.»3ч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Входящая контрол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ная работа по теме м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оже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 с 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ектом по теме «Зн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комимся с Австрал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ей. Ее 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вотным миром»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Усвоить 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тему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Научится соста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лять 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екты.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C049A" w:rsidRDefault="00D3612D" w:rsidP="004C049A">
            <w:pPr>
              <w:pStyle w:val="BodyText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ous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*;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общий вопрос; особые случаи образ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вания множ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ственн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го числа имён с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ных: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sheep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sheep</w:t>
            </w:r>
          </w:p>
          <w:p w:rsidR="00D3612D" w:rsidRPr="004C049A" w:rsidRDefault="00D3612D" w:rsidP="004C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долгий гласный звук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:]</w:t>
            </w:r>
          </w:p>
        </w:tc>
        <w:tc>
          <w:tcPr>
            <w:tcW w:w="1396" w:type="dxa"/>
            <w:gridSpan w:val="2"/>
          </w:tcPr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ранее 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ченного материала.</w:t>
            </w: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Упр.2 с.18,29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животных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Стихи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4C049A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desert, original, (the) ou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back, f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mous, ab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rigine, sleep, climb; long, short, tall, back, strong, leg, tail, body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7756C" w:rsidRDefault="00D3612D" w:rsidP="004C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.3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.29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-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project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about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Australia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Australian animals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. Диалог-расспрос о животных.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 тексты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Find the animal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B7756C">
              <w:t xml:space="preserve"> </w:t>
            </w:r>
            <w:r w:rsidRPr="004C049A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C049A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4C049A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разцы</w:t>
            </w:r>
            <w:r w:rsidRPr="00B7756C"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4C049A" w:rsidRDefault="00D3612D" w:rsidP="004C049A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There are a lot of farms in </w:t>
            </w:r>
            <w:smartTag w:uri="urn:schemas-microsoft-com:office:smarttags" w:element="country-region">
              <w:r w:rsidRPr="004C049A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Australia</w:t>
              </w:r>
            </w:smartTag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country-region">
              <w:r w:rsidRPr="004C049A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Sydney</w:t>
              </w:r>
            </w:smartTag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is famous for its bridge.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ice Springs is in the middle of </w:t>
            </w:r>
            <w:smartTag w:uri="urn:schemas-microsoft-com:office:smarttags" w:element="country-region">
              <w:r w:rsidRPr="004C049A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</w:t>
              </w:r>
              <w:r w:rsidRPr="004C049A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</w:t>
              </w:r>
              <w:r w:rsidRPr="004C049A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tralia</w:t>
              </w:r>
            </w:smartTag>
            <w:r w:rsidRPr="004C049A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вторит и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крепит про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денную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нее тему.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ставлять проекты.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вносить коррективы в действие после его завершения на основе оценки и учета характера сделанных ошибок.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8D2677">
              <w:t>вательные: умение выделять необходимую информацию из текстов-интервью.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Коммуникативные: умение ориентироваться на позицию партнера в общении</w:t>
            </w:r>
            <w:r>
              <w:t xml:space="preserve"> решении задач</w:t>
            </w:r>
            <w:r w:rsidRPr="008D2677">
              <w:t>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вносить коррективы в действие после его завершения на основе оценки и учета характера сделанных ошибок.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8D2677">
              <w:t>вательные: умение выделять необходимую информацию из текстов-интервью.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Коммуникативные: умение ориентироваться на позицию партнера в общении.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pStyle w:val="a"/>
              <w:jc w:val="both"/>
            </w:pPr>
            <w:r w:rsidRPr="008D2677">
              <w:t>Принимать различные мнения других людей</w:t>
            </w:r>
          </w:p>
        </w:tc>
      </w:tr>
      <w:tr w:rsidR="00D3612D" w:rsidRPr="008D2677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Австралия и ее до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топрим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чательн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сти. 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Dingo,kangaroo,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ala,wombat.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Present</w:t>
            </w:r>
            <w:r w:rsidRPr="00B7756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</w:t>
            </w:r>
            <w:r w:rsidRPr="00B7756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*.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ный в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просы. Вопрос к подлеж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щему.</w:t>
            </w: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Упр.5,7 с.30,31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о животных</w:t>
            </w:r>
          </w:p>
          <w:p w:rsidR="00D3612D" w:rsidRPr="00166AFF" w:rsidRDefault="00D3612D" w:rsidP="00962B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тихи</w:t>
            </w:r>
            <w:r w:rsidRPr="00166AFF">
              <w:rPr>
                <w:rStyle w:val="Emphasis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66AF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bea</w:t>
            </w:r>
            <w:r w:rsidRPr="00166AF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166AF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tiful, interesting, long, tall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Упр.6 с.31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 32-33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Упр.4 с.30 </w:t>
            </w:r>
          </w:p>
          <w:p w:rsidR="00D3612D" w:rsidRPr="008D2677" w:rsidRDefault="00D3612D" w:rsidP="00166AFF">
            <w:pPr>
              <w:rPr>
                <w:rFonts w:ascii="Times New Roman" w:hAnsi="Times New Roman"/>
                <w:sz w:val="24"/>
                <w:szCs w:val="24"/>
              </w:rPr>
            </w:pP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Australia quiz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66A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he doing? What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day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недели, утвердительные и отрица-тельные формы глагола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Guess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animal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животного по 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б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разцу. 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диалог-расспрос об Австралии. Игра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Yes/No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. 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ный вопросы. Вопрос к подлеж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щему.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 австрали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й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ских животных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ставлять проекты.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8D2677">
              <w:t>вательные: умение использовать знаково-символические средства.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видит, а что нет.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Позити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ная сам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оценка, самоув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жение и самопр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ятие.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45"/>
        </w:trPr>
        <w:tc>
          <w:tcPr>
            <w:tcW w:w="16170" w:type="dxa"/>
            <w:gridSpan w:val="19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31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Страна страны изучаемого языка родная страна.                            Наша страна.6ч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Москва столица  России Санкт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тербург(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 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комление и перви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крепление лексик</w:t>
            </w:r>
          </w:p>
        </w:tc>
        <w:tc>
          <w:tcPr>
            <w:tcW w:w="1283" w:type="dxa"/>
          </w:tcPr>
          <w:p w:rsidR="00D3612D" w:rsidRPr="00AA1742" w:rsidRDefault="00D3612D" w:rsidP="00AA1742">
            <w:pPr>
              <w:pStyle w:val="BodyText"/>
              <w:ind w:left="20" w:right="80"/>
              <w:rPr>
                <w:rFonts w:ascii="Times New Roman" w:hAnsi="Times New Roman"/>
                <w:sz w:val="24"/>
                <w:szCs w:val="24"/>
              </w:rPr>
            </w:pP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и спец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альный вопро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сы; множ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ственное число имён сущес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тельных</w:t>
            </w:r>
          </w:p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.35,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8D2677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.36.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mous,tower,</w:t>
            </w:r>
          </w:p>
          <w:p w:rsidR="00D3612D" w:rsidRPr="008D2677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Kre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lin,country,</w:t>
            </w:r>
          </w:p>
          <w:p w:rsidR="00D3612D" w:rsidRPr="00AA1742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taiga,mountain.</w:t>
            </w:r>
            <w:r>
              <w:rPr>
                <w:b/>
                <w:bCs/>
                <w:color w:val="000000"/>
                <w:lang w:val="en-US" w:eastAsia="en-US"/>
              </w:rPr>
              <w:t xml:space="preserve"> 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mou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n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tain, m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u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seum, city, town.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Упр.3 с.35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Аудиотексты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РТзад.А,В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А/Ч/Г: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Our country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. Диалог-расспрос о родной стране. Описание фот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графии с опорой на текст. Интон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а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ция перечисления.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Ч/П: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What are they famous for?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 Описание г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ет новую лексику.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Познавательные: Умение работать с картой.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Сочи 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лица Олимпи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ды( Гов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D105D9" w:rsidRDefault="00D3612D" w:rsidP="00D105D9">
            <w:pPr>
              <w:pStyle w:val="BodyText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Грамм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и спец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альный вопросы</w:t>
            </w:r>
            <w:r w:rsidRPr="00AA1742">
              <w:rPr>
                <w:rStyle w:val="a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глухие и звонкие соглас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Ф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нетика: 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k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f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tj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[9],</w:t>
            </w:r>
          </w:p>
          <w:p w:rsidR="00D3612D" w:rsidRPr="00D105D9" w:rsidRDefault="00D3612D" w:rsidP="00AA1742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g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v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d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d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en-US"/>
              </w:rPr>
              <w:t>3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D105D9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</w:p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Упр.6,10с.37</w:t>
            </w:r>
            <w:r>
              <w:rPr>
                <w:rStyle w:val="Tahoma"/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слова-синонимы 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city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— 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town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Упр.7с.37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</w:p>
          <w:p w:rsidR="00D3612D" w:rsidRPr="00B7756C" w:rsidRDefault="00D3612D" w:rsidP="00AA1742">
            <w:pPr>
              <w:pStyle w:val="20"/>
              <w:shd w:val="clear" w:color="auto" w:fill="auto"/>
              <w:ind w:left="20"/>
            </w:pP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РТ зад.С,Д Ес.23.</w:t>
            </w:r>
            <w:r w:rsidRPr="00AA1742">
              <w:rPr>
                <w:b w:val="0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Ч/Г/П: личное письмо (Бену). Диалог-расспрос о городе. Описание города. Рассказ о городе Сочи по образцу. Конструкции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there is/there are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 famous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for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. Звонкие и глухие согласные звуки</w:t>
            </w:r>
            <w:r w:rsidRPr="00AA1742">
              <w:rPr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AA1742" w:rsidRDefault="00D3612D" w:rsidP="00AA1742">
            <w:pPr>
              <w:pStyle w:val="BodyText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There is a beautiful house not far from the town.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There are lots of streets and squares in </w:t>
            </w:r>
            <w:smartTag w:uri="urn:schemas-microsoft-com:office:smarttags" w:element="country-region">
              <w:r w:rsidRPr="00AA1742">
                <w:rPr>
                  <w:rStyle w:val="a0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en-US"/>
                </w:rPr>
                <w:t>Moscow</w:t>
              </w:r>
            </w:smartTag>
            <w:r w:rsidRPr="00AA1742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7756C" w:rsidRDefault="00D3612D" w:rsidP="00AA1742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учит тему образование множестве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числа.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537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Название родного города 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ревни страны.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A5DF6" w:rsidRDefault="00D3612D" w:rsidP="008A5DF6">
            <w:pPr>
              <w:pStyle w:val="BodyText"/>
              <w:spacing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ственное число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Грамм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множес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венное</w:t>
            </w:r>
            <w:r w:rsidRPr="008A5DF6">
              <w:rPr>
                <w:rStyle w:val="a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имён су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ществ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A5DF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Лексика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long, high, big, small, interesting, beautiful</w:t>
            </w:r>
          </w:p>
        </w:tc>
        <w:tc>
          <w:tcPr>
            <w:tcW w:w="3853" w:type="dxa"/>
          </w:tcPr>
          <w:p w:rsidR="00D3612D" w:rsidRPr="008A5DF6" w:rsidRDefault="00D3612D" w:rsidP="008A5DF6">
            <w:pPr>
              <w:pStyle w:val="20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Диалоги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ГрамматикаА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Questions about </w:t>
            </w:r>
            <w:smartTag w:uri="urn:schemas-microsoft-com:office:smarttags" w:element="country-region">
              <w:r w:rsidRPr="008A5DF6">
                <w:rPr>
                  <w:rFonts w:ascii="Times New Roman" w:hAnsi="Times New Roman"/>
                  <w:b w:val="0"/>
                  <w:i/>
                  <w:sz w:val="24"/>
                  <w:szCs w:val="24"/>
                  <w:lang w:val="en-US"/>
                </w:rPr>
                <w:t>Russia</w:t>
              </w:r>
            </w:smartTag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Описание рисунка. Характеристика предмета. Окончания имён существительных во мн. ч. Прилагательные, сочетание существительного с прилагательным. Конструкции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 is/there are, to be famous for</w:t>
            </w:r>
            <w:r w:rsidRPr="00B7756C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8A5DF6" w:rsidRDefault="00D3612D" w:rsidP="008A5DF6">
            <w:pPr>
              <w:pStyle w:val="BodyText"/>
              <w:spacing w:line="221" w:lineRule="exact"/>
              <w:rPr>
                <w:rFonts w:ascii="Times New Roman" w:hAnsi="Times New Roman"/>
                <w:sz w:val="24"/>
                <w:szCs w:val="24"/>
              </w:rPr>
            </w:pP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What’s this?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It’s a house, there is/there are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This is a photo of my favourite city. 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окончания имён сущест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вительных во множественном числе 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Фон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е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iz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вторит гра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матические темы.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Позновательные: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77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мам мн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жестве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ное число местоим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 continious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(Грамм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тика)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  <w:tc>
          <w:tcPr>
            <w:tcW w:w="1396" w:type="dxa"/>
            <w:gridSpan w:val="2"/>
          </w:tcPr>
          <w:p w:rsidR="00D3612D" w:rsidRPr="008A5DF6" w:rsidRDefault="00D3612D" w:rsidP="008A5DF6">
            <w:pPr>
              <w:pStyle w:val="20"/>
              <w:shd w:val="clear" w:color="auto" w:fill="auto"/>
              <w:ind w:left="20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bookmarkStart w:id="6" w:name="bookmark3"/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bookmarkEnd w:id="6"/>
          </w:p>
          <w:p w:rsidR="00D3612D" w:rsidRPr="008A5DF6" w:rsidRDefault="00D3612D" w:rsidP="008A5DF6">
            <w:pPr>
              <w:pStyle w:val="BodyText"/>
              <w:spacing w:line="221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This is a wolf.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Wolves live in Ru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sia.Crocodiles don’t live in </w:t>
            </w:r>
            <w:smartTag w:uri="urn:schemas-microsoft-com:office:smarttags" w:element="country-region">
              <w:r w:rsidRPr="008A5DF6">
                <w:rPr>
                  <w:rStyle w:val="a0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. What’s this? (It’s a crocodile.) What’s it doing? (It’s</w:t>
            </w:r>
            <w:r w:rsidRPr="008A5DF6">
              <w:rPr>
                <w:rStyle w:val="a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swi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</w:t>
            </w:r>
            <w:r w:rsidRPr="008A5DF6">
              <w:rPr>
                <w:rStyle w:val="a0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ming.)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Грамматика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контроль.</w:t>
            </w:r>
            <w:r w:rsidRPr="00A34DF9">
              <w:rPr>
                <w:b/>
              </w:rPr>
              <w:t xml:space="preserve">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Повторение материала I четверти. Урок-повторение.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br/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диалог-расспрос: описание животного. Формы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*. Викторина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Russia quiz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Диалог-расспрос: оп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сание персонажей.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Spelling game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Произнесение н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званий городов по буквам.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выделение тематических групп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кажет свои знания и умения.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>
              <w:t>Позна</w:t>
            </w:r>
            <w:r w:rsidRPr="008D2677">
              <w:t>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ная работа по темам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 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стоимения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 continious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Испр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вить ошибки.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кажет свои знания и умения.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ме Россия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числ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тельные мест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имения.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Eleven – twenty.</w:t>
            </w:r>
          </w:p>
        </w:tc>
        <w:tc>
          <w:tcPr>
            <w:tcW w:w="1396" w:type="dxa"/>
            <w:gridSpan w:val="2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Работа с карточк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A74055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055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мест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имения чи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лительные.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65"/>
        </w:trPr>
        <w:tc>
          <w:tcPr>
            <w:tcW w:w="16170" w:type="dxa"/>
            <w:gridSpan w:val="19"/>
          </w:tcPr>
          <w:p w:rsidR="00D3612D" w:rsidRPr="00AA5CC9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                        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Мир моих увл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ечений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 xml:space="preserve"> Фигуры3ч</w:t>
            </w:r>
            <w:r w:rsidRPr="00AA5CC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Я и мои друзья    Что ты умеешь делать?2ч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Мои 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ю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бимые 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нятия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Кто что умеет 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лать? 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совать петь(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Описыв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ем ка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тинки(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Научится строить диалог расспрос. Развитие навыков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Научится строить диалог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Развитие навыков описания</w:t>
            </w:r>
          </w:p>
        </w:tc>
        <w:tc>
          <w:tcPr>
            <w:tcW w:w="1283" w:type="dxa"/>
          </w:tcPr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>Гра</w:t>
            </w: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матика: 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повел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тельное накл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нение,</w:t>
            </w: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тельное наклон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тика</w:t>
            </w:r>
            <w:r w:rsidRPr="0010714D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велител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ное н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клонение, указ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 мест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имения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this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theee</w:t>
            </w: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BodyText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A74055">
              <w:rPr>
                <w:rStyle w:val="a1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shape</w:t>
            </w: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A74055">
              <w:rPr>
                <w:rStyle w:val="a1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, circle, tr</w:t>
            </w:r>
            <w:r w:rsidRPr="00A74055">
              <w:rPr>
                <w:rStyle w:val="a1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i</w:t>
            </w:r>
            <w:r w:rsidRPr="00A74055">
              <w:rPr>
                <w:rStyle w:val="a1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angle, square,</w:t>
            </w: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AA5CC9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  <w:r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  <w:t>Window</w:t>
            </w: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  <w:r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  <w:t>Sail</w:t>
            </w: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10714D" w:rsidRDefault="00D3612D" w:rsidP="00EC5BFE">
            <w:pPr>
              <w:pStyle w:val="BodyText"/>
              <w:spacing w:line="221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0714D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: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buckle, knock, pick up, open, dig, delve, empty</w:t>
            </w:r>
          </w:p>
          <w:p w:rsidR="00D3612D" w:rsidRPr="00AA5CC9" w:rsidRDefault="00D3612D" w:rsidP="007D690D">
            <w:pPr>
              <w:spacing w:line="190" w:lineRule="exact"/>
              <w:ind w:left="140"/>
              <w:rPr>
                <w:rStyle w:val="a1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Упр.4,7с.48-49</w:t>
            </w:r>
          </w:p>
          <w:p w:rsidR="00D3612D" w:rsidRPr="007D690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Упр.1,4,</w:t>
            </w:r>
            <w:r w:rsidRPr="00A34DF9">
              <w:rPr>
                <w:b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инструкция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Tell your friend how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draw these pictures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описание рисунка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Write about 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. Утве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р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дительная форма императива. Ле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сика тематической группы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Colours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(повторение)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7D690D">
              <w:rPr>
                <w:b/>
                <w:lang w:val="en-US"/>
              </w:rPr>
              <w:t xml:space="preserve"> </w:t>
            </w:r>
            <w:r w:rsidRPr="00F21CFE">
              <w:rPr>
                <w:b/>
              </w:rPr>
              <w:t>А</w:t>
            </w:r>
            <w:r w:rsidRPr="00F21CFE">
              <w:rPr>
                <w:b/>
                <w:lang w:val="en-US"/>
              </w:rPr>
              <w:t>/</w:t>
            </w:r>
            <w:r w:rsidRPr="00F21CFE">
              <w:rPr>
                <w:b/>
              </w:rPr>
              <w:t>Г</w:t>
            </w:r>
            <w:r w:rsidRPr="00F21CFE">
              <w:rPr>
                <w:b/>
                <w:lang w:val="en-US"/>
              </w:rPr>
              <w:t xml:space="preserve">: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picture is it?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it?</w:t>
            </w: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7D690D" w:rsidRDefault="00D3612D" w:rsidP="007D690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One, two, buckle my shoe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игра «Кто лучше опишет картинку?». Отработка 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тивных конструкций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this is…/these are….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How many…?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Повторение числительных</w:t>
            </w:r>
          </w:p>
          <w:p w:rsidR="00D3612D" w:rsidRPr="007D690D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ить диалог расспрос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ить диалог расспрос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опис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вать карти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7D690D">
            <w:pPr>
              <w:pStyle w:val="a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Совмес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 зан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я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тия рис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вание школьный концерт прогулка в парке(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Глагол «уметь» в общих и специал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ных 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сах.(Грамматика</w:t>
            </w:r>
          </w:p>
        </w:tc>
        <w:tc>
          <w:tcPr>
            <w:tcW w:w="1281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данную тему.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данную тему.</w:t>
            </w:r>
          </w:p>
        </w:tc>
        <w:tc>
          <w:tcPr>
            <w:tcW w:w="1283" w:type="dxa"/>
          </w:tcPr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  <w:r w:rsidRPr="0010714D">
              <w:t>Модал</w:t>
            </w:r>
            <w:r w:rsidRPr="0010714D">
              <w:t>ь</w:t>
            </w:r>
            <w:r w:rsidRPr="0010714D">
              <w:t>ный гл</w:t>
            </w:r>
            <w:r w:rsidRPr="0010714D">
              <w:t>а</w:t>
            </w:r>
            <w:r w:rsidRPr="0010714D">
              <w:t xml:space="preserve">гол </w:t>
            </w:r>
            <w:r w:rsidRPr="0010714D">
              <w:rPr>
                <w:i/>
              </w:rPr>
              <w:t>can</w:t>
            </w:r>
            <w:r w:rsidRPr="0010714D">
              <w:t xml:space="preserve"> в утверд</w:t>
            </w:r>
            <w:r w:rsidRPr="0010714D">
              <w:t>и</w:t>
            </w:r>
            <w:r w:rsidRPr="0010714D">
              <w:t>тельных и вопр</w:t>
            </w:r>
            <w:r w:rsidRPr="0010714D">
              <w:t>о</w:t>
            </w:r>
            <w:r w:rsidRPr="0010714D">
              <w:t>сител</w:t>
            </w:r>
            <w:r w:rsidRPr="0010714D">
              <w:t>ь</w:t>
            </w:r>
            <w:r w:rsidRPr="0010714D">
              <w:t>ных предл</w:t>
            </w:r>
            <w:r w:rsidRPr="0010714D">
              <w:t>о</w:t>
            </w:r>
            <w:r w:rsidRPr="0010714D">
              <w:t>жениях</w:t>
            </w: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BodyTextIndent2"/>
              <w:spacing w:line="190" w:lineRule="exact"/>
              <w:ind w:left="140" w:firstLine="0"/>
            </w:pPr>
          </w:p>
          <w:p w:rsidR="00D3612D" w:rsidRPr="000B493B" w:rsidRDefault="00D3612D" w:rsidP="000B4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sz w:val="24"/>
                <w:szCs w:val="24"/>
              </w:rPr>
              <w:t>Утверд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тельная и отриц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тельная формы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Pr="0010714D" w:rsidRDefault="00D3612D" w:rsidP="0010714D">
            <w:pPr>
              <w:pStyle w:val="BodyTextIndent2"/>
              <w:spacing w:line="190" w:lineRule="exact"/>
              <w:ind w:left="140" w:firstLine="0"/>
            </w:pPr>
          </w:p>
        </w:tc>
        <w:tc>
          <w:tcPr>
            <w:tcW w:w="1396" w:type="dxa"/>
            <w:gridSpan w:val="2"/>
          </w:tcPr>
          <w:p w:rsidR="00D3612D" w:rsidRPr="0010714D" w:rsidRDefault="00D3612D" w:rsidP="0010714D">
            <w:pPr>
              <w:pStyle w:val="BodyTextIndent2"/>
              <w:spacing w:line="190" w:lineRule="exact"/>
              <w:ind w:left="140" w:firstLine="0"/>
              <w:rPr>
                <w:lang w:val="en-US"/>
              </w:rPr>
            </w:pP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drums, anything, to play the p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ano/the drums/the gu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tar/the flute, can, concert</w:t>
            </w:r>
          </w:p>
        </w:tc>
        <w:tc>
          <w:tcPr>
            <w:tcW w:w="3853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Упр.11,13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с.50,51 Упр.4,7с.48-49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Упр.8с.50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РТзад.С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14D">
              <w:rPr>
                <w:rFonts w:ascii="Times New Roman" w:hAnsi="Times New Roman"/>
                <w:sz w:val="24"/>
                <w:szCs w:val="24"/>
              </w:rPr>
              <w:t>с.31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 xml:space="preserve">What can you do?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Диалог-расспрос об ум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е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ниях, возможностях.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Interesting facts about animals.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Оп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и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сание животных: что умеют д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е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лать.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br/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0B493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 can be anything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can’t they do?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Диалог-расспрос о том, кто что умеет/не умеет делать.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the story: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дописывание диалогов. Утвердительная и отр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цательная формы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0714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глагол то ве.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глагол то ве.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7D690D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15"/>
        </w:trPr>
        <w:tc>
          <w:tcPr>
            <w:tcW w:w="16170" w:type="dxa"/>
            <w:gridSpan w:val="19"/>
          </w:tcPr>
          <w:p w:rsidR="00D3612D" w:rsidRPr="00EF59B6" w:rsidRDefault="00D3612D" w:rsidP="007D690D">
            <w:pPr>
              <w:spacing w:after="0" w:line="240" w:lineRule="auto"/>
            </w:pPr>
            <w:r>
              <w:t xml:space="preserve">                                               Мир вокруг меня                                                                                       </w:t>
            </w:r>
            <w:r w:rsidRPr="00EF59B6">
              <w:t>Снег идёт!</w:t>
            </w:r>
            <w:r>
              <w:t>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0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Снег идёт! ( Г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ворение) 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Природа(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Познак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миться с лексикой. 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теме «Погода».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ме«Природа».</w:t>
            </w:r>
          </w:p>
        </w:tc>
        <w:tc>
          <w:tcPr>
            <w:tcW w:w="1283" w:type="dxa"/>
          </w:tcPr>
          <w:p w:rsidR="00D3612D" w:rsidRPr="000B493B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 Tense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*.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Слова с непрои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з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носим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ы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ми с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гласными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 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гол.</w:t>
            </w: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ь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ный гл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 вопрос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и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тельных, утверд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и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 и отриц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 предл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жениях.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Hot,sunny</w:t>
            </w:r>
          </w:p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Pr="00D04A3E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D04A3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855881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Hot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sunny</w:t>
            </w:r>
          </w:p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855881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Sunny windy cloudy kite picnic shorts</w:t>
            </w:r>
          </w:p>
        </w:tc>
        <w:tc>
          <w:tcPr>
            <w:tcW w:w="385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Упр.4,5,7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с.54-55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Упр.1,4,6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с.52-55</w:t>
            </w:r>
            <w:r w:rsidRPr="005E1DBB">
              <w:rPr>
                <w:b/>
              </w:rPr>
              <w:t>А/Ч/Г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It’s snowing!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Диалог-расспрос о погоде, о зимних забавах. Лексика по теме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Weather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Right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or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wrong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? Выбор ответа с опорой на иллюстрации.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about the pictures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Описание погоды по 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люстрациям.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.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В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.33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weather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Диалог-расспрос о погоде в разное время года. 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What’s this?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Описание природных явлений по иллюстрации. Буква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Gg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 различных сочетаниях</w:t>
            </w: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«Погода». 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 Развитие навыков говорения по теме.</w:t>
            </w:r>
          </w:p>
        </w:tc>
        <w:tc>
          <w:tcPr>
            <w:tcW w:w="1283" w:type="dxa"/>
          </w:tcPr>
          <w:p w:rsidR="00D3612D" w:rsidRPr="00D8670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670C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ь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ный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гл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а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гол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Сложные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в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 Tense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и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.56</w:t>
            </w:r>
          </w:p>
          <w:p w:rsidR="00D3612D" w:rsidRPr="00B349E7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Hot,sunny</w:t>
            </w:r>
          </w:p>
          <w:p w:rsidR="00D3612D" w:rsidRPr="00B349E7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Pr="00D8670C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661F8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snowman, football; postcard, surf</w:t>
            </w:r>
          </w:p>
        </w:tc>
        <w:tc>
          <w:tcPr>
            <w:tcW w:w="3853" w:type="dxa"/>
          </w:tcPr>
          <w:p w:rsidR="00D3612D" w:rsidRPr="00D8670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.56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.12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</w:p>
          <w:p w:rsidR="00D3612D" w:rsidRPr="00B7756C" w:rsidRDefault="00D3612D" w:rsidP="00661F86">
            <w:pPr>
              <w:pStyle w:val="22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.G c.35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Rainy Day Robin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Диалог-расспрос по содержанию песни. 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погоде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,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игра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What is the weather like today?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postcard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to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friend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Написание открытки по образцу. описание погоды.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F8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61F86" w:rsidRDefault="00D3612D" w:rsidP="00661F86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the weather like?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like Rainy Day Robin?</w:t>
            </w:r>
          </w:p>
          <w:p w:rsidR="00D3612D" w:rsidRPr="00661F86" w:rsidRDefault="00D3612D" w:rsidP="00661F86">
            <w:pPr>
              <w:pStyle w:val="BodyText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расспрос.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B349E7">
              <w:t>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26"/>
        </w:trPr>
        <w:tc>
          <w:tcPr>
            <w:tcW w:w="16170" w:type="dxa"/>
            <w:gridSpan w:val="19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                              Я и моя семья   я и мои друзья.                                                             А ты умеешь кататься на велосипеде?2ч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t>27</w:t>
            </w:r>
          </w:p>
          <w:p w:rsidR="00D3612D" w:rsidRPr="00EF59B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F59B6" w:rsidRDefault="00D3612D" w:rsidP="007D690D">
            <w:pPr>
              <w:spacing w:after="0" w:line="240" w:lineRule="auto"/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Что умеют делать члены 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мьи увл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чения хобби. 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t>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диалоги, отвечать на вопр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сы.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F86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ь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ный гл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а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661F86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. Слова с дифто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н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гами, до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гими и краткими звуками.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Упр.3 с.59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Упр.5,7с60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Упр.10 с.61</w:t>
            </w:r>
          </w:p>
          <w:p w:rsidR="00D3612D" w:rsidRPr="00661F86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7A2A">
              <w:rPr>
                <w:rStyle w:val="Tahoma"/>
                <w:color w:val="000000"/>
                <w:lang w:val="en-US"/>
              </w:rPr>
              <w:t xml:space="preserve">: 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aunt, cousin, u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cle; moto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bike, ride a motorbike, motorbike races, u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derwater, noise, make a lot of noise; </w:t>
            </w:r>
            <w:smartTag w:uri="urn:schemas-microsoft-com:office:smarttags" w:element="country-region">
              <w:r w:rsidRPr="00661F86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J</w:t>
              </w:r>
              <w:r w:rsidRPr="00661F86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</w:t>
              </w:r>
              <w:r w:rsidRPr="00661F86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pan</w:t>
              </w:r>
            </w:smartTag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Jap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661F8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nese</w:t>
            </w:r>
          </w:p>
        </w:tc>
        <w:tc>
          <w:tcPr>
            <w:tcW w:w="3853" w:type="dxa"/>
          </w:tcPr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Упр.4с.59 Упр.9 с.61</w:t>
            </w:r>
          </w:p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Упр.1,6 с.58,60 РТ зад.А,В</w:t>
            </w:r>
          </w:p>
          <w:p w:rsidR="00D3612D" w:rsidRPr="00E66A49" w:rsidRDefault="00D3612D" w:rsidP="00661F86">
            <w:pPr>
              <w:pStyle w:val="22"/>
              <w:shd w:val="clear" w:color="auto" w:fill="auto"/>
              <w:spacing w:line="170" w:lineRule="exact"/>
              <w:ind w:left="2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с.36 А/Ч/Г: аудиотекст-история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Can you ride a bicycle?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об увлечениях, хобби. Ч/Г: загадка о членах семьи: знакомство с заданиями типа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Multiple choice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Лексика тематических групп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Family, Hobby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П: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Finish the poster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>. Работа с активной лексикой и речевыми образцами</w:t>
            </w:r>
            <w:r w:rsidRPr="00E66A49">
              <w:rPr>
                <w:rStyle w:val="Strong"/>
                <w:rFonts w:ascii="Times New Roman" w:hAnsi="Times New Roman"/>
                <w:bCs w:val="0"/>
                <w:color w:val="000000"/>
                <w:sz w:val="24"/>
                <w:szCs w:val="24"/>
              </w:rPr>
              <w:t xml:space="preserve"> </w:t>
            </w:r>
            <w:r w:rsidRPr="00E66A49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mother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father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cousin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do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66A49">
              <w:rPr>
                <w:rStyle w:val="a0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My cousin can ride a motorbike.</w:t>
            </w:r>
          </w:p>
          <w:p w:rsidR="00D3612D" w:rsidRPr="00661F86" w:rsidRDefault="00D3612D" w:rsidP="00661F86">
            <w:pPr>
              <w:pStyle w:val="BodyText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A4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about you/your family?My family can’t do anything much.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6A4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She’s got a lot of friends in </w:t>
            </w:r>
            <w:smartTag w:uri="urn:schemas-microsoft-com:office:smarttags" w:element="country-region">
              <w:r w:rsidRPr="00E66A49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Japan</w:t>
              </w:r>
            </w:smartTag>
            <w:r w:rsidRPr="00E66A4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 My mother is his mother. Who is she?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B349E7">
              <w:t>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7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Что может делать 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ликий Ф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до? Кто что умеет делать(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диалоги, отвечать на вопр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сы. Ра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витие 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выков г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ворения</w:t>
            </w:r>
          </w:p>
        </w:tc>
        <w:tc>
          <w:tcPr>
            <w:tcW w:w="1283" w:type="dxa"/>
          </w:tcPr>
          <w:p w:rsidR="00D3612D" w:rsidRPr="009D2083" w:rsidRDefault="00D3612D" w:rsidP="009D2083">
            <w:pPr>
              <w:pStyle w:val="BodyText"/>
              <w:ind w:left="20" w:right="140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</w:t>
            </w:r>
            <w:r w:rsidRPr="009D2083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9D2083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матика: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утве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ные и отрица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предл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жения с глаг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лом сап, пол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и кра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кий о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веты на вопрос.</w:t>
            </w:r>
          </w:p>
        </w:tc>
        <w:tc>
          <w:tcPr>
            <w:tcW w:w="1396" w:type="dxa"/>
            <w:gridSpan w:val="2"/>
          </w:tcPr>
          <w:p w:rsidR="00D3612D" w:rsidRPr="009D2083" w:rsidRDefault="00D3612D" w:rsidP="009D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ride a horse/ a bicycle/a motobike, fly, swim, surf, play basketball/ te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nis/football, play the guitar/the piano, swim u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derwater</w:t>
            </w:r>
          </w:p>
        </w:tc>
        <w:tc>
          <w:tcPr>
            <w:tcW w:w="3853" w:type="dxa"/>
          </w:tcPr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.11,12,13</w:t>
            </w:r>
          </w:p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.62,63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D,E,F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.37,38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Fido the Great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. Диалог-расспрос об увлечениях, хобби, видах спорта.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Mr Wolf’s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tree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Описание 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мьи. Письмо Веры (театр Ю. Ку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лачёва).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What can you do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? Количественно-именные соч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тания с числительными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расспрос.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45"/>
        </w:trPr>
        <w:tc>
          <w:tcPr>
            <w:tcW w:w="16170" w:type="dxa"/>
            <w:gridSpan w:val="19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                             Я и моя семья           страна изучаемого языка     родная страна                                                                  Идём по магазинам6ч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29</w:t>
            </w:r>
          </w:p>
        </w:tc>
        <w:tc>
          <w:tcPr>
            <w:tcW w:w="77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Покупки(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Усвоить лексику научится соста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лять ди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логи 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нологи. 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теме «Поку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ки».</w:t>
            </w:r>
          </w:p>
        </w:tc>
        <w:tc>
          <w:tcPr>
            <w:tcW w:w="1283" w:type="dxa"/>
          </w:tcPr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Лексика: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medicine, soap, shampoo, comic, magazine, baker’s, greengr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cer’s, chemist’s, new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agent’s, toy shop, superma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ket, all kinds of food, grape, jam</w:t>
            </w: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Упр.2с.64</w:t>
            </w:r>
          </w:p>
          <w:p w:rsidR="00D3612D" w:rsidRPr="009D2083" w:rsidRDefault="00D3612D" w:rsidP="009D2083">
            <w:pPr>
              <w:pStyle w:val="BodyText"/>
              <w:ind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сущес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ные, м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стоим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some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неопр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делённый артикль при и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числя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мых с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</w:p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9D2083" w:rsidRDefault="00D3612D" w:rsidP="009D2083">
            <w:pPr>
              <w:pStyle w:val="10"/>
              <w:shd w:val="clear" w:color="auto" w:fill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.4.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с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  <w:r w:rsidRPr="009D208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9D2083" w:rsidRDefault="00D3612D" w:rsidP="009D2083">
            <w:pPr>
              <w:pStyle w:val="BodyTex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This is a chemist’s.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You can buy medicine here.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This shop is called a baker’s.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 sells bread and cakes.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Where can you buy some milk?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You can buy flowers too.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How much is that?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Shopping!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Этикетный диалог: 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б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щение в магазине. «Слова-ловушки».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 xml:space="preserve">А/Г: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 xml:space="preserve">What has she got?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Исчисляемые/неисчисляемые 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ществительные; числительные.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Where can you buy it?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Названия продуктов, магазинов. Местоим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, артикли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тему.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выделять необходимую информацию из текстов.</w:t>
            </w:r>
          </w:p>
          <w:p w:rsidR="00D3612D" w:rsidRPr="009D2083" w:rsidRDefault="00D3612D" w:rsidP="009D2083">
            <w:pPr>
              <w:pStyle w:val="a"/>
              <w:spacing w:line="240" w:lineRule="auto"/>
            </w:pPr>
            <w:r w:rsidRPr="00B349E7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Поним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знач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ний для человека. Взаим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помощь.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7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705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азные магазины продава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мые в них товары .(Аудирование)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усвоит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 до 100.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имение</w:t>
            </w:r>
          </w:p>
          <w:p w:rsidR="00D3612D" w:rsidRPr="008A369B" w:rsidRDefault="00D3612D" w:rsidP="008A369B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E7">
              <w:t>«некот</w:t>
            </w:r>
            <w:r w:rsidRPr="00B349E7">
              <w:t>о</w:t>
            </w:r>
            <w:r w:rsidRPr="00B349E7">
              <w:t>рое кол</w:t>
            </w:r>
            <w:r w:rsidRPr="00B349E7">
              <w:t>и</w:t>
            </w:r>
            <w:r w:rsidRPr="00B349E7">
              <w:t>чество».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множес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венное число суще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ствител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ных; 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числя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мые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 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исчисляе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мые 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ществ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тельные, мест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имение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some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опред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лённый артикль с исчи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ляемыми сущес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ным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суффикс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-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teen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, -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ty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 оконч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ниях чи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ных; бу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 Сс, Кк, бу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восочет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ние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ch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Фонетика:</w:t>
            </w:r>
            <w:r w:rsidRPr="008A369B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:], 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], 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1396" w:type="dxa"/>
            <w:gridSpan w:val="2"/>
          </w:tcPr>
          <w:p w:rsidR="00D3612D" w:rsidRPr="008A369B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Упр.10,11 с.67</w:t>
            </w:r>
            <w:r>
              <w:rPr>
                <w:color w:val="000000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назв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ния маг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зинов, продуктов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Упр.7,8,9 с66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Упр.12с.67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>.40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36EA">
              <w:rPr>
                <w:b/>
              </w:rPr>
              <w:t>А</w:t>
            </w:r>
            <w:r w:rsidRPr="008A369B">
              <w:rPr>
                <w:b/>
                <w:lang w:val="en-US"/>
              </w:rPr>
              <w:t>/</w:t>
            </w:r>
            <w:r w:rsidRPr="003E36EA">
              <w:rPr>
                <w:b/>
              </w:rPr>
              <w:t>Г</w:t>
            </w:r>
            <w:r w:rsidRPr="008A369B">
              <w:rPr>
                <w:b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Which shop are they in?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Закрепление клише в 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туациях общения в магазине (просьба, обозначение цены, бл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годарность). 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has she got?/Where can you buy it?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Диалог-расспрос. Лексика по темам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Food, Shopping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. Множественное число существительных, исчисляемые и неисчисляемые существительные. Местоимение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Числительные до 100</w:t>
            </w:r>
          </w:p>
          <w:p w:rsidR="00D3612D" w:rsidRPr="008A369B" w:rsidRDefault="00D3612D" w:rsidP="008A369B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buy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doll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toy shop.) Where can you buy some cheese?</w:t>
            </w:r>
            <w:r w:rsidRPr="008A369B"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supermarket.)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shop are they in?</w:t>
            </w:r>
          </w:p>
          <w:p w:rsidR="00D3612D" w:rsidRPr="008A369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B349E7">
              <w:t>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7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705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ные.(Грамматика)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усвоит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тельные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стоим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имение</w:t>
            </w:r>
          </w:p>
          <w:p w:rsidR="00D3612D" w:rsidRPr="00236B3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«некот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рое кол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чество».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числя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мые и 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исчисляе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мые 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ществ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тельные, неопр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делённые ме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стоим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ния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some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any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;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сокр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щённая форма глагола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to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 отриц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нии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Упр.13с.68</w:t>
            </w:r>
          </w:p>
        </w:tc>
        <w:tc>
          <w:tcPr>
            <w:tcW w:w="3853" w:type="dxa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.69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.68</w:t>
            </w:r>
          </w:p>
          <w:p w:rsidR="00D3612D" w:rsidRPr="00236B33" w:rsidRDefault="00D3612D" w:rsidP="00236B33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236B3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236B3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much is that?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 you got any bananas?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some toot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paste, please?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(Yes. Here you are.)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help you?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haven’t got enough money!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Has Sarah got any milk?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hasn’t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Whose basket is it?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Choose the right price.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дания на установление соот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ветствия текста и иллюст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рации. Игра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How much is that?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(магазины и покупки, еда, речевой этикет обще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ния с продавцом). П: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Write the story.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Диалог в магази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не. Дописывание фраз с опорой на иллюстрацию</w:t>
            </w:r>
          </w:p>
        </w:tc>
        <w:tc>
          <w:tcPr>
            <w:tcW w:w="1610" w:type="dxa"/>
            <w:gridSpan w:val="2"/>
          </w:tcPr>
          <w:p w:rsidR="00D3612D" w:rsidRPr="00236B3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16" w:type="dxa"/>
            <w:gridSpan w:val="2"/>
          </w:tcPr>
          <w:p w:rsidR="00D3612D" w:rsidRPr="00B7756C" w:rsidRDefault="00D3612D" w:rsidP="007D690D">
            <w:pPr>
              <w:pStyle w:val="a"/>
              <w:spacing w:line="240" w:lineRule="auto"/>
            </w:pPr>
            <w:r w:rsidRPr="00B349E7">
              <w:t>Регулятивные</w:t>
            </w:r>
            <w:r w:rsidRPr="00B7756C">
              <w:t xml:space="preserve">: </w:t>
            </w:r>
            <w:r w:rsidRPr="00B349E7">
              <w:t>умение</w:t>
            </w:r>
            <w:r w:rsidRPr="00B7756C">
              <w:t xml:space="preserve"> </w:t>
            </w:r>
            <w:r w:rsidRPr="00B349E7">
              <w:t>учитывать</w:t>
            </w:r>
            <w:r w:rsidRPr="00B7756C">
              <w:t xml:space="preserve"> </w:t>
            </w:r>
            <w:r w:rsidRPr="00B349E7">
              <w:t>правила</w:t>
            </w:r>
            <w:r w:rsidRPr="00B7756C">
              <w:t xml:space="preserve"> </w:t>
            </w:r>
            <w:r w:rsidRPr="00B349E7">
              <w:t>и</w:t>
            </w:r>
            <w:r w:rsidRPr="00B7756C">
              <w:t xml:space="preserve"> </w:t>
            </w:r>
            <w:r w:rsidRPr="00B349E7">
              <w:t>адекватно</w:t>
            </w:r>
            <w:r w:rsidRPr="00B7756C">
              <w:t xml:space="preserve"> </w:t>
            </w:r>
            <w:r w:rsidRPr="00B349E7">
              <w:t>воспринимать</w:t>
            </w:r>
            <w:r w:rsidRPr="00B7756C">
              <w:t xml:space="preserve"> </w:t>
            </w:r>
            <w:r w:rsidRPr="00B349E7">
              <w:t>оценку</w:t>
            </w:r>
            <w:r w:rsidRPr="00B7756C">
              <w:t xml:space="preserve"> </w:t>
            </w:r>
            <w:r w:rsidRPr="00B349E7">
              <w:t>учителя</w:t>
            </w:r>
            <w:r w:rsidRPr="00B7756C">
              <w:t xml:space="preserve"> </w:t>
            </w:r>
            <w:r w:rsidRPr="00B349E7">
              <w:t>и</w:t>
            </w:r>
            <w:r w:rsidRPr="00B7756C">
              <w:t xml:space="preserve"> </w:t>
            </w:r>
            <w:r w:rsidRPr="00B349E7">
              <w:t>одноклассников</w:t>
            </w:r>
            <w:r w:rsidRPr="00B7756C">
              <w:t>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7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мам чи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ные. 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стоимения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не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артикли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(Грамм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тика)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повторит тему.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имения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ленный неопред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ленный артикль.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денной лексики.</w:t>
            </w:r>
          </w:p>
        </w:tc>
        <w:tc>
          <w:tcPr>
            <w:tcW w:w="3853" w:type="dxa"/>
          </w:tcPr>
          <w:p w:rsidR="00D3612D" w:rsidRPr="00236B33" w:rsidRDefault="00D3612D" w:rsidP="00236B33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this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flowers are there in the garden?</w:t>
            </w:r>
            <w:r w:rsidRPr="00236B33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Lera swim in the river? Has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dog</w:t>
            </w:r>
            <w:r w:rsidRPr="00236B33">
              <w:rPr>
                <w:rStyle w:val="Tahoma"/>
                <w:b w:val="0"/>
                <w:color w:val="000000"/>
                <w:lang w:eastAsia="en-US"/>
              </w:rPr>
              <w:t>?</w:t>
            </w:r>
            <w:r>
              <w:rPr>
                <w:rStyle w:val="Hyperlink"/>
                <w:color w:val="000000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вторение материала II четверти. Урок-повторение Ч/Г: рассказ о каникулах Леры. Диалог-расспрос по иллюстрации. Определён-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7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ная работа по темам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 местоим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деленный не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ме поку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ки(Говорение)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покажет свои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по данной теме.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имения артикли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покажет свои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по данной теме.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имения артикли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имения артикли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Покупки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  <w:tc>
          <w:tcPr>
            <w:tcW w:w="385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 сомооценкой.</w:t>
            </w: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вторит тему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9"/>
        </w:trPr>
        <w:tc>
          <w:tcPr>
            <w:tcW w:w="16170" w:type="dxa"/>
            <w:gridSpan w:val="19"/>
          </w:tcPr>
          <w:p w:rsidR="00D3612D" w:rsidRPr="00EF59B6" w:rsidRDefault="00D3612D" w:rsidP="007D690D">
            <w:pPr>
              <w:spacing w:after="0" w:line="240" w:lineRule="auto"/>
            </w:pPr>
            <w:r>
              <w:t xml:space="preserve">                                                        Я и моя семья                                                       </w:t>
            </w:r>
            <w:r w:rsidRPr="00EF59B6">
              <w:t>Давайте напечём блинов!</w:t>
            </w:r>
            <w:r>
              <w:t>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713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Основные продукты питания(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1283" w:type="dxa"/>
          </w:tcPr>
          <w:p w:rsidR="00D3612D" w:rsidRPr="00630AA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имения артикли повел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тельное наклон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.73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.74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30A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630AA7">
              <w:rPr>
                <w:rFonts w:ascii="Times New Roman" w:hAnsi="Times New Roman"/>
                <w:sz w:val="24"/>
                <w:szCs w:val="24"/>
                <w:lang w:val="en-US"/>
              </w:rPr>
              <w:t>.75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Mix,hit,cook,turn,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frying p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Упр.8с.75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Упр.1с.72,73</w:t>
            </w:r>
          </w:p>
          <w:p w:rsidR="00D3612D" w:rsidRPr="00B7756C" w:rsidRDefault="00D3612D" w:rsidP="009304F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с.43</w:t>
            </w:r>
            <w:r w:rsidRPr="00E25012">
              <w:rPr>
                <w:b/>
              </w:rPr>
              <w:t xml:space="preserve">А/Ч/Г: 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 make some</w:t>
            </w:r>
            <w:r w:rsidRPr="00E25012">
              <w:rPr>
                <w:i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pancakes!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Диалог-расспрос и побуждение к совместным дейс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т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виям. Побудительные предлож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е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ния с конструкцией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Let’s…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. Текст-инструкция (приготовление бл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ю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да). Названия продуктов питания, предметов кухонной утвари. 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Find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pancakes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doe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Vera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Исчисл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мые/неисчисляемые существ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тельные с местоимением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, а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р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тиклями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a/an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диалоги.</w:t>
            </w:r>
          </w:p>
        </w:tc>
        <w:tc>
          <w:tcPr>
            <w:tcW w:w="2016" w:type="dxa"/>
            <w:gridSpan w:val="2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составлять диалоги.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7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Умение обща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7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Употре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ределё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 нео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ределё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ля.(Грамматика)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Любимая еда( Гов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Усвоить тему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тикли.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</w:tc>
        <w:tc>
          <w:tcPr>
            <w:tcW w:w="1283" w:type="dxa"/>
          </w:tcPr>
          <w:p w:rsidR="00D3612D" w:rsidRPr="009D4CB7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лё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ный/неопределё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 а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тикль, м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стоим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D4CB7">
            <w:pPr>
              <w:pStyle w:val="BodyText"/>
              <w:spacing w:line="221" w:lineRule="exact"/>
              <w:ind w:right="200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Pr="009D4CB7" w:rsidRDefault="00D3612D" w:rsidP="009D4CB7">
            <w:pPr>
              <w:pStyle w:val="BodyText"/>
              <w:spacing w:line="221" w:lineRule="exact"/>
              <w:ind w:right="20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Гра</w:t>
            </w: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</w:t>
            </w: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матика</w:t>
            </w:r>
            <w:r w:rsidRPr="009D4CB7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имения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some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any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ред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лённый и нео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лённый арти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ли, формы неопр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делё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ного арти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ля; сп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альный вопрос</w:t>
            </w:r>
          </w:p>
          <w:p w:rsidR="00D3612D" w:rsidRPr="00D3111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Упр.10с.76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продуктов питания</w:t>
            </w:r>
          </w:p>
          <w:p w:rsidR="00D3612D" w:rsidRPr="00B7756C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Spoon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fork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9D4CB7" w:rsidRDefault="00D3612D" w:rsidP="009D4CB7">
            <w:pPr>
              <w:pStyle w:val="BodyText"/>
              <w:ind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Knife…</w:t>
            </w:r>
            <w:r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thick, hard, thin, delicious, sticky, dirty; oven, shelf, a cake tin</w:t>
            </w:r>
          </w:p>
          <w:p w:rsidR="00D3612D" w:rsidRPr="00D04A3E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Spoon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fork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167901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Knife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ние лекс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 по теме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Упр.9с.76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Упр.11.с.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76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It’s sticky!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Описание признаков разных предметов.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they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Кулинарный рецепт. Местоимение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в вопросительном предлож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нии.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рецепт Джил. Заполн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ние пропусков в предложении. 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9D4CB7" w:rsidRDefault="00D3612D" w:rsidP="009D4CB7">
            <w:pPr>
              <w:pStyle w:val="BodyText"/>
              <w:widowControl w:val="0"/>
              <w:tabs>
                <w:tab w:val="left" w:pos="730"/>
              </w:tabs>
              <w:spacing w:after="0"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 xml:space="preserve">РТ зад.          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.44,45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can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cook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реце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та. Ч/Г/П: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does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Dasha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need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Диалог-расспрос о ку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линарном рецепте. Специ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альный и общий вопросы, местоимение 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any</w:t>
            </w:r>
            <w:r w:rsidRPr="009D4CB7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ставле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рецепта по образцу. От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работка активных конст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рукций и лексики</w:t>
            </w:r>
          </w:p>
          <w:p w:rsidR="00D3612D" w:rsidRPr="009D4CB7" w:rsidRDefault="00D3612D" w:rsidP="009D4CB7">
            <w:pPr>
              <w:pStyle w:val="40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4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D4CB7" w:rsidRDefault="00D3612D" w:rsidP="009D4CB7">
            <w:pPr>
              <w:pStyle w:val="BodyText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cook?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need? (I need ....)</w:t>
            </w:r>
            <w:r w:rsidRPr="009D4CB7">
              <w:rPr>
                <w:lang w:val="en-US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need any salt?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many cucumbers do you need?</w:t>
            </w: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тему артикли.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воит тему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работать с грамматической таблицей.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Позновательные: Умение работать с грамматической таблицей.</w:t>
            </w:r>
          </w:p>
          <w:p w:rsidR="00D3612D" w:rsidRPr="00167901" w:rsidRDefault="00D3612D" w:rsidP="00830376">
            <w:pPr>
              <w:pStyle w:val="a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167901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Я и моя семья                                                                   Который час?2 часа</w:t>
            </w:r>
          </w:p>
        </w:tc>
      </w:tr>
      <w:tr w:rsidR="00D3612D" w:rsidRPr="00167901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38</w:t>
            </w:r>
          </w:p>
        </w:tc>
        <w:tc>
          <w:tcPr>
            <w:tcW w:w="770" w:type="dxa"/>
            <w:gridSpan w:val="2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705" w:type="dxa"/>
            <w:gridSpan w:val="3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B3C">
              <w:rPr>
                <w:rFonts w:ascii="Times New Roman" w:hAnsi="Times New Roman"/>
                <w:sz w:val="24"/>
                <w:szCs w:val="24"/>
              </w:rPr>
              <w:t>Мой день обознач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ние вр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мени. ( Говор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EF59B6" w:rsidRDefault="00D3612D" w:rsidP="007D690D">
            <w:pPr>
              <w:spacing w:after="0" w:line="240" w:lineRule="auto"/>
            </w:pPr>
            <w:r w:rsidRPr="00EF59B6">
              <w:t>Развитие навыков аудиров</w:t>
            </w:r>
            <w:r w:rsidRPr="00EF59B6">
              <w:t>а</w:t>
            </w:r>
            <w:r w:rsidRPr="00EF59B6">
              <w:t>ния</w:t>
            </w:r>
          </w:p>
        </w:tc>
        <w:tc>
          <w:tcPr>
            <w:tcW w:w="128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B3C">
              <w:rPr>
                <w:rFonts w:ascii="Times New Roman" w:hAnsi="Times New Roman"/>
                <w:sz w:val="24"/>
                <w:szCs w:val="24"/>
              </w:rPr>
              <w:t>Формы повел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тельного наклон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sent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tinuous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  <w:tc>
          <w:tcPr>
            <w:tcW w:w="1396" w:type="dxa"/>
            <w:gridSpan w:val="2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.78</w:t>
            </w:r>
          </w:p>
          <w:p w:rsidR="00D3612D" w:rsidRPr="00167901" w:rsidRDefault="00D3612D" w:rsidP="000E7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.80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Spoon,fork,bowl,</w:t>
            </w:r>
          </w:p>
          <w:p w:rsidR="00D3612D" w:rsidRPr="000E7B3C" w:rsidRDefault="00D3612D" w:rsidP="000E7B3C">
            <w:pPr>
              <w:pStyle w:val="BodyText"/>
              <w:spacing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Knife</w:t>
            </w:r>
            <w:r w:rsidRPr="000E7B3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 a hurry, fi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ish, breakfast, late, news</w:t>
            </w:r>
          </w:p>
          <w:p w:rsidR="00D3612D" w:rsidRPr="000E7B3C" w:rsidRDefault="00D3612D" w:rsidP="000E7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Упр.5с.79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Упр.7-10с.80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Упр.1с.78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Упр.6с.80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с.47</w:t>
            </w:r>
          </w:p>
          <w:p w:rsidR="00D3612D" w:rsidRPr="000E7B3C" w:rsidRDefault="00D3612D" w:rsidP="000E7B3C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E25012">
              <w:rPr>
                <w:b/>
              </w:rPr>
              <w:t>А/Ч/Г:</w:t>
            </w:r>
            <w:r w:rsidRPr="00337997">
              <w:t xml:space="preserve"> </w:t>
            </w:r>
            <w:r w:rsidRPr="000E7B3C">
              <w:t xml:space="preserve">аудиотекст-история </w:t>
            </w:r>
            <w:r w:rsidRPr="000E7B3C">
              <w:rPr>
                <w:i/>
                <w:lang w:val="en-US"/>
              </w:rPr>
              <w:t>What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time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is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it</w:t>
            </w:r>
            <w:r w:rsidRPr="000E7B3C">
              <w:rPr>
                <w:i/>
              </w:rPr>
              <w:t>?</w:t>
            </w:r>
            <w:r w:rsidRPr="000E7B3C">
              <w:t xml:space="preserve"> Обозначение времени. Подбор соответствующей иллюстрации к те</w:t>
            </w:r>
            <w:r w:rsidRPr="000E7B3C">
              <w:t>к</w:t>
            </w:r>
            <w:r w:rsidRPr="000E7B3C">
              <w:t xml:space="preserve">сту. </w:t>
            </w:r>
            <w:r w:rsidRPr="000E7B3C">
              <w:rPr>
                <w:b/>
              </w:rPr>
              <w:t>Г:</w:t>
            </w:r>
            <w:r w:rsidRPr="000E7B3C">
              <w:t xml:space="preserve"> диалог-расспрос по рисункам. Специальный вопрос. </w:t>
            </w:r>
            <w:r w:rsidRPr="000E7B3C">
              <w:rPr>
                <w:b/>
              </w:rPr>
              <w:t>П:</w:t>
            </w:r>
            <w:r w:rsidRPr="000E7B3C">
              <w:t xml:space="preserve"> </w:t>
            </w:r>
            <w:r w:rsidRPr="000E7B3C">
              <w:rPr>
                <w:i/>
                <w:lang w:val="en-US"/>
              </w:rPr>
              <w:t>Write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the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story</w:t>
            </w:r>
            <w:r w:rsidRPr="000E7B3C">
              <w:rPr>
                <w:i/>
              </w:rPr>
              <w:t>.</w:t>
            </w:r>
            <w:r w:rsidRPr="000E7B3C">
              <w:t xml:space="preserve"> Приглашение</w:t>
            </w:r>
            <w:r w:rsidRPr="00B7756C">
              <w:rPr>
                <w:lang w:val="en-US"/>
              </w:rPr>
              <w:t xml:space="preserve"> </w:t>
            </w:r>
            <w:r w:rsidRPr="000E7B3C">
              <w:t>к</w:t>
            </w:r>
            <w:r w:rsidRPr="00B7756C">
              <w:rPr>
                <w:lang w:val="en-US"/>
              </w:rPr>
              <w:t xml:space="preserve"> </w:t>
            </w:r>
            <w:r w:rsidRPr="000E7B3C">
              <w:t>действию</w:t>
            </w:r>
            <w:r w:rsidRPr="00B7756C">
              <w:rPr>
                <w:lang w:val="en-US"/>
              </w:rPr>
              <w:t xml:space="preserve">: </w:t>
            </w:r>
            <w:r w:rsidRPr="000E7B3C">
              <w:t>ко</w:t>
            </w:r>
            <w:r w:rsidRPr="000E7B3C">
              <w:t>н</w:t>
            </w:r>
            <w:r w:rsidRPr="000E7B3C">
              <w:t>струкция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i/>
                <w:lang w:val="en-US"/>
              </w:rPr>
              <w:t>Let</w:t>
            </w:r>
            <w:r w:rsidRPr="00B7756C">
              <w:rPr>
                <w:i/>
                <w:lang w:val="en-US"/>
              </w:rPr>
              <w:t>’</w:t>
            </w:r>
            <w:r w:rsidRPr="000E7B3C">
              <w:rPr>
                <w:i/>
                <w:lang w:val="en-US"/>
              </w:rPr>
              <w:t>s</w:t>
            </w:r>
            <w:r w:rsidRPr="00B7756C">
              <w:rPr>
                <w:i/>
                <w:lang w:val="en-US"/>
              </w:rPr>
              <w:t>…</w:t>
            </w:r>
            <w:r w:rsidRPr="00B7756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time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half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really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nine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on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ate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Hurry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up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’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matter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дирования.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воспринимать аудио текст.</w:t>
            </w:r>
          </w:p>
          <w:p w:rsidR="00D3612D" w:rsidRPr="00167901" w:rsidRDefault="00D3612D" w:rsidP="000E7B3C">
            <w:pPr>
              <w:pStyle w:val="a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A856F4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86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39  </w:t>
            </w: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Распор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док дня домашние обязанн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сти.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128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1–3-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л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ед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мн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ч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в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</w:p>
        </w:tc>
        <w:tc>
          <w:tcPr>
            <w:tcW w:w="1396" w:type="dxa"/>
            <w:gridSpan w:val="2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.14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.82</w:t>
            </w:r>
          </w:p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.17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.83</w:t>
            </w:r>
          </w:p>
          <w:p w:rsidR="00D3612D" w:rsidRPr="000E7B3C" w:rsidRDefault="00D3612D" w:rsidP="000E7B3C">
            <w:pPr>
              <w:pStyle w:val="BodyText"/>
              <w:spacing w:line="221" w:lineRule="exact"/>
              <w:ind w:left="20"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breakfast time, lunchtime, teati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>me, dinner time, be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time; sp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ghetti, pens, sci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sors, clips</w:t>
            </w:r>
          </w:p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Упр.15с.82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Упр.18с.83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D3612D" w:rsidRPr="000E7B3C" w:rsidRDefault="00D3612D" w:rsidP="000E7B3C">
            <w:pPr>
              <w:pStyle w:val="10"/>
              <w:shd w:val="clear" w:color="auto" w:fill="auto"/>
              <w:ind w:left="20"/>
              <w:rPr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.48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А/Ч/Г: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Письмо Коди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My day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в утвердительных и вопросительных предложениях. Диалог-приглашение: конструкция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Let’s...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br/>
              <w:t xml:space="preserve">Ч/Г: игра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Is it a good idea?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Приглашение к действию. А/Ч: песня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We like eating spaghetti!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 sentences.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Речевые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образцы</w:t>
            </w:r>
            <w:r w:rsidRPr="000E7B3C">
              <w:rPr>
                <w:rStyle w:val="1"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0E7B3C" w:rsidRDefault="00D3612D" w:rsidP="000E7B3C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ten o’clock?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half past nine.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lunchtime?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Hurry up!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Let’s go!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 are late.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does Nina get up? (She gets up at seven o’clock.) What time do they like to eat</w:t>
            </w:r>
            <w:r w:rsidRPr="000E7B3C">
              <w:rPr>
                <w:lang w:val="en-US"/>
              </w:rPr>
              <w:br/>
            </w:r>
          </w:p>
        </w:tc>
        <w:tc>
          <w:tcPr>
            <w:tcW w:w="1610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развивать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устную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речь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</w:t>
            </w:r>
            <w:r w:rsidRPr="00B7756C">
              <w:t xml:space="preserve">: </w:t>
            </w:r>
            <w:r w:rsidRPr="00167901">
              <w:t>Умение</w:t>
            </w:r>
            <w:r w:rsidRPr="00B7756C">
              <w:t xml:space="preserve"> </w:t>
            </w:r>
            <w:r w:rsidRPr="00167901">
              <w:t>определять</w:t>
            </w:r>
            <w:r w:rsidRPr="00B7756C">
              <w:t xml:space="preserve"> </w:t>
            </w:r>
            <w:r w:rsidRPr="00167901">
              <w:t>и</w:t>
            </w:r>
            <w:r w:rsidRPr="00B7756C">
              <w:t xml:space="preserve"> </w:t>
            </w:r>
            <w:r w:rsidRPr="00167901">
              <w:t>формулировать</w:t>
            </w:r>
            <w:r w:rsidRPr="00B7756C">
              <w:t xml:space="preserve"> </w:t>
            </w:r>
            <w:r w:rsidRPr="00167901">
              <w:t>цель</w:t>
            </w:r>
            <w:r w:rsidRPr="00B7756C">
              <w:t xml:space="preserve"> </w:t>
            </w:r>
            <w:r w:rsidRPr="00167901">
              <w:t>деятельности</w:t>
            </w:r>
            <w:r w:rsidRPr="00B7756C">
              <w:t xml:space="preserve"> </w:t>
            </w:r>
            <w:r w:rsidRPr="00167901">
              <w:t>на</w:t>
            </w:r>
            <w:r w:rsidRPr="00B7756C">
              <w:t xml:space="preserve"> </w:t>
            </w:r>
            <w:r w:rsidRPr="00167901">
              <w:t>уроке</w:t>
            </w:r>
            <w:r w:rsidRPr="00B7756C">
              <w:t xml:space="preserve"> </w:t>
            </w:r>
            <w:r w:rsidRPr="00167901">
              <w:t>с</w:t>
            </w:r>
            <w:r w:rsidRPr="00B7756C">
              <w:t xml:space="preserve"> </w:t>
            </w:r>
            <w:r w:rsidRPr="00167901">
              <w:t>помощью</w:t>
            </w:r>
            <w:r w:rsidRPr="00B7756C">
              <w:t xml:space="preserve"> </w:t>
            </w:r>
            <w:r w:rsidRPr="00167901">
              <w:t>учителя.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241F2D">
            <w:pPr>
              <w:pStyle w:val="a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 Я и мои друзья                                                 Давай посмотрим телевизор!2ч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t>40</w:t>
            </w:r>
          </w:p>
          <w:p w:rsidR="00D3612D" w:rsidRPr="00EF59B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Просмотр телевиз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ра! ( Гов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241F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Pr="002F1FAD">
              <w:rPr>
                <w:rStyle w:val="a0"/>
                <w:color w:val="000000"/>
                <w:lang w:val="en-US"/>
              </w:rPr>
              <w:t xml:space="preserve">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to be, to do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sent Si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ple Tense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241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241F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.3,4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241F2D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Telev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sion,football match,cartoon,</w:t>
            </w:r>
          </w:p>
          <w:p w:rsidR="00D3612D" w:rsidRPr="00241F2D" w:rsidRDefault="00D3612D" w:rsidP="00241F2D">
            <w:pPr>
              <w:pStyle w:val="BodyText"/>
              <w:ind w:left="20" w:righ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lang w:val="en-US"/>
              </w:rPr>
              <w:t>channel</w:t>
            </w:r>
            <w:r>
              <w:rPr>
                <w:rStyle w:val="Hyperlink"/>
                <w:color w:val="000000"/>
                <w:lang w:val="en-US" w:eastAsia="en-US"/>
              </w:rPr>
              <w:t xml:space="preserve">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TV/television, to watch tel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vision, TV-pr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gramme; the telev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sion news, an adve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ture film, a music pr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gramme, a cartoon, a football match; funny, e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x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citing, pop singer, channel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Упр.1с.4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</w:p>
          <w:p w:rsidR="00D3612D" w:rsidRPr="00241F2D" w:rsidRDefault="00D3612D" w:rsidP="00241F2D">
            <w:pPr>
              <w:pStyle w:val="1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с.51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аудиотекст-рассказ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 watch TV!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о телевидении. Виды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телепередач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 many channels are there?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Повторение числительных, обозначение времени. А/П: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Write the times of the programmes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. Узнавание числительных со слуха. П: вопросы к картинкам. Общие и специальные вопросы, глаголы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to be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и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to do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в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241F2D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241F2D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B7756C" w:rsidRDefault="00D3612D" w:rsidP="00241F2D">
            <w:pPr>
              <w:pStyle w:val="BodyTex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like (cartoons)?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They are funny.They make you laugh.What’s o</w:t>
            </w:r>
            <w:r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 Channel 1 at (half past five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o’clock?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want to watch?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 on?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 ра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спрос.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241F2D">
            <w:pPr>
              <w:pStyle w:val="a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 с пе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ней«Холодно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мой». 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Выучить новую лексику разучить песню.</w:t>
            </w:r>
          </w:p>
        </w:tc>
        <w:tc>
          <w:tcPr>
            <w:tcW w:w="1283" w:type="dxa"/>
          </w:tcPr>
          <w:p w:rsidR="00D3612D" w:rsidRPr="00B7430F" w:rsidRDefault="00D3612D" w:rsidP="00B7430F">
            <w:pPr>
              <w:pStyle w:val="BodyText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вспо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мог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тельный глагол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does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 вопрос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предл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жениях</w:t>
            </w:r>
            <w:r>
              <w:rPr>
                <w:color w:val="000000"/>
                <w:spacing w:val="-1"/>
              </w:rPr>
              <w:t xml:space="preserve"> 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Фонет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ка: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</w:t>
            </w: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активиз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ция лекс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ки пр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шлого урока;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short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tall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thick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thin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fat</w:t>
            </w:r>
            <w:r w:rsidRPr="00B7430F">
              <w:rPr>
                <w:rStyle w:val="a0"/>
                <w:color w:val="000000"/>
                <w:lang w:eastAsia="en-US"/>
              </w:rPr>
              <w:t xml:space="preserve"> 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B7430F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BodyTextIndent2Char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B7430F">
            <w:pPr>
              <w:pStyle w:val="BodyText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short /brown/tall an</w:t>
            </w:r>
            <w:r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 ра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спрос.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B7430F">
            <w:pPr>
              <w:pStyle w:val="a"/>
              <w:spacing w:line="240" w:lineRule="auto"/>
            </w:pPr>
            <w:r w:rsidRPr="00167901">
              <w:t>Коммуникативны: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Мир моих увлечений                                                                                         В парке аттракционов.3ч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189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t>42</w:t>
            </w:r>
          </w:p>
          <w:p w:rsidR="00D3612D" w:rsidRPr="0066551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Парк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ракци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нов.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умения находить людей на картинке по опис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1283" w:type="dxa"/>
          </w:tcPr>
          <w:p w:rsidR="00D3612D" w:rsidRPr="00955F6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мо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дальный глагол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 просьбах и разре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шениях</w:t>
            </w:r>
          </w:p>
        </w:tc>
        <w:tc>
          <w:tcPr>
            <w:tcW w:w="1396" w:type="dxa"/>
            <w:gridSpan w:val="2"/>
          </w:tcPr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.8</w:t>
            </w: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.5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  <w:r w:rsidRPr="00F54E31">
              <w:rPr>
                <w:rStyle w:val="Tahoma"/>
                <w:color w:val="000000"/>
                <w:spacing w:val="-1"/>
                <w:lang w:val="en-US"/>
              </w:rPr>
              <w:t xml:space="preserve">: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ghost train, dodgems, roller coaster, helter-skelter, candy floss, ba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loon, a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other, again; hu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gry, tired, frightened, thirsty, cold, hot</w:t>
            </w:r>
          </w:p>
        </w:tc>
        <w:tc>
          <w:tcPr>
            <w:tcW w:w="3853" w:type="dxa"/>
          </w:tcPr>
          <w:p w:rsidR="00D3612D" w:rsidRPr="00B7430F" w:rsidRDefault="00D3612D" w:rsidP="00B7430F">
            <w:pPr>
              <w:pStyle w:val="32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Упр.2,3 с.9 Упр.4,6с.10 Упр.1,2с.8,9 РТ зад.А с.55</w:t>
            </w:r>
            <w:r w:rsidRPr="00B7756C">
              <w:rPr>
                <w:rStyle w:val="Hyperlink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аудиотекст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fair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Who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it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?*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 человека на картин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ке по описанию. Ч/Г/П: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they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ние ф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зического состояния человека. Соотнесение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цией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П: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does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Willow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пре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ложений по образцу</w:t>
            </w:r>
            <w:r w:rsidRPr="00B7430F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B7430F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 о</w:t>
            </w:r>
            <w:r w:rsidRPr="00B7430F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B7430F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разцы:</w:t>
            </w:r>
          </w:p>
          <w:p w:rsidR="00D3612D" w:rsidRPr="00B7430F" w:rsidRDefault="00D3612D" w:rsidP="00B7430F">
            <w:pPr>
              <w:pStyle w:val="BodyText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go on (the ghost train), please?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have (some candy floss)?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they/you feel?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I’m hungry/thirsty/hot/cold/happy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frightened.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want to do?</w:t>
            </w:r>
          </w:p>
          <w:p w:rsidR="00D3612D" w:rsidRPr="00B7430F" w:rsidRDefault="00D3612D" w:rsidP="00B7430F">
            <w:pPr>
              <w:pStyle w:val="BodyText"/>
              <w:spacing w:line="221" w:lineRule="exact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нах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дить людей по опис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"/>
            </w:pPr>
            <w:r w:rsidRPr="00167901">
              <w:t xml:space="preserve">Познавательные: Умение находить людей на картинке по описанию. </w:t>
            </w:r>
          </w:p>
          <w:p w:rsidR="00D3612D" w:rsidRPr="00167901" w:rsidRDefault="00D3612D" w:rsidP="00955F69">
            <w:pPr>
              <w:pStyle w:val="a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256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Описание диких 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вотных ? 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диалог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ческой речи.</w:t>
            </w:r>
          </w:p>
        </w:tc>
        <w:tc>
          <w:tcPr>
            <w:tcW w:w="1283" w:type="dxa"/>
          </w:tcPr>
          <w:p w:rsidR="00D3612D" w:rsidRPr="00955F69" w:rsidRDefault="00D3612D" w:rsidP="00955F69">
            <w:pPr>
              <w:pStyle w:val="BodyText"/>
              <w:spacing w:line="221" w:lineRule="exact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softHyphen/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sent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конс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рукция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got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вила чтения: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буквос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четание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ea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мые с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гласные, спец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альный вопрос</w:t>
            </w:r>
          </w:p>
          <w:p w:rsidR="00D3612D" w:rsidRPr="00955F6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.11,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Hu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gry,tired,sick,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frigh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ened,thirsty,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excited.</w:t>
            </w:r>
            <w:r w:rsidRPr="00955F69">
              <w:rPr>
                <w:color w:val="000000"/>
                <w:spacing w:val="-1"/>
                <w:lang w:val="en-US"/>
              </w:rPr>
              <w:t xml:space="preserve"> 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Лексика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: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закрепл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сика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дыду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щего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;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x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cited, sick, mirror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Упр.12с.12,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Упр.11с.12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</w:t>
            </w:r>
            <w:r w:rsidRPr="00955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с.11</w:t>
            </w:r>
          </w:p>
          <w:p w:rsidR="00D3612D" w:rsidRPr="00B7756C" w:rsidRDefault="00D3612D" w:rsidP="00955F69">
            <w:pPr>
              <w:pStyle w:val="32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t>РТзад</w:t>
            </w:r>
            <w:r w:rsidRPr="00955F69">
              <w:t>.</w:t>
            </w:r>
            <w:r w:rsidRPr="00167901">
              <w:t>В</w:t>
            </w:r>
            <w:r w:rsidRPr="00955F69">
              <w:t>,</w:t>
            </w:r>
            <w:r w:rsidRPr="00167901">
              <w:t>С</w:t>
            </w:r>
            <w:r w:rsidRPr="00955F69">
              <w:t xml:space="preserve"> </w:t>
            </w:r>
            <w:r w:rsidRPr="00167901">
              <w:t>С</w:t>
            </w:r>
            <w:r w:rsidRPr="00955F69">
              <w:t>.56</w:t>
            </w:r>
            <w:r w:rsidRPr="00167901">
              <w:t xml:space="preserve"> </w:t>
            </w:r>
            <w:r>
              <w:rPr>
                <w:rStyle w:val="a0"/>
                <w:color w:val="000000"/>
              </w:rPr>
              <w:t>Г</w:t>
            </w:r>
            <w:r w:rsidRPr="00955F69">
              <w:rPr>
                <w:rStyle w:val="a0"/>
                <w:color w:val="000000"/>
              </w:rPr>
              <w:t>/</w:t>
            </w:r>
            <w:r>
              <w:rPr>
                <w:rStyle w:val="a0"/>
                <w:color w:val="000000"/>
              </w:rPr>
              <w:t>Ч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756C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лучение разрешения что- либо сделать. Составление предлож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ний по образцу.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А/Т: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hall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mirrors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по и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люст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рации. Г: игра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живот</w:t>
            </w:r>
            <w:r w:rsidRPr="00B7756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ных (внешние признаки).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Choose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955F69">
              <w:rPr>
                <w:rStyle w:val="a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ставление описания ж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вот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ного по образцу.</w:t>
            </w:r>
            <w:r w:rsidRPr="00955F69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955F69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955F69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955F69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разцы</w:t>
            </w:r>
            <w:r w:rsidRPr="00B7756C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955F69" w:rsidRDefault="00D3612D" w:rsidP="00955F69">
            <w:pPr>
              <w:pStyle w:val="BodyText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 feel?Who is short and fat?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a big head?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 animal?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an ant?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has got... .</w:t>
            </w:r>
          </w:p>
          <w:p w:rsidR="00D3612D" w:rsidRPr="00955F69" w:rsidRDefault="00D3612D" w:rsidP="00955F69">
            <w:pPr>
              <w:pStyle w:val="BodyText"/>
              <w:spacing w:line="221" w:lineRule="exact"/>
              <w:ind w:right="2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ди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логической речи.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"/>
            </w:pPr>
            <w:r w:rsidRPr="00167901">
              <w:t>Познавательные: умение пользоваться знаково-символическими средствами, устанавливать причинно-следственные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57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44</w:t>
            </w: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Выходной день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Развитие навыков диалог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ческой речи по теме «Пойдём в парк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тракци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нов».</w:t>
            </w:r>
          </w:p>
        </w:tc>
        <w:tc>
          <w:tcPr>
            <w:tcW w:w="1283" w:type="dxa"/>
          </w:tcPr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овел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тельное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наклон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The hall of mirrors,</w:t>
            </w:r>
          </w:p>
          <w:p w:rsidR="00D3612D" w:rsidRPr="00167901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A ghost train…</w:t>
            </w:r>
            <w:r w:rsidRPr="001B38B7">
              <w:rPr>
                <w:rStyle w:val="Emphasis"/>
                <w:color w:val="000000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лексика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прошлого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урока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рение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);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through the tunnel, past (the house), over (the bridge), round the corner; theatre, a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tor, singer, music, dancer, comedian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Упр.13 с.13Упр.9с.11Упр.14 с.13</w:t>
            </w:r>
          </w:p>
          <w:p w:rsidR="00D3612D" w:rsidRPr="001B38B7" w:rsidRDefault="00D3612D" w:rsidP="001B38B7">
            <w:pPr>
              <w:pStyle w:val="BodyText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  <w:r w:rsidRPr="005533E7">
              <w:rPr>
                <w:b/>
              </w:rPr>
              <w:t>А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Ч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Г</w:t>
            </w:r>
            <w:r w:rsidRPr="005533E7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At the the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атмосферы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театра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is.../there are...Where are they going?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1B38B7">
              <w:rPr>
                <w:rFonts w:ascii="Times New Roman" w:hAnsi="Times New Roman"/>
                <w:sz w:val="24"/>
                <w:szCs w:val="24"/>
              </w:rPr>
              <w:t>Направление движения, путь к ц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ли.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Let’s go…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Диалог-приглашение к совместным действиям. Виды аттракционов, повторение акти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в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ной лексики.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Write about these animals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. Оп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и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1B38B7"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do we get there?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go past (David’s house).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Then we go through a forest.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Here we are!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this? (It’s a ghost train.)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Let’s go on the ghost train! 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OK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.)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all go How do you feel?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...?</w:t>
            </w:r>
          </w:p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ди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логической речи.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"/>
            </w:pPr>
            <w:r>
              <w:t>Позна</w:t>
            </w:r>
            <w:r w:rsidRPr="00167901">
              <w:t>вательные: умение пользоваться знаково-символическими средствами, устанавливать причинно-следственные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Мир моих увлечений                 </w:t>
            </w:r>
            <w:r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Едем отдыхать.3ч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709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45</w:t>
            </w: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Путешес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вие.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чтения, умения находить в тексте нужную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283" w:type="dxa"/>
          </w:tcPr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Present Simple Tense;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конст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рукция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to have got;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глагол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can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вьгоаж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1B3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What’s the matter?</w:t>
            </w:r>
          </w:p>
          <w:p w:rsidR="00D3612D" w:rsidRPr="001B38B7" w:rsidRDefault="00D3612D" w:rsidP="001B3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Are you ready</w:t>
            </w:r>
            <w:r w:rsidRPr="001B38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?</w:t>
            </w:r>
            <w:r w:rsidRPr="001B38B7">
              <w:rPr>
                <w:rStyle w:val="Emphasis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 on holiday, start the car, go by train, phone for a taxi, case (sui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case), pas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port, ticket, taxi, leave, arrive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Упр.3с.15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Сост.диалогов.</w:t>
            </w:r>
          </w:p>
          <w:p w:rsidR="00D3612D" w:rsidRPr="001B38B7" w:rsidRDefault="00D3612D" w:rsidP="001B38B7">
            <w:pPr>
              <w:pStyle w:val="BodyText"/>
              <w:spacing w:line="221" w:lineRule="exact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  <w:lang w:val="en-US"/>
              </w:rPr>
            </w:pPr>
            <w:r w:rsidRPr="00167901">
              <w:t>Упр.1 с.14-15</w:t>
            </w:r>
            <w:r>
              <w:t xml:space="preserve"> </w:t>
            </w:r>
            <w:r w:rsidRPr="00167901">
              <w:t>Упр.4 с.16</w:t>
            </w:r>
            <w:r>
              <w:t xml:space="preserve"> </w:t>
            </w:r>
            <w:r w:rsidRPr="00167901">
              <w:t>РТзад.Ас59</w:t>
            </w:r>
            <w:r>
              <w:rPr>
                <w:rStyle w:val="Emphasis"/>
                <w:color w:val="000000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А/Г/Ч: аудиотекст-история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Going on holiday.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Отъезд. Вызов такси.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Telephone numbers.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Телефонный но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мер. Повторение числитель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ных. П: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Willow's holiday list.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Составл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 списка необхо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димых вещей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 образцы: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ready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matter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It’s getting late.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a taxi,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Radio Taxis’ number?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do you need the taxi? The train leaves at quarter past ten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 чт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ния, умения находить в тексте ну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ную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цию.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пользоваться знаково-символическими средствами, устанавливать причинно-следственные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7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«Виды транспо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та».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 по теме «Виды транспо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та».</w:t>
            </w:r>
          </w:p>
        </w:tc>
        <w:tc>
          <w:tcPr>
            <w:tcW w:w="1283" w:type="dxa"/>
          </w:tcPr>
          <w:p w:rsidR="00D3612D" w:rsidRPr="007F12B3" w:rsidRDefault="00D3612D" w:rsidP="007F12B3">
            <w:pPr>
              <w:pStyle w:val="BodyText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Present Simple Tense;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специ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альный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Фонет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[ei], [i],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[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]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167901" w:rsidRDefault="00D3612D" w:rsidP="007F1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сты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Ai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port,railway</w:t>
            </w:r>
          </w:p>
          <w:p w:rsidR="00D3612D" w:rsidRPr="007F12B3" w:rsidRDefault="00D3612D" w:rsidP="007F1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tion,ferry.</w:t>
            </w:r>
            <w:r w:rsidRPr="007F12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закрепл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 on holiday, go by train/bus/plane/ferry, case, pas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port, ticket, leave; rai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way st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tion, bus station, ai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port, ferry, arrive, leave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</w:t>
            </w:r>
          </w:p>
          <w:p w:rsidR="00D3612D" w:rsidRPr="00180FFE" w:rsidRDefault="00D3612D" w:rsidP="007F12B3">
            <w:pPr>
              <w:pStyle w:val="20"/>
              <w:shd w:val="clear" w:color="auto" w:fill="auto"/>
              <w:spacing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Упр.7.8с.17 Упр.5,6с16-17А/Ч/Г: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Who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’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speaking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Называние адреса. Время прибытия и отправления.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br/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Choose a ticket. Phone for a taxi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Телефонный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разговор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по билету. А/Г: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Kinds of transport.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Виды транспорта. Ч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Where are you going on holiday?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Названия стран. П: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The timetable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. Специальный вопрос, указание времени отправления</w:t>
            </w:r>
            <w:r w:rsidRPr="007F12B3">
              <w:rPr>
                <w:rStyle w:val="apple-converted-space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'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Helen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number</w:t>
            </w:r>
            <w:r w:rsidRPr="007F12B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 Речевые</w:t>
            </w:r>
            <w:r w:rsidRPr="00180FFE">
              <w:rPr>
                <w:rStyle w:val="2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</w:p>
          <w:p w:rsidR="00D3612D" w:rsidRPr="007F12B3" w:rsidRDefault="00D3612D" w:rsidP="007F12B3">
            <w:pPr>
              <w:pStyle w:val="32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What time does the train leave?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Where’s Mr .../Mrs ... going?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does he/she want to go in a taxi? How do you spell it?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are you going on holiday?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проговаривать последовательность своих действий для решения учебной задачи.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делать выводы и обобщения.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ентироваться на позицию партн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 в общении и взаимодействии.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Желание учится; выраж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 своих мыслей по поводу услыша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510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80" w:type="dxa"/>
            <w:gridSpan w:val="4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Каникулы(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ние)  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устной речи по теме «Едем отд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хать».</w:t>
            </w:r>
          </w:p>
        </w:tc>
        <w:tc>
          <w:tcPr>
            <w:tcW w:w="1283" w:type="dxa"/>
          </w:tcPr>
          <w:p w:rsidR="00D3612D" w:rsidRPr="007F12B3" w:rsidRDefault="00D3612D" w:rsidP="007F12B3">
            <w:pPr>
              <w:pStyle w:val="BodyText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оборот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got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(у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верд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тельная, отриц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формы)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7F12B3" w:rsidRDefault="00D3612D" w:rsidP="007F1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hat, umbrella, magazine, paints, ball, T-shirt, kite, photo camera, bike, toy car, guitar; </w:t>
            </w:r>
            <w:smartTag w:uri="urn:schemas-microsoft-com:office:smarttags" w:element="country-region"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Spain</w:t>
              </w:r>
            </w:smartTag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the </w:t>
            </w:r>
            <w:smartTag w:uri="urn:schemas-microsoft-com:office:smarttags" w:element="country-region"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USA</w:t>
              </w:r>
            </w:smartTag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</w:t>
              </w:r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</w:t>
              </w:r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tralia</w:t>
              </w:r>
            </w:smartTag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Bri</w:t>
              </w:r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</w:t>
              </w:r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ain</w:t>
              </w:r>
            </w:smartTag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Italy</w:t>
              </w:r>
            </w:smartTag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</w:p>
        </w:tc>
        <w:tc>
          <w:tcPr>
            <w:tcW w:w="3853" w:type="dxa"/>
          </w:tcPr>
          <w:p w:rsidR="00D3612D" w:rsidRPr="007F12B3" w:rsidRDefault="00D3612D" w:rsidP="007F12B3">
            <w:pPr>
              <w:pStyle w:val="40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диалогов.</w:t>
            </w:r>
            <w:r w:rsidRPr="006633B4">
              <w:rPr>
                <w:b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А/П: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An interview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Заполнение анкеты.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 диалог-расспрос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Holiday list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, специальный вопрос. Диалог-расспрос по билету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Where are you going?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I’m going on holiday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>. Повторение активной лексики и конструкций</w:t>
            </w:r>
            <w:r>
              <w:rPr>
                <w:rStyle w:val="BodyTextIndent2Char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7F12B3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180FFE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you spell it?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play tennis/sing?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has Dasha/Nikita got? (He has got/hasn’t got his ball.)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want to take your ...? (Yes, I do. No, I don’t.)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take your ..., please? (Yes, you can. I’m sorry, but you can’t.)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разв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тие навыков устной речи по теме «Едем отд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хать».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при выполнении действий ориентироваться на правило контроля и успешно использовать его в процессе выполнения упражнений.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ориентироваться на разнообразие способов решения задач, устанавливать причинно-следственные связи.</w:t>
            </w:r>
          </w:p>
          <w:p w:rsidR="00D3612D" w:rsidRPr="00E66A49" w:rsidRDefault="00D3612D" w:rsidP="00E66A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оформлять свои мысли в устной форме, слушать и понимать речь других, 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лировать собс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венное мнение и позицию.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Ориент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руются на ценности учебной деятельн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сти, осн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ванные на понятии «ответс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венный, хороший ученик».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65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Я и моя семья                                                                                                          Спасибо за подарок.6ч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534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70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Подарки(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аудир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вания. 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0C762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0C7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C76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.3,4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C7629">
              <w:rPr>
                <w:rFonts w:ascii="Times New Roman" w:hAnsi="Times New Roman"/>
                <w:sz w:val="24"/>
                <w:szCs w:val="24"/>
                <w:lang w:val="en-US"/>
              </w:rPr>
              <w:t>.20-21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cel,envelope,</w:t>
            </w:r>
          </w:p>
          <w:p w:rsidR="00D3612D" w:rsidRPr="000C7629" w:rsidRDefault="00D3612D" w:rsidP="000C7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pos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man,thank-you letter.</w:t>
            </w:r>
          </w:p>
        </w:tc>
        <w:tc>
          <w:tcPr>
            <w:tcW w:w="3853" w:type="dxa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.20-21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.22</w:t>
            </w:r>
          </w:p>
          <w:p w:rsidR="00D3612D" w:rsidRPr="007F12B3" w:rsidRDefault="00D3612D" w:rsidP="007F12B3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.62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Лексика по темам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Одежда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Игрушки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Почта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Благодарственное письмо.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When’s your birthday? What’s your address?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кроссворд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новая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bookmarkStart w:id="7" w:name="bookmark6"/>
            <w:r w:rsidRPr="007F12B3">
              <w:rPr>
                <w:rStyle w:val="4"/>
                <w:b/>
                <w:bCs/>
                <w:color w:val="000000"/>
                <w:lang w:val="en-US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bookmarkEnd w:id="7"/>
          </w:p>
          <w:p w:rsidR="00D3612D" w:rsidRPr="007F12B3" w:rsidRDefault="00D3612D" w:rsidP="007F12B3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Thank you very much for (the scarf). That’s all right.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hope it’s a plane.</w:t>
            </w:r>
          </w:p>
          <w:p w:rsidR="00D3612D" w:rsidRPr="007F12B3" w:rsidRDefault="00D3612D" w:rsidP="007F12B3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We’ve got everything you need.</w:t>
            </w:r>
          </w:p>
          <w:p w:rsidR="00D3612D" w:rsidRPr="007F12B3" w:rsidRDefault="00D3612D" w:rsidP="007F12B3">
            <w:pPr>
              <w:pStyle w:val="BodyText"/>
              <w:widowControl w:val="0"/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haven’t got any paper.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разв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тие навыков аудирования. Ознакомл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 и пе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вичное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вносить необходимые коррективы в действие после его завершения на основе оценки и учета характера сделанных ошибок.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доказывать и аргументировать свою точку зрения.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 xml:space="preserve">Коммуникативные: умение понимать на слух речь учителя, осознанно строить высказывания по теме урока, адекватно использовать речевые действия для решения коммуникативной задачи. </w:t>
            </w:r>
          </w:p>
          <w:p w:rsidR="00D3612D" w:rsidRPr="00DE07DA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лять гр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ницы со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ственного знания и «незн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ния», оп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рировать основн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ми 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ральными нормами, такими как спр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ведливое распред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ление, взаимоп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мощь и ответс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венность.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3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70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«Мес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цы».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 по теме «Мес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цы».</w:t>
            </w:r>
          </w:p>
        </w:tc>
        <w:tc>
          <w:tcPr>
            <w:tcW w:w="128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в в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тельном предл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жении, неопред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лённый артикль.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орядк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ь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по теме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Упр.10 с.23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Упр.9,11 с23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РТзад.С с63</w:t>
            </w:r>
            <w:r w:rsidRPr="0053091F">
              <w:rPr>
                <w:b/>
              </w:rPr>
              <w:t>А</w:t>
            </w:r>
            <w:r w:rsidRPr="004062D4">
              <w:rPr>
                <w:b/>
              </w:rPr>
              <w:t>/</w:t>
            </w:r>
            <w:r w:rsidRPr="0053091F">
              <w:rPr>
                <w:b/>
              </w:rPr>
              <w:t>Г</w:t>
            </w:r>
            <w:r w:rsidRPr="004062D4">
              <w:rPr>
                <w:b/>
              </w:rPr>
              <w:t xml:space="preserve">: 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диалог-расспрос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Ben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birthday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presents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а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does Ben need?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Исчисляемые и неисчисляемые существительные. Местоимение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в вопросительном предлож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нии, неопределённый артикль.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Thank-you letters.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Months of the year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Continuous Tense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*,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their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Названия месяцев, порядковые числител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ь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ные.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Write the words in the letter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. Дописывание предложений, р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сунки-подсказки.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 w:rsidRPr="00167901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ориентироваться в учебнике, выделять необходимую информацию из аудиотекста.</w:t>
            </w:r>
          </w:p>
          <w:p w:rsidR="00D3612D" w:rsidRPr="00167901" w:rsidRDefault="00D3612D" w:rsidP="00A229CE">
            <w:pPr>
              <w:pStyle w:val="a"/>
              <w:spacing w:line="240" w:lineRule="auto"/>
            </w:pPr>
            <w:r w:rsidRPr="00167901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Пример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7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0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Количес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(Грамматика)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рить 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личес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28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Упр.12с.24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РТупр.Ес.64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F40">
              <w:rPr>
                <w:b/>
              </w:rPr>
              <w:t>А/Ч/Г/П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Dear Aunt Jane!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Диалог-расспрос по тексту песни. Составление письма с опорой на образец, извлечение из текста песни необходимой инфо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мации. 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your friends’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Заполнение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sentences about their favourite months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тему.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"/>
              <w:spacing w:line="240" w:lineRule="auto"/>
            </w:pPr>
            <w:r>
              <w:t>Ре</w:t>
            </w:r>
            <w:r w:rsidRPr="00167901">
              <w:t>гулятивные: умение высказывать свое предположение на основе работы с материалом учебника.</w:t>
            </w:r>
          </w:p>
          <w:p w:rsidR="00D3612D" w:rsidRPr="00167901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167901">
              <w:t>вательные: умение ориентироваться в учебнике, выделять необходимую информацию из аудиотекста.</w:t>
            </w:r>
          </w:p>
          <w:p w:rsidR="00D3612D" w:rsidRPr="00167901" w:rsidRDefault="00D3612D" w:rsidP="002F6CBA">
            <w:pPr>
              <w:pStyle w:val="a"/>
              <w:spacing w:line="240" w:lineRule="auto"/>
            </w:pPr>
            <w:r>
              <w:t>Коммуник</w:t>
            </w:r>
            <w:r w:rsidRPr="00167901">
              <w:t>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Пример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768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70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мам кол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честве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и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рядковые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ные.(Грамматика)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рить пройде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ную тему.</w:t>
            </w:r>
          </w:p>
        </w:tc>
        <w:tc>
          <w:tcPr>
            <w:tcW w:w="1283" w:type="dxa"/>
          </w:tcPr>
          <w:p w:rsidR="00D3612D" w:rsidRPr="0090375C" w:rsidRDefault="00D3612D" w:rsidP="0090375C">
            <w:pPr>
              <w:pStyle w:val="BodyText"/>
              <w:spacing w:line="221" w:lineRule="exact"/>
              <w:ind w:left="100" w:right="160"/>
              <w:rPr>
                <w:rFonts w:ascii="Times New Roman" w:hAnsi="Times New Roman"/>
                <w:sz w:val="24"/>
                <w:szCs w:val="24"/>
              </w:rPr>
            </w:pPr>
            <w:r w:rsidRPr="0090375C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и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ь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ные</w:t>
            </w:r>
            <w:r w:rsidRPr="0090375C">
              <w:rPr>
                <w:rStyle w:val="Emphasis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поря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ковые числ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ные, н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щее пр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стое время, м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дал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ный гла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 сап</w:t>
            </w:r>
          </w:p>
          <w:p w:rsidR="00D3612D" w:rsidRPr="0090375C" w:rsidRDefault="00D3612D" w:rsidP="0090375C">
            <w:pPr>
              <w:pStyle w:val="BodyText"/>
              <w:spacing w:line="221" w:lineRule="exact"/>
              <w:ind w:left="100" w:right="160"/>
              <w:rPr>
                <w:rFonts w:ascii="Times New Roman" w:hAnsi="Times New Roman"/>
                <w:sz w:val="24"/>
                <w:szCs w:val="24"/>
              </w:rPr>
            </w:pP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вила чт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ния: 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соч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тание 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ai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ка: 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[еэ], 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90375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air, airport, fair, train, tail, rai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way, Spain, again, rain</w:t>
            </w:r>
          </w:p>
        </w:tc>
        <w:tc>
          <w:tcPr>
            <w:tcW w:w="3853" w:type="dxa"/>
          </w:tcPr>
          <w:p w:rsidR="00D3612D" w:rsidRPr="00A229CE" w:rsidRDefault="00D3612D" w:rsidP="00A229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Урок-повторение.</w:t>
            </w:r>
          </w:p>
          <w:p w:rsidR="00D3612D" w:rsidRPr="00A229CE" w:rsidRDefault="00D3612D" w:rsidP="00A22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диалог-приглашение в театр.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True/false sentences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time…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Расписание поездов. Количественные числ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тельные. </w:t>
            </w:r>
          </w:p>
          <w:p w:rsidR="00D3612D" w:rsidRPr="0090375C" w:rsidRDefault="00D3612D" w:rsidP="0090375C">
            <w:pPr>
              <w:pStyle w:val="7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 w:val="0"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предложения с выражением просьбы. 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can количественные и порядковые числительные</w:t>
            </w:r>
            <w:r>
              <w:rPr>
                <w:rStyle w:val="BalloonTextChar"/>
                <w:b w:val="0"/>
                <w:bCs w:val="0"/>
                <w:noProof w:val="0"/>
                <w:color w:val="000000"/>
              </w:rPr>
              <w:t xml:space="preserve"> </w:t>
            </w:r>
            <w:r w:rsidRPr="0090375C">
              <w:rPr>
                <w:rStyle w:val="7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0375C" w:rsidRDefault="00D3612D" w:rsidP="0090375C">
            <w:pPr>
              <w:pStyle w:val="BodyText"/>
              <w:spacing w:after="0" w:line="240" w:lineRule="auto"/>
              <w:ind w:right="1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What time does the train for </w:t>
            </w:r>
            <w:smartTag w:uri="urn:schemas-microsoft-com:office:smarttags" w:element="country-region">
              <w:r w:rsidRPr="0090375C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Kazan</w:t>
              </w:r>
            </w:smartTag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leave? The train for </w:t>
            </w:r>
            <w:smartTag w:uri="urn:schemas-microsoft-com:office:smarttags" w:element="country-region">
              <w:r w:rsidRPr="0090375C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Kazan</w:t>
              </w:r>
            </w:smartTag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leaves at... .</w:t>
            </w:r>
          </w:p>
          <w:p w:rsidR="00D3612D" w:rsidRPr="0090375C" w:rsidRDefault="00D3612D" w:rsidP="0090375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</w:p>
          <w:p w:rsidR="00D3612D" w:rsidRPr="0090375C" w:rsidRDefault="00D3612D" w:rsidP="0090375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I’m thirsty. Can I have ...?</w:t>
            </w:r>
          </w:p>
          <w:p w:rsidR="00D3612D" w:rsidRPr="00400057" w:rsidRDefault="00D3612D" w:rsidP="0090375C">
            <w:pPr>
              <w:pStyle w:val="BodyText"/>
              <w:spacing w:after="0" w:line="240" w:lineRule="auto"/>
              <w:rPr>
                <w:lang w:val="en-US"/>
              </w:rPr>
            </w:pPr>
            <w:r w:rsidRPr="0090375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From an airport I can go by bus</w:t>
            </w:r>
            <w:r>
              <w:rPr>
                <w:rStyle w:val="a0"/>
                <w:color w:val="000000"/>
                <w:lang w:val="en-US" w:eastAsia="en-US"/>
              </w:rPr>
              <w:t>.</w:t>
            </w:r>
          </w:p>
          <w:p w:rsidR="00D3612D" w:rsidRPr="0090375C" w:rsidRDefault="00D3612D" w:rsidP="00A22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вторит про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денную тему.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044920">
              <w:t>вательные: умение ориентироваться в учебнике, выделять необходимую информацию из аудиотекста.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Пример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04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70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ная работа по теме количес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Показать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верит свои знания.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044920">
              <w:t>вательные: Умение выполнять тесты по заданной теме.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074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70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Семейные праздники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Подарки день ро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дения.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Испр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вить свои ошибки.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Устное 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правит свои ошибки.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>
              <w:t>Позна</w:t>
            </w:r>
            <w:r w:rsidRPr="00044920">
              <w:t>вательные: Умение выполнять тесты по заданной теме.</w:t>
            </w:r>
          </w:p>
          <w:p w:rsidR="00D3612D" w:rsidRPr="00044920" w:rsidRDefault="00D3612D" w:rsidP="002F6CBA">
            <w:pPr>
              <w:pStyle w:val="a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47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Я и мои друзья                                                                       Письма.3ч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660" w:type="dxa"/>
            <w:gridSpan w:val="2"/>
          </w:tcPr>
          <w:p w:rsidR="00D3612D" w:rsidRPr="00EF59B6" w:rsidRDefault="00D3612D" w:rsidP="007D690D">
            <w:pPr>
              <w:spacing w:after="0" w:line="240" w:lineRule="auto"/>
            </w:pPr>
            <w:r>
              <w:t>54</w:t>
            </w:r>
          </w:p>
        </w:tc>
        <w:tc>
          <w:tcPr>
            <w:tcW w:w="770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Письма зарубе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друзьям.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283" w:type="dxa"/>
          </w:tcPr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 Simple Tense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.28-29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Lette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box,deliver,</w:t>
            </w:r>
          </w:p>
          <w:p w:rsidR="00D3612D" w:rsidRPr="00044920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pos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man,sort,</w:t>
            </w:r>
          </w:p>
          <w:p w:rsidR="00D3612D" w:rsidRPr="006138DF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sack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le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terbox, postman, postmark; deliver, sort, sack, post, sor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 office, (sorting) machine; different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Упр.3,4 с.29,30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 с.28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РТзад.А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С.66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Letters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Письма на пути от отправителя до получателя. 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happens to the letters at this time?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тексту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about the postmarks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та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the sentences in the correct order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Восстановление порядка повествования. </w:t>
            </w:r>
            <w:r w:rsidRPr="006138DF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 xml:space="preserve"> сло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>ж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>ные слова</w:t>
            </w:r>
            <w:r w:rsidRPr="006138DF">
              <w:rPr>
                <w:rStyle w:val="Strong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happens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wonder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?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happens to Ben’s letter at half past four?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does the postman take the letters to the sorting office?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Some people put the letters into boxes for different towns.</w:t>
            </w:r>
          </w:p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вивает нав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письма.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письма.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>
              <w:t>Познавательны</w:t>
            </w:r>
            <w:r w:rsidRPr="00044920">
              <w:t>е: Умение писать письма.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излагать информацию письменно.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3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0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Открытки.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с оформл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нием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крыток.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6138DF">
              <w:rPr>
                <w:rStyle w:val="Strong"/>
                <w:color w:val="000000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числи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в почтовом адресе; общий и специ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альный вопрос,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ous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</w:p>
        </w:tc>
        <w:tc>
          <w:tcPr>
            <w:tcW w:w="1396" w:type="dxa"/>
            <w:gridSpan w:val="2"/>
          </w:tcPr>
          <w:p w:rsidR="00D3612D" w:rsidRPr="006138DF" w:rsidRDefault="00D3612D" w:rsidP="00390F75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.6,7,8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.31</w:t>
            </w:r>
            <w:r>
              <w:rPr>
                <w:rStyle w:val="Strong"/>
                <w:color w:val="000000"/>
                <w:lang w:val="en-US" w:eastAsia="en-US"/>
              </w:rPr>
              <w:t xml:space="preserve"> 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pos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man, co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puter, stamp, pi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ture, letter, envelope, pen, pencil, internet, e-mail</w:t>
            </w:r>
          </w:p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Упр.9 с.32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Упр.5 с.30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Ртзад.Вс.66</w:t>
            </w:r>
          </w:p>
          <w:p w:rsidR="00D3612D" w:rsidRPr="00031160" w:rsidRDefault="00D3612D" w:rsidP="000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and write the numbers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Соотнесение аудиотекста с 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страцией.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открытки от друзей и родственников. </w:t>
            </w:r>
          </w:p>
          <w:p w:rsidR="00D3612D" w:rsidRPr="006138DF" w:rsidRDefault="00D3612D" w:rsidP="006138DF">
            <w:pPr>
              <w:pStyle w:val="32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Г: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Does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Lera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need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stamp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?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лог-расспрос о способах отпра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ления писем.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Ч/П: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Maxim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swers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Составление вопросов.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questions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138D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(1–3-е л. ед. и мн. ч.) оформление открыток.</w:t>
            </w:r>
            <w:r>
              <w:rPr>
                <w:rStyle w:val="BodyTextIndent2Char"/>
                <w:b/>
                <w:bCs/>
                <w:color w:val="000000"/>
              </w:rPr>
              <w:t xml:space="preserve"> </w:t>
            </w:r>
            <w:r w:rsidRPr="006138DF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Does Lera need a stamp? (Yes, she does./No, she doesn’t.)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beautiful here!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 fair is great fun!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6138DF" w:rsidRDefault="00D3612D" w:rsidP="006138DF">
            <w:pPr>
              <w:pStyle w:val="BodyText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film do you like?</w:t>
            </w:r>
          </w:p>
          <w:p w:rsidR="00D3612D" w:rsidRPr="006138DF" w:rsidRDefault="00D3612D" w:rsidP="000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подп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сывать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крытки.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оформлять открытки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подписывать открытки.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излагать информацию письменно.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ув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ным к себе и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жающим.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015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70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Письмо зарубе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ному др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гу отпра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по почте.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972D1C" w:rsidRDefault="00D3612D" w:rsidP="00972D1C">
            <w:pPr>
              <w:pStyle w:val="BodyText"/>
              <w:spacing w:line="216" w:lineRule="exact"/>
              <w:ind w:left="140"/>
              <w:rPr>
                <w:rFonts w:ascii="Times New Roman" w:hAnsi="Times New Roman"/>
                <w:b/>
                <w:sz w:val="24"/>
                <w:szCs w:val="24"/>
              </w:rPr>
            </w:pPr>
            <w:r w:rsidRPr="00031160"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Hyperlink"/>
                <w:color w:val="000000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sent Simple Tense;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оборот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to have got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(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форма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3-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ед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.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.)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Фонет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ка: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[ei],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[еэ], [ю],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[ai],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[эи|, |аи|, [да],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с.32</w:t>
            </w:r>
            <w:r>
              <w:rPr>
                <w:rStyle w:val="Strong"/>
                <w:color w:val="000000"/>
                <w:lang w:val="en-US" w:eastAsia="en-US"/>
              </w:rPr>
              <w:t xml:space="preserve"> </w:t>
            </w:r>
            <w:r w:rsidRPr="00972D1C">
              <w:rPr>
                <w:rStyle w:val="a0"/>
                <w:color w:val="000000"/>
                <w:sz w:val="24"/>
                <w:szCs w:val="24"/>
                <w:lang w:val="en-US" w:eastAsia="en-US"/>
              </w:rPr>
              <w:t>reach</w:t>
            </w:r>
            <w:r w:rsidRPr="00972D1C">
              <w:rPr>
                <w:rStyle w:val="a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a0"/>
                <w:color w:val="000000"/>
                <w:sz w:val="24"/>
                <w:szCs w:val="24"/>
                <w:lang w:val="en-US" w:eastAsia="en-US"/>
              </w:rPr>
              <w:t>destin</w:t>
            </w:r>
            <w:r w:rsidRPr="00972D1C">
              <w:rPr>
                <w:rStyle w:val="a0"/>
                <w:color w:val="000000"/>
                <w:sz w:val="24"/>
                <w:szCs w:val="24"/>
                <w:lang w:val="en-US" w:eastAsia="en-US"/>
              </w:rPr>
              <w:t>a</w:t>
            </w:r>
            <w:r w:rsidRPr="00972D1C">
              <w:rPr>
                <w:rStyle w:val="a0"/>
                <w:color w:val="000000"/>
                <w:sz w:val="24"/>
                <w:szCs w:val="24"/>
                <w:lang w:val="en-US" w:eastAsia="en-US"/>
              </w:rPr>
              <w:t>tion</w:t>
            </w:r>
          </w:p>
        </w:tc>
        <w:tc>
          <w:tcPr>
            <w:tcW w:w="3853" w:type="dxa"/>
          </w:tcPr>
          <w:p w:rsidR="00D3612D" w:rsidRPr="00972D1C" w:rsidRDefault="00D3612D" w:rsidP="00972D1C">
            <w:pPr>
              <w:pStyle w:val="3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РТзадG c.69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.69 </w:t>
            </w:r>
            <w:r w:rsidRPr="009668AB">
              <w:rPr>
                <w:b/>
              </w:rPr>
              <w:t>/Ч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The Letter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 xml:space="preserve">What presents have they got?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Оборот 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Forward Questionnaire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Анкета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My day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игра «Помоги Великому Фидо». Повторение 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тивной лексики и конструкций Письма на пути от отправителя до получателя.  </w:t>
            </w:r>
            <w:r w:rsidRPr="00972D1C">
              <w:rPr>
                <w:rStyle w:val="3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know what happens to it?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travels through the night.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go to school?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your favourite food?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presents have they got</w:t>
            </w:r>
          </w:p>
        </w:tc>
        <w:tc>
          <w:tcPr>
            <w:tcW w:w="1610" w:type="dxa"/>
            <w:gridSpan w:val="2"/>
          </w:tcPr>
          <w:p w:rsidR="00D3612D" w:rsidRPr="0003116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пределять свой день.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распределять свой день.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составлять расписание распорядок дня.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излагать информацию о распорядке дня..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57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Моя школа                                                                     Какой у тебя любимый урок?.2ч</w:t>
            </w:r>
          </w:p>
        </w:tc>
      </w:tr>
      <w:tr w:rsidR="00D3612D" w:rsidRPr="00EF59B6" w:rsidTr="002F6C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80" w:type="dxa"/>
            <w:gridSpan w:val="4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Твой 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бимый урок?.(Аудиров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аудир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1283" w:type="dxa"/>
          </w:tcPr>
          <w:p w:rsidR="00D3612D" w:rsidRPr="00972D1C" w:rsidRDefault="00D3612D" w:rsidP="00972D1C">
            <w:pPr>
              <w:pStyle w:val="BodyText"/>
              <w:spacing w:line="216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ous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*;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спец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альный вопрос; притяж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 мест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имения Правила чтения: непрои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носимые соглас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ные: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военные согла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ные: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  <w:p w:rsidR="00D3612D" w:rsidRPr="00044920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Фонет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ка: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[w], [v]</w:t>
            </w:r>
          </w:p>
        </w:tc>
        <w:tc>
          <w:tcPr>
            <w:tcW w:w="1396" w:type="dxa"/>
            <w:gridSpan w:val="2"/>
          </w:tcPr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.1,2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.34,35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vou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ite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science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sic,maths…</w:t>
            </w:r>
            <w:r w:rsidRPr="00972D1C">
              <w:rPr>
                <w:rStyle w:val="Hyperlink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lesson, music, maths, sc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ence, art, history, swimming, castle, m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sical i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strument, subject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.1.2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.34,35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.70</w:t>
            </w:r>
            <w:r w:rsidRPr="00180FF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b/>
                <w:sz w:val="24"/>
                <w:szCs w:val="24"/>
              </w:rPr>
              <w:t>А</w:t>
            </w:r>
            <w:r w:rsidRPr="00180FFE">
              <w:rPr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b/>
                <w:sz w:val="24"/>
                <w:szCs w:val="24"/>
              </w:rPr>
              <w:t>Г</w:t>
            </w:r>
            <w:r w:rsidRPr="00180FFE">
              <w:rPr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b/>
                <w:sz w:val="24"/>
                <w:szCs w:val="24"/>
              </w:rPr>
              <w:t>Ч</w:t>
            </w:r>
            <w:r w:rsidRPr="00180FFE">
              <w:rPr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favourite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son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Диалог-расспрос по  тексту.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восстановление пропущенных букв в словах (немые и удвоенные согласные).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вопрос-ответ. Сп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циальный вопрос, произношение звуков [w] и [v]</w:t>
            </w:r>
            <w:r>
              <w:rPr>
                <w:rStyle w:val="Emphasis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favourite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do science on Wednesday afte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noons.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like science, but my favourite 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son is music.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children can you see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вивает нав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аудиров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Регулятивные: Умение испол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зовать навыки аудирования.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Познавательные: Умение работать с аутентичными текстами.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ные: Умение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делять основную тему из ауте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тичных текстов.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1B53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80" w:type="dxa"/>
            <w:gridSpan w:val="4"/>
          </w:tcPr>
          <w:p w:rsidR="00D3612D" w:rsidRPr="00044920" w:rsidRDefault="00D3612D" w:rsidP="001B5391">
            <w:pPr>
              <w:pStyle w:val="BodyText"/>
              <w:spacing w:line="21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595" w:type="dxa"/>
          </w:tcPr>
          <w:p w:rsidR="00D3612D" w:rsidRPr="00044920" w:rsidRDefault="00D3612D" w:rsidP="00E5477B">
            <w:pPr>
              <w:pStyle w:val="BodyText"/>
              <w:spacing w:line="216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CE56C9" w:rsidRDefault="00D3612D" w:rsidP="00E5477B">
            <w:pPr>
              <w:pStyle w:val="BodyText"/>
              <w:spacing w:line="216" w:lineRule="exact"/>
              <w:ind w:left="140"/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Классная комната учебные предм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ты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писание уроков школ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надле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  <w:r w:rsidRPr="00CE56C9">
              <w:rPr>
                <w:rStyle w:val="Hyperlink"/>
                <w:color w:val="000000"/>
                <w:lang w:eastAsia="en-US"/>
              </w:rPr>
              <w:t xml:space="preserve"> </w:t>
            </w:r>
            <w:r w:rsidRPr="00CE56C9">
              <w:rPr>
                <w:rStyle w:val="Tahoma"/>
                <w:color w:val="000000"/>
              </w:rPr>
              <w:t>-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умений соста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лять своё распис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1283" w:type="dxa"/>
          </w:tcPr>
          <w:p w:rsidR="00D3612D" w:rsidRPr="00E5477B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Present Simple Tense 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(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креп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Упр.7,10с.36,37</w:t>
            </w:r>
          </w:p>
        </w:tc>
        <w:tc>
          <w:tcPr>
            <w:tcW w:w="3853" w:type="dxa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.36,37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.6,7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.36</w:t>
            </w:r>
          </w:p>
          <w:p w:rsidR="00D3612D" w:rsidRPr="00180FFE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.71 </w:t>
            </w:r>
            <w:r w:rsidRPr="009668AB">
              <w:rPr>
                <w:b/>
              </w:rPr>
              <w:t>А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Г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П</w:t>
            </w:r>
            <w:r w:rsidRPr="009668AB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lesson are they doing?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Определение 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звания школьного предмета по диалогу.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расписание уроков. Дни недели. Школьные предметы. Диалог-расспрос по таблице.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письмо Никиты.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What’s Fido doing?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Соотнесение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страцией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Continuous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>*</w:t>
            </w:r>
            <w:r w:rsidRPr="00180FFE">
              <w:rPr>
                <w:rStyle w:val="Emphasis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 you like history?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Yes, but my favourite lesson is art.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Fido doing?*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learn Russian.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have Russian lessons, too.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lesson does he have on Tue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are his favourite subjects?</w:t>
            </w:r>
          </w:p>
          <w:p w:rsidR="00D3612D" w:rsidRPr="00972D1C" w:rsidRDefault="00D3612D" w:rsidP="00972D1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Does he like drawing?</w:t>
            </w:r>
          </w:p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Agency FB" w:hAnsi="Agency FB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ставлять расписание.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Регулятивные: Умение испол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зовать навыки составления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писания.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Познавательные: Умение работать с расписанием составлять свое расписание.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ные: Умение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делять основную тему из ауте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тичных текстов.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71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                                                   </w:t>
            </w:r>
            <w:r w:rsidRPr="00044920">
              <w:rPr>
                <w:sz w:val="24"/>
                <w:szCs w:val="24"/>
              </w:rPr>
              <w:t>Я и мои друзья                                                                                    Домашние питомцы.2ч</w:t>
            </w:r>
          </w:p>
        </w:tc>
      </w:tr>
      <w:tr w:rsidR="00D3612D" w:rsidRPr="00044920" w:rsidTr="001B53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80" w:type="dxa"/>
            <w:gridSpan w:val="4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Любимое домашнее животное кличка возраст.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8E2176" w:rsidRDefault="00D3612D" w:rsidP="008E2176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модал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ный гл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 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mustn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’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дальный глагол 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’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(повтор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ние)</w:t>
            </w:r>
          </w:p>
          <w:p w:rsidR="00D3612D" w:rsidRPr="008E2176" w:rsidRDefault="00D3612D" w:rsidP="008E2176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176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Фонетика: </w:t>
            </w:r>
            <w:r w:rsidRPr="008E2176">
              <w:rPr>
                <w:rStyle w:val="33"/>
                <w:color w:val="000000"/>
                <w:sz w:val="24"/>
                <w:szCs w:val="24"/>
              </w:rPr>
              <w:t xml:space="preserve">[а], [тэ], [з:], </w:t>
            </w:r>
            <w:r w:rsidRPr="008E2176">
              <w:rPr>
                <w:rStyle w:val="33"/>
                <w:color w:val="000000"/>
                <w:sz w:val="24"/>
                <w:szCs w:val="24"/>
                <w:lang w:eastAsia="en-US"/>
              </w:rPr>
              <w:t>[</w:t>
            </w:r>
            <w:r w:rsidRPr="008E2176">
              <w:rPr>
                <w:rStyle w:val="33"/>
                <w:color w:val="000000"/>
                <w:sz w:val="24"/>
                <w:szCs w:val="24"/>
                <w:lang w:val="en-US" w:eastAsia="en-US"/>
              </w:rPr>
              <w:t>i</w:t>
            </w:r>
            <w:r w:rsidRPr="008E2176">
              <w:rPr>
                <w:rStyle w:val="33"/>
                <w:color w:val="000000"/>
                <w:sz w:val="24"/>
                <w:szCs w:val="24"/>
                <w:lang w:eastAsia="en-US"/>
              </w:rPr>
              <w:t>],</w:t>
            </w:r>
            <w:r w:rsidRPr="008E2176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[</w:t>
            </w:r>
            <w:r w:rsidRPr="008E2176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8E2176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</w:t>
            </w:r>
            <w:r w:rsidRPr="008E2176">
              <w:rPr>
                <w:rStyle w:val="3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</w:p>
          <w:p w:rsidR="00D3612D" w:rsidRPr="008E2176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5477B">
              <w:rPr>
                <w:rFonts w:ascii="Times New Roman" w:hAnsi="Times New Roman"/>
                <w:sz w:val="24"/>
                <w:szCs w:val="24"/>
                <w:lang w:val="en-US"/>
              </w:rPr>
              <w:t>.1,2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E5477B">
              <w:rPr>
                <w:rFonts w:ascii="Times New Roman" w:hAnsi="Times New Roman"/>
                <w:sz w:val="24"/>
                <w:szCs w:val="24"/>
                <w:lang w:val="en-US"/>
              </w:rPr>
              <w:t>.40,41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ster,hold,</w:t>
            </w:r>
          </w:p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keep,hurt,clean,</w:t>
            </w:r>
          </w:p>
          <w:p w:rsidR="00D3612D" w:rsidRPr="008E2176" w:rsidRDefault="00D3612D" w:rsidP="008E2176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look 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ter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(golden) hamster, hold, keep clean, hurt, look after, get cold, must, like this, parrot, rabbit, to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8E2176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toise, take for a walk, meat, slowly</w:t>
            </w:r>
          </w:p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Упр.5с.42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Упр.1,3,4с.40-42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Запись новой лексики.</w:t>
            </w:r>
            <w:r w:rsidRPr="00BE3E67">
              <w:rPr>
                <w:b/>
              </w:rPr>
              <w:t xml:space="preserve">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у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диотекст-история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Pets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Модальный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Текст-описание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Hamsters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Which pet are they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describing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? Угадывание животного по описанию.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Whose pets are they?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How do I look after a dog?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Write about pets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 xml:space="preserve">Коммуникативные: 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Пример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263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80" w:type="dxa"/>
            <w:gridSpan w:val="4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Забота о домашнем питомце.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ние) 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CE2198" w:rsidRDefault="00D3612D" w:rsidP="00CE2198">
            <w:pPr>
              <w:pStyle w:val="BodyText"/>
              <w:ind w:left="20" w:righ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Грамм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тика</w:t>
            </w:r>
            <w:r w:rsidRPr="00CE219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дальные глаголы 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(утве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ная и о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риц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тельная формы), множес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венное число имён с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</w:p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America, Africa, I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dia, China, Australia, Europe, grizzly bear, I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dian elep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>hant, lion, panda, kangaroo, fox, zebra, ti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>ger, pa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rot, hippo, trunk; think</w:t>
            </w:r>
          </w:p>
        </w:tc>
        <w:tc>
          <w:tcPr>
            <w:tcW w:w="3853" w:type="dxa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.43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.43</w:t>
            </w:r>
          </w:p>
          <w:p w:rsidR="00D3612D" w:rsidRPr="00180FFE" w:rsidRDefault="00D3612D" w:rsidP="00CE2198">
            <w:pPr>
              <w:pStyle w:val="4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.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.74,75А/Г/Ч: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Where do these animals come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from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?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Present Simple Tense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Специальный вопрос.  Песня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Running wild and running free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Ч/Г: текст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Wild animals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животного. Диалог-расспрос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do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look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after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pet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Глаголы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(утвердительная и отрицательная формы).  П: правила по уходу за питомцем. Предложения с глаголом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CE2198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E2198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Elephants can swim but they can’t jump. You must look after your pet.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 mustn’t make noise at the le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son.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I look after your pet?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Where do pandas come from? (They come from </w:t>
            </w:r>
            <w:smartTag w:uri="urn:schemas-microsoft-com:office:smarttags" w:element="country-region">
              <w:r w:rsidRPr="00CE2198">
                <w:rPr>
                  <w:rStyle w:val="a0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China</w:t>
              </w:r>
            </w:smartTag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.)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Which animal comes from ...?</w:t>
            </w:r>
          </w:p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любви к братьям меньшим.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1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Страны изучаемого языка                                               Мир моих увлечений                                     Активный отдых.3ч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389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61  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gridSpan w:val="4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Виды спорта  активный отдых спорти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игры.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перви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коли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честве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ные и п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рядковые числ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CE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E21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sz w:val="24"/>
                <w:szCs w:val="24"/>
                <w:lang w:val="en-US"/>
              </w:rPr>
              <w:t>.47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Camp,trip,go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canoeing,go climbing</w:t>
            </w:r>
            <w:r>
              <w:rPr>
                <w:rStyle w:val="Emphasis"/>
                <w:color w:val="000000"/>
                <w:lang w:val="en-US"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arrive at, next week, camp, trip, go cano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ing, go climbing, go hiking in the woods; morning, afternoon, evening; build a tree house, go on a boat trip, have a goodbye party</w:t>
            </w:r>
          </w:p>
          <w:p w:rsidR="00D3612D" w:rsidRPr="00CE2198" w:rsidRDefault="00D3612D" w:rsidP="00CE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 с.47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 с.46,47</w:t>
            </w: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 с.78-79</w:t>
            </w:r>
            <w:r w:rsidRPr="00765ADF">
              <w:rPr>
                <w:b/>
              </w:rPr>
              <w:t>А/Г/Ч: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Adventure holidays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Виды активного отдыха.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Timetable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План отдыха.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названия мес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я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цев, порядковые числительные.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br/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 is your  birthday?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 Календарь дней рожд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ния.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 Ч/П: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Mr. Wolf’s Аdventure Сamp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Специальный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вопрос 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Названия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they play tennis? (Friday morning.) On Tuesday they go climbing.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birthday?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is Maxim going next week?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Maxim is going to the swimming pool next week.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does Dasha want to go?</w:t>
            </w:r>
          </w:p>
          <w:p w:rsidR="00D3612D" w:rsidRPr="00CE2198" w:rsidRDefault="00D3612D" w:rsidP="00CE219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 wants to go to the Zoo.</w:t>
            </w:r>
          </w:p>
          <w:p w:rsidR="00D3612D" w:rsidRPr="00CE2198" w:rsidRDefault="00D3612D" w:rsidP="00CE21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 on hol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429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80" w:type="dxa"/>
            <w:gridSpan w:val="4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Праздники день св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того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Валент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8 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день 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ционал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еди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ства( Г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Семейные праздники новый год рождество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Семейный 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дых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(Аудир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Усвоить праздн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в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ликобр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тании.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Усвоить новую лексику.</w:t>
            </w:r>
          </w:p>
        </w:tc>
        <w:tc>
          <w:tcPr>
            <w:tcW w:w="1283" w:type="dxa"/>
          </w:tcPr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порядк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вые чи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ные, предлоги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before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after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Ф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о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нетика: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[а:], [о:], [з:]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180FFE">
            <w:pPr>
              <w:pStyle w:val="BodyText"/>
              <w:spacing w:line="216" w:lineRule="exact"/>
              <w:ind w:right="60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формы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has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модал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ный гл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гол сап (утве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ная, от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риц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тельная и вопрос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тельная формы),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против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ный союз </w:t>
            </w: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but</w:t>
            </w:r>
          </w:p>
          <w:p w:rsidR="00D3612D" w:rsidRPr="00BE16D8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Упр.8 с.49</w:t>
            </w:r>
          </w:p>
          <w:p w:rsidR="00D3612D" w:rsidRPr="00180FFE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Диалоги этикетного характера.</w:t>
            </w:r>
            <w:r w:rsidRPr="00BE1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Christmas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Day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St.Valentine’s Day</w:t>
            </w: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Christmas Day,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St.Valentine’s Day…</w:t>
            </w:r>
          </w:p>
          <w:p w:rsidR="00D3612D" w:rsidRPr="00BE16D8" w:rsidRDefault="00D3612D" w:rsidP="00BE16D8">
            <w:pPr>
              <w:pStyle w:val="BodyText"/>
              <w:spacing w:line="216" w:lineRule="exact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 horse/a bicycle, to swim in the river/in the sea, to walk in the woods/in the park, to go on a boat trip/to the fair, to go diving/ hiking in the woods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DF3B9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765ADF">
              <w:rPr>
                <w:b/>
              </w:rPr>
              <w:t>А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Ч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Г</w:t>
            </w:r>
            <w:r w:rsidRPr="00765ADF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Special days in Britain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Праздники.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письмо Веры. Любимые праздники.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лог-обсуждение: праздники в Ро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сии и Великобритании. Предлоги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before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after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Рассказ-описание отдыха. З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полнение таблицы</w:t>
            </w:r>
          </w:p>
          <w:p w:rsidR="00D3612D" w:rsidRPr="00180FFE" w:rsidRDefault="00D3612D" w:rsidP="00BE16D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180FFE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180FFE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What special days in </w:t>
            </w:r>
            <w:smartTag w:uri="urn:schemas-microsoft-com:office:smarttags" w:element="country-region">
              <w:r w:rsidRPr="00BE16D8">
                <w:rPr>
                  <w:rStyle w:val="Tahoma"/>
                  <w:rFonts w:ascii="Times New Roman" w:hAnsi="Times New Roman" w:cs="Times New Roman"/>
                  <w:b w:val="0"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do you know? What is February 14th?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can you see ...?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people do on ...?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people send cards to ...?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 6 с 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Упр.6 с.48</w:t>
            </w:r>
            <w:r w:rsidRPr="00765ADF">
              <w:rPr>
                <w:b/>
              </w:rPr>
              <w:t>А/Ч/П: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ф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мовка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Leap year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Глагол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to have 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(2–3-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мн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в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you do?/ What do you like to do?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Модальный гл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,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 Имена сущ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ствительные собственные и нар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цательные.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 о том, какой отдых лучше.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лог-расспрос: планы на отдых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can you do on holiday? What do you like to do?</w:t>
            </w:r>
          </w:p>
          <w:p w:rsidR="00D3612D" w:rsidRPr="00BE16D8" w:rsidRDefault="00D3612D" w:rsidP="00BE16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can swim on holiday</w:t>
            </w:r>
            <w:r w:rsidRPr="00BE16D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праздниками Великобр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тании.</w:t>
            </w: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6353B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воит правила празднов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 семе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 праз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Увлекае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ся трад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циями других стран.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Увлекае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ся трад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циями других стран.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3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Мир моих увлечений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Досвидания5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6100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80" w:type="dxa"/>
            <w:gridSpan w:val="4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Формы речевого и не речев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го этикета(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 по темам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венное число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щий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прос сп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циальный вопрос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тельный падеж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ных(Грамматика)</w:t>
            </w:r>
          </w:p>
        </w:tc>
        <w:tc>
          <w:tcPr>
            <w:tcW w:w="1281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вится к 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трольной работе.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</w:tc>
        <w:tc>
          <w:tcPr>
            <w:tcW w:w="1283" w:type="dxa"/>
          </w:tcPr>
          <w:p w:rsidR="00D3612D" w:rsidRPr="006F3F0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модал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ные гл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голы 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 вопрос</w:t>
            </w: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521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ahoma"/>
                <w:color w:val="000000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модал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ные гл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голы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may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венное число общий вопрос специал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ный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прос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ные.</w:t>
            </w:r>
          </w:p>
          <w:p w:rsidR="00D3612D" w:rsidRPr="00D5021F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тельный падеж сущес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1396" w:type="dxa"/>
            <w:gridSpan w:val="2"/>
          </w:tcPr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forget, leave, go camping, on top of, of course, tent, slee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 bag, kettle, clothes, beach ball, canoe</w:t>
            </w: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180FFE">
            <w:pPr>
              <w:pStyle w:val="BodyText"/>
              <w:spacing w:line="216" w:lineRule="exact"/>
              <w:ind w:left="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лексика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прошлых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уроков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(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рение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);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Scotland, to travel, National Unity Day, Spain, London, Australia, Moscow, dacha,sea</w:t>
            </w: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AC5B02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80FFE" w:rsidRDefault="00D3612D" w:rsidP="00BE16D8">
            <w:pPr>
              <w:pStyle w:val="20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РТ Упр 18 стр 53 РТзад.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.81А/Г/Ч: аудиотекст-история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Goodbye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! Сборы в дорогу, отъезд. Диалог-расспрос по рисункам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haven’t they got?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Ч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they need?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обсуждение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must Cody do?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Уход за животным. Получение инструкции. Глаголы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need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BE16D8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E16D8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 mustn’t forget anything!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Where’s my list? (Here it is.)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give me ...?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the beach ball?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 they got the tent?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on the top of the car.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they need?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They must take it with them.</w:t>
            </w:r>
          </w:p>
          <w:p w:rsidR="00D3612D" w:rsidRPr="00BE16D8" w:rsidRDefault="00D3612D" w:rsidP="00BE16D8">
            <w:pPr>
              <w:pStyle w:val="BodyText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He must leave it at home.</w:t>
            </w:r>
          </w:p>
          <w:p w:rsidR="00D3612D" w:rsidRPr="00BE16D8" w:rsidRDefault="00D3612D" w:rsidP="00BE1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look after my hamsters, please, Cody? (Yes, of course. What must I do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F3F09" w:rsidRDefault="00D3612D" w:rsidP="006F3F09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РТ Г/Ч: рассказ по картинкам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and Jill’s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When…?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 с учителем, одноклассниками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May I…/Can you…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Выражение просьбы, разрешения. Ч/Г: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Dasha’s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. Повторение лексики и конструкций. Ч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рифмовка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 months of the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рассказ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 year</w:t>
            </w:r>
            <w:r w:rsidRPr="006F3F0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F3F09">
              <w:rPr>
                <w:rStyle w:val="2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F3F09" w:rsidRDefault="00D3612D" w:rsidP="006F3F09">
            <w:pPr>
              <w:pStyle w:val="BodyText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When does Ben visit a castle? (In May.) May I open the window, please?</w:t>
            </w:r>
          </w:p>
          <w:p w:rsidR="00D3612D" w:rsidRPr="006F3F09" w:rsidRDefault="00D3612D" w:rsidP="006F3F09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Yes, you may.</w:t>
            </w:r>
          </w:p>
          <w:p w:rsidR="00D3612D" w:rsidRPr="006F3F09" w:rsidRDefault="00D3612D" w:rsidP="006F3F09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No, you may not.</w:t>
            </w:r>
          </w:p>
          <w:p w:rsidR="00D3612D" w:rsidRPr="006F3F09" w:rsidRDefault="00D3612D" w:rsidP="006F3F09">
            <w:pPr>
              <w:pStyle w:val="BodyText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answer my question, please? Yes, of course.</w:t>
            </w:r>
          </w:p>
          <w:p w:rsidR="00D3612D" w:rsidRPr="006F3F09" w:rsidRDefault="00D3612D" w:rsidP="006F3F09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0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Sorry, I can’t.</w:t>
            </w:r>
          </w:p>
          <w:p w:rsidR="00D3612D" w:rsidRPr="00180FFE" w:rsidRDefault="00D3612D" w:rsidP="00180FFE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play tennis on Monday.</w:t>
            </w:r>
          </w:p>
          <w:p w:rsidR="00D3612D" w:rsidRPr="0086353B" w:rsidRDefault="00D3612D" w:rsidP="00180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Lera is going on holiday to ...</w:t>
            </w:r>
          </w:p>
        </w:tc>
        <w:tc>
          <w:tcPr>
            <w:tcW w:w="1398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 xml:space="preserve">Регулятивные: Умение работать с новой лексикой. 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самостоятельно готовится к контрольной работе.</w:t>
            </w:r>
          </w:p>
          <w:p w:rsidR="00D3612D" w:rsidRDefault="00D3612D" w:rsidP="007D690D">
            <w:pPr>
              <w:pStyle w:val="a"/>
              <w:spacing w:line="240" w:lineRule="auto"/>
            </w:pPr>
            <w:r w:rsidRPr="00044920">
              <w:t xml:space="preserve">Коммуникативные: Умение работать в паре и группе. </w:t>
            </w: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Pr="00044920" w:rsidRDefault="00D3612D" w:rsidP="00D5021F">
            <w:pPr>
              <w:pStyle w:val="a"/>
              <w:spacing w:line="240" w:lineRule="auto"/>
            </w:pPr>
            <w:r w:rsidRPr="00044920">
              <w:t xml:space="preserve">Регулятивные: Умение работать с новой лексикой. </w:t>
            </w:r>
          </w:p>
          <w:p w:rsidR="00D3612D" w:rsidRPr="00044920" w:rsidRDefault="00D3612D" w:rsidP="00D5021F">
            <w:pPr>
              <w:pStyle w:val="a"/>
              <w:spacing w:line="240" w:lineRule="auto"/>
            </w:pPr>
            <w:r w:rsidRPr="00044920">
              <w:t>Познавательные: Умение самостоятельно готовится к контрольной работе. Коммуникативные: Умение работать в паре и группе</w:t>
            </w:r>
            <w:r w:rsidRPr="00997A85">
              <w:t xml:space="preserve"> Употреблять в речи изученные слова и конструкции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</w:tc>
        <w:tc>
          <w:tcPr>
            <w:tcW w:w="1793" w:type="dxa"/>
            <w:gridSpan w:val="4"/>
          </w:tcPr>
          <w:p w:rsidR="00D3612D" w:rsidRDefault="00D3612D" w:rsidP="007D690D">
            <w:pPr>
              <w:pStyle w:val="a"/>
              <w:spacing w:line="240" w:lineRule="auto"/>
            </w:pPr>
            <w:r>
              <w:t>Умение быть вежливым коммуникабельным.</w:t>
            </w: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pStyle w:val="a"/>
              <w:spacing w:line="240" w:lineRule="auto"/>
            </w:pPr>
          </w:p>
          <w:p w:rsidR="00D3612D" w:rsidRPr="00044920" w:rsidRDefault="00D3612D" w:rsidP="007D690D">
            <w:pPr>
              <w:pStyle w:val="a"/>
              <w:spacing w:line="240" w:lineRule="auto"/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зоваться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скими конс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рукциями.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66  </w:t>
            </w:r>
          </w:p>
        </w:tc>
        <w:tc>
          <w:tcPr>
            <w:tcW w:w="77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Итоговая контрол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ная работа по темам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венное число 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б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щий в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 xml:space="preserve"> сп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>циальный вопрос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падеж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Показать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A85">
              <w:t>Контрольная работа</w:t>
            </w:r>
            <w:r>
              <w:t xml:space="preserve"> </w:t>
            </w: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"/>
              <w:jc w:val="both"/>
            </w:pPr>
            <w:r w:rsidRPr="00044920">
              <w:t xml:space="preserve">Регулятивные: Умение работать с новой лексикой. </w:t>
            </w:r>
          </w:p>
          <w:p w:rsidR="00D3612D" w:rsidRPr="00044920" w:rsidRDefault="00D3612D" w:rsidP="00D5021F">
            <w:pPr>
              <w:pStyle w:val="a"/>
              <w:jc w:val="both"/>
            </w:pPr>
            <w:r w:rsidRPr="00044920">
              <w:t>Познавательные: Умение самостоятельно готовится к контрольной работе.</w:t>
            </w:r>
            <w:r>
              <w:t xml:space="preserve"> Коммуникативные</w:t>
            </w:r>
          </w:p>
          <w:p w:rsidR="00D3612D" w:rsidRPr="00044920" w:rsidRDefault="00D3612D" w:rsidP="00D5021F">
            <w:pPr>
              <w:pStyle w:val="a"/>
              <w:jc w:val="both"/>
            </w:pPr>
            <w:r w:rsidRPr="00A4207D">
              <w:t xml:space="preserve">Употреблять в речи краткие и полные формы глагола </w:t>
            </w:r>
            <w:r w:rsidRPr="00A4207D">
              <w:rPr>
                <w:i/>
              </w:rPr>
              <w:t>to</w:t>
            </w:r>
            <w:r w:rsidRPr="00A4207D">
              <w:t xml:space="preserve"> </w:t>
            </w:r>
            <w:r w:rsidRPr="00A4207D">
              <w:rPr>
                <w:i/>
              </w:rPr>
              <w:t>be</w:t>
            </w:r>
            <w:r w:rsidRPr="00A4207D">
              <w:t>, притяжательный падеж имён существительных</w:t>
            </w:r>
          </w:p>
        </w:tc>
        <w:tc>
          <w:tcPr>
            <w:tcW w:w="1793" w:type="dxa"/>
            <w:gridSpan w:val="4"/>
          </w:tcPr>
          <w:p w:rsidR="00D3612D" w:rsidRPr="00A4207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зоваться 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матическими конструкци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41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67</w:t>
            </w:r>
          </w:p>
        </w:tc>
        <w:tc>
          <w:tcPr>
            <w:tcW w:w="77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Каникулы.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(Говор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Покозать свои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83" w:type="dxa"/>
          </w:tcPr>
          <w:p w:rsidR="00D3612D" w:rsidRDefault="00D3612D" w:rsidP="00B44154">
            <w:pPr>
              <w:pStyle w:val="BodyText"/>
              <w:spacing w:line="216" w:lineRule="exact"/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ктив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зация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грамм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повтор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 про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й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денной лексики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A85">
              <w:t>Тест</w:t>
            </w: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 xml:space="preserve">Регулятивные: Умение работать с новой лексикой. </w:t>
            </w:r>
          </w:p>
          <w:p w:rsidR="00D3612D" w:rsidRDefault="00D3612D" w:rsidP="007D690D">
            <w:pPr>
              <w:pStyle w:val="a"/>
              <w:spacing w:line="240" w:lineRule="auto"/>
            </w:pPr>
            <w:r w:rsidRPr="00044920">
              <w:t xml:space="preserve">Познавательные: </w:t>
            </w:r>
            <w:r>
              <w:t xml:space="preserve">Умение самостоятельно готовится </w:t>
            </w:r>
            <w:r w:rsidRPr="00044920">
              <w:t>к контрольной работе.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  <w:r>
              <w:t xml:space="preserve">Коммуникативные: </w:t>
            </w:r>
            <w:r w:rsidRPr="00044920">
              <w:t>Умение работать в паре и группе.</w:t>
            </w:r>
          </w:p>
        </w:tc>
        <w:tc>
          <w:tcPr>
            <w:tcW w:w="1793" w:type="dxa"/>
            <w:gridSpan w:val="4"/>
          </w:tcPr>
          <w:p w:rsidR="00D3612D" w:rsidRPr="00044920" w:rsidRDefault="00D3612D" w:rsidP="007D690D">
            <w:pPr>
              <w:pStyle w:val="a"/>
              <w:spacing w:line="240" w:lineRule="auto"/>
            </w:pPr>
            <w:r>
              <w:t>Умение общаться</w:t>
            </w:r>
          </w:p>
        </w:tc>
      </w:tr>
      <w:tr w:rsidR="00D3612D" w:rsidRPr="00044920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41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Планы на каникулы. Активный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дых(Говорение)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Default="00D3612D" w:rsidP="00521A60">
            <w:pPr>
              <w:pStyle w:val="BodyText"/>
              <w:spacing w:line="216" w:lineRule="exact"/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ктив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зация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грамм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Упр.12,13,14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С.50</w:t>
            </w:r>
            <w:r>
              <w:rPr>
                <w:rStyle w:val="Tahoma"/>
                <w:color w:val="000000"/>
              </w:rPr>
              <w:t xml:space="preserve">: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вторение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лекс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Упр.11,15,16 с.50-51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с.50</w:t>
            </w:r>
            <w:r w:rsidRPr="001321C4">
              <w:rPr>
                <w:b/>
              </w:rPr>
              <w:t>Г:</w:t>
            </w:r>
            <w:r w:rsidRPr="00997A85"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Game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. Лексика тем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тических групп Мебель, Живо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ные, Семья, Погода и т. д. Числ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тельные от 1 до 100, общий и сп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циальный вопросы, краткие и по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ные формы глагола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, притяж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тельный падеж существительных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do on Monday mor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ing?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Is science Cody’s favourite lesson?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Spell the word.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birthday?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is it now?</w:t>
            </w:r>
          </w:p>
          <w:p w:rsidR="00D3612D" w:rsidRPr="00521A60" w:rsidRDefault="00D3612D" w:rsidP="00521A60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day is it today?</w:t>
            </w:r>
          </w:p>
          <w:p w:rsidR="00D3612D" w:rsidRPr="00521A6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научится строить планы на каникулы.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Default="00D3612D" w:rsidP="007D690D">
            <w:pPr>
              <w:pStyle w:val="a"/>
              <w:spacing w:line="240" w:lineRule="auto"/>
            </w:pPr>
            <w:r w:rsidRPr="00044920">
              <w:t>Познавательные: Умение строить планы на каникулы.</w:t>
            </w:r>
          </w:p>
          <w:p w:rsidR="00D3612D" w:rsidRPr="00044920" w:rsidRDefault="00D3612D" w:rsidP="00D5021F">
            <w:pPr>
              <w:pStyle w:val="a"/>
              <w:spacing w:line="240" w:lineRule="auto"/>
            </w:pPr>
            <w:r>
              <w:t>Коммуникативные: у</w:t>
            </w:r>
            <w:r w:rsidRPr="00044920">
              <w:t>мение работать в паре и группе в соответствии с нормами общения.</w:t>
            </w:r>
            <w:r w:rsidRPr="00997A85">
              <w:t xml:space="preserve"> Употреблять в речи краткие и полные формы глагола </w:t>
            </w:r>
            <w:r w:rsidRPr="001321C4">
              <w:rPr>
                <w:i/>
              </w:rPr>
              <w:t>to</w:t>
            </w:r>
            <w:r w:rsidRPr="00997A85">
              <w:t xml:space="preserve"> </w:t>
            </w:r>
            <w:r w:rsidRPr="001321C4">
              <w:rPr>
                <w:i/>
              </w:rPr>
              <w:t>be</w:t>
            </w:r>
            <w:r w:rsidRPr="00997A85">
              <w:t>, притяжательный падеж имён существительных</w:t>
            </w:r>
            <w:r w:rsidRPr="00044920">
              <w:t xml:space="preserve"> </w:t>
            </w:r>
            <w:r>
              <w:t>уметь пользоваться временами глагола</w:t>
            </w:r>
          </w:p>
          <w:p w:rsidR="00D3612D" w:rsidRPr="00044920" w:rsidRDefault="00D3612D" w:rsidP="007D690D">
            <w:pPr>
              <w:pStyle w:val="a"/>
              <w:spacing w:line="240" w:lineRule="auto"/>
            </w:pPr>
          </w:p>
        </w:tc>
        <w:tc>
          <w:tcPr>
            <w:tcW w:w="1793" w:type="dxa"/>
            <w:gridSpan w:val="4"/>
          </w:tcPr>
          <w:p w:rsidR="00D3612D" w:rsidRPr="00044920" w:rsidRDefault="00D3612D" w:rsidP="00D5021F">
            <w:pPr>
              <w:pStyle w:val="a"/>
              <w:spacing w:line="240" w:lineRule="auto"/>
            </w:pPr>
          </w:p>
        </w:tc>
      </w:tr>
    </w:tbl>
    <w:p w:rsidR="00D3612D" w:rsidRDefault="00D3612D" w:rsidP="00805B55">
      <w:pPr>
        <w:rPr>
          <w:rFonts w:ascii="Monotype Corsiva" w:hAnsi="Monotype Corsiva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sectPr w:rsidR="00D3612D" w:rsidRPr="007F3CDF" w:rsidSect="009343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12D" w:rsidRDefault="00D3612D">
      <w:r>
        <w:separator/>
      </w:r>
    </w:p>
  </w:endnote>
  <w:endnote w:type="continuationSeparator" w:id="0">
    <w:p w:rsidR="00D3612D" w:rsidRDefault="00D36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12D" w:rsidRDefault="00D3612D" w:rsidP="000449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612D" w:rsidRDefault="00D3612D" w:rsidP="0004492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12D" w:rsidRDefault="00D3612D" w:rsidP="000449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116</w:t>
    </w:r>
    <w:r>
      <w:rPr>
        <w:rStyle w:val="PageNumber"/>
      </w:rPr>
      <w:fldChar w:fldCharType="end"/>
    </w:r>
  </w:p>
  <w:p w:rsidR="00D3612D" w:rsidRDefault="00D3612D" w:rsidP="0004492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12D" w:rsidRDefault="00D3612D">
      <w:r>
        <w:separator/>
      </w:r>
    </w:p>
  </w:footnote>
  <w:footnote w:type="continuationSeparator" w:id="0">
    <w:p w:rsidR="00D3612D" w:rsidRDefault="00D361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35454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1BAB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7DAF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32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D8AA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7C3D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D89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025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D4F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8BF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1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2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3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4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5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6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7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8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</w:abstractNum>
  <w:abstractNum w:abstractNumId="12">
    <w:nsid w:val="077B272D"/>
    <w:multiLevelType w:val="hybridMultilevel"/>
    <w:tmpl w:val="2ECCB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4C5FC9"/>
    <w:multiLevelType w:val="hybridMultilevel"/>
    <w:tmpl w:val="6DAE1894"/>
    <w:lvl w:ilvl="0" w:tplc="2EE6829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C67F64"/>
    <w:multiLevelType w:val="hybridMultilevel"/>
    <w:tmpl w:val="636C8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FC05F1B"/>
    <w:multiLevelType w:val="hybridMultilevel"/>
    <w:tmpl w:val="D8362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6A709E"/>
    <w:multiLevelType w:val="hybridMultilevel"/>
    <w:tmpl w:val="7A6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5B31762"/>
    <w:multiLevelType w:val="hybridMultilevel"/>
    <w:tmpl w:val="84D0C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DAE4F28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04A62EC"/>
    <w:multiLevelType w:val="hybridMultilevel"/>
    <w:tmpl w:val="A0544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6D3EC3"/>
    <w:multiLevelType w:val="multilevel"/>
    <w:tmpl w:val="F31077B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>
    <w:nsid w:val="2E261CE9"/>
    <w:multiLevelType w:val="multilevel"/>
    <w:tmpl w:val="C07611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>
    <w:nsid w:val="31194E5A"/>
    <w:multiLevelType w:val="hybridMultilevel"/>
    <w:tmpl w:val="485AF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4B66C3F"/>
    <w:multiLevelType w:val="hybridMultilevel"/>
    <w:tmpl w:val="6D54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656B21"/>
    <w:multiLevelType w:val="hybridMultilevel"/>
    <w:tmpl w:val="90BCFDF8"/>
    <w:lvl w:ilvl="0" w:tplc="C24420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DB1755"/>
    <w:multiLevelType w:val="hybridMultilevel"/>
    <w:tmpl w:val="7D860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F94669"/>
    <w:multiLevelType w:val="hybridMultilevel"/>
    <w:tmpl w:val="D0A62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D496B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D33F15"/>
    <w:multiLevelType w:val="hybridMultilevel"/>
    <w:tmpl w:val="39E44CD0"/>
    <w:lvl w:ilvl="0" w:tplc="56905F22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11110F9"/>
    <w:multiLevelType w:val="hybridMultilevel"/>
    <w:tmpl w:val="A566A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3A1512"/>
    <w:multiLevelType w:val="hybridMultilevel"/>
    <w:tmpl w:val="2F58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6C67DB"/>
    <w:multiLevelType w:val="hybridMultilevel"/>
    <w:tmpl w:val="14BA9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4"/>
  </w:num>
  <w:num w:numId="3">
    <w:abstractNumId w:val="21"/>
  </w:num>
  <w:num w:numId="4">
    <w:abstractNumId w:val="29"/>
  </w:num>
  <w:num w:numId="5">
    <w:abstractNumId w:val="13"/>
  </w:num>
  <w:num w:numId="6">
    <w:abstractNumId w:val="19"/>
  </w:num>
  <w:num w:numId="7">
    <w:abstractNumId w:val="32"/>
  </w:num>
  <w:num w:numId="8">
    <w:abstractNumId w:val="28"/>
  </w:num>
  <w:num w:numId="9">
    <w:abstractNumId w:val="18"/>
  </w:num>
  <w:num w:numId="10">
    <w:abstractNumId w:val="25"/>
  </w:num>
  <w:num w:numId="11">
    <w:abstractNumId w:val="16"/>
  </w:num>
  <w:num w:numId="12">
    <w:abstractNumId w:val="12"/>
  </w:num>
  <w:num w:numId="13">
    <w:abstractNumId w:val="20"/>
  </w:num>
  <w:num w:numId="14">
    <w:abstractNumId w:val="14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0"/>
  </w:num>
  <w:num w:numId="32">
    <w:abstractNumId w:val="11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8B4"/>
    <w:rsid w:val="00007CC7"/>
    <w:rsid w:val="00014593"/>
    <w:rsid w:val="000200C3"/>
    <w:rsid w:val="00030AA6"/>
    <w:rsid w:val="00031160"/>
    <w:rsid w:val="00041D4F"/>
    <w:rsid w:val="00044920"/>
    <w:rsid w:val="00045A11"/>
    <w:rsid w:val="00050804"/>
    <w:rsid w:val="000514A2"/>
    <w:rsid w:val="00054CB5"/>
    <w:rsid w:val="000579F5"/>
    <w:rsid w:val="0006265B"/>
    <w:rsid w:val="000726B4"/>
    <w:rsid w:val="00074779"/>
    <w:rsid w:val="000800AF"/>
    <w:rsid w:val="0008137A"/>
    <w:rsid w:val="0008227F"/>
    <w:rsid w:val="000831DF"/>
    <w:rsid w:val="000853B6"/>
    <w:rsid w:val="000858FD"/>
    <w:rsid w:val="00085D11"/>
    <w:rsid w:val="00085F31"/>
    <w:rsid w:val="00087129"/>
    <w:rsid w:val="00091EEA"/>
    <w:rsid w:val="0009345E"/>
    <w:rsid w:val="000956DD"/>
    <w:rsid w:val="00095C4D"/>
    <w:rsid w:val="00096A49"/>
    <w:rsid w:val="00096EE6"/>
    <w:rsid w:val="00097BA6"/>
    <w:rsid w:val="000A3F27"/>
    <w:rsid w:val="000B493B"/>
    <w:rsid w:val="000B4F8F"/>
    <w:rsid w:val="000C7629"/>
    <w:rsid w:val="000C7C6B"/>
    <w:rsid w:val="000D3404"/>
    <w:rsid w:val="000D4BDC"/>
    <w:rsid w:val="000D7F88"/>
    <w:rsid w:val="000E1E5C"/>
    <w:rsid w:val="000E28A9"/>
    <w:rsid w:val="000E2968"/>
    <w:rsid w:val="000E4144"/>
    <w:rsid w:val="000E4D62"/>
    <w:rsid w:val="000E749F"/>
    <w:rsid w:val="000E7B3C"/>
    <w:rsid w:val="000E7C8F"/>
    <w:rsid w:val="000F0C96"/>
    <w:rsid w:val="000F6F40"/>
    <w:rsid w:val="001015EC"/>
    <w:rsid w:val="00101FF7"/>
    <w:rsid w:val="00102D4A"/>
    <w:rsid w:val="00105FBC"/>
    <w:rsid w:val="0010714D"/>
    <w:rsid w:val="001074D0"/>
    <w:rsid w:val="001111BC"/>
    <w:rsid w:val="001209F1"/>
    <w:rsid w:val="001218F6"/>
    <w:rsid w:val="001229F1"/>
    <w:rsid w:val="00123CC3"/>
    <w:rsid w:val="00124F32"/>
    <w:rsid w:val="0012521A"/>
    <w:rsid w:val="00125F3D"/>
    <w:rsid w:val="001321C4"/>
    <w:rsid w:val="00132681"/>
    <w:rsid w:val="00132F4B"/>
    <w:rsid w:val="001335C5"/>
    <w:rsid w:val="00135B77"/>
    <w:rsid w:val="001364EA"/>
    <w:rsid w:val="00140396"/>
    <w:rsid w:val="0014479D"/>
    <w:rsid w:val="00145D13"/>
    <w:rsid w:val="0014726D"/>
    <w:rsid w:val="00147969"/>
    <w:rsid w:val="00147F8B"/>
    <w:rsid w:val="001545A3"/>
    <w:rsid w:val="00157199"/>
    <w:rsid w:val="00161A54"/>
    <w:rsid w:val="00166AFF"/>
    <w:rsid w:val="00167901"/>
    <w:rsid w:val="001710B4"/>
    <w:rsid w:val="001739A3"/>
    <w:rsid w:val="00176D96"/>
    <w:rsid w:val="00180FFE"/>
    <w:rsid w:val="00187A6A"/>
    <w:rsid w:val="001908D1"/>
    <w:rsid w:val="00195083"/>
    <w:rsid w:val="0019778F"/>
    <w:rsid w:val="001A137E"/>
    <w:rsid w:val="001A591B"/>
    <w:rsid w:val="001B1DEB"/>
    <w:rsid w:val="001B38B7"/>
    <w:rsid w:val="001B5391"/>
    <w:rsid w:val="001C28CB"/>
    <w:rsid w:val="001C73CD"/>
    <w:rsid w:val="001E095F"/>
    <w:rsid w:val="001E2978"/>
    <w:rsid w:val="001E2D84"/>
    <w:rsid w:val="001E3EEE"/>
    <w:rsid w:val="001E7967"/>
    <w:rsid w:val="001F0C11"/>
    <w:rsid w:val="001F58FF"/>
    <w:rsid w:val="002024DC"/>
    <w:rsid w:val="00204705"/>
    <w:rsid w:val="00216590"/>
    <w:rsid w:val="00223F5B"/>
    <w:rsid w:val="002252CA"/>
    <w:rsid w:val="002300EE"/>
    <w:rsid w:val="00230FCE"/>
    <w:rsid w:val="0023108E"/>
    <w:rsid w:val="002316EC"/>
    <w:rsid w:val="00234A95"/>
    <w:rsid w:val="00236B33"/>
    <w:rsid w:val="00237370"/>
    <w:rsid w:val="00241F2D"/>
    <w:rsid w:val="0024311E"/>
    <w:rsid w:val="0024412B"/>
    <w:rsid w:val="0024538F"/>
    <w:rsid w:val="002474F4"/>
    <w:rsid w:val="00250F2A"/>
    <w:rsid w:val="002536C1"/>
    <w:rsid w:val="00254707"/>
    <w:rsid w:val="00254F8B"/>
    <w:rsid w:val="002578E4"/>
    <w:rsid w:val="00266CA2"/>
    <w:rsid w:val="00270F50"/>
    <w:rsid w:val="00271312"/>
    <w:rsid w:val="002759DE"/>
    <w:rsid w:val="00276890"/>
    <w:rsid w:val="00277E70"/>
    <w:rsid w:val="002810C1"/>
    <w:rsid w:val="00282A46"/>
    <w:rsid w:val="00283A2E"/>
    <w:rsid w:val="00287B76"/>
    <w:rsid w:val="00287BC7"/>
    <w:rsid w:val="00287C18"/>
    <w:rsid w:val="00291269"/>
    <w:rsid w:val="00292C02"/>
    <w:rsid w:val="0029779F"/>
    <w:rsid w:val="002977B7"/>
    <w:rsid w:val="002A2F80"/>
    <w:rsid w:val="002A5B61"/>
    <w:rsid w:val="002B437F"/>
    <w:rsid w:val="002B6069"/>
    <w:rsid w:val="002C1595"/>
    <w:rsid w:val="002C1AD5"/>
    <w:rsid w:val="002C3A57"/>
    <w:rsid w:val="002C4829"/>
    <w:rsid w:val="002C580C"/>
    <w:rsid w:val="002C6D08"/>
    <w:rsid w:val="002C6F65"/>
    <w:rsid w:val="002C7F15"/>
    <w:rsid w:val="002D30C8"/>
    <w:rsid w:val="002D683E"/>
    <w:rsid w:val="002E2BE2"/>
    <w:rsid w:val="002E31D4"/>
    <w:rsid w:val="002E67C3"/>
    <w:rsid w:val="002F1FAD"/>
    <w:rsid w:val="002F6CBA"/>
    <w:rsid w:val="002F7CE2"/>
    <w:rsid w:val="00300B73"/>
    <w:rsid w:val="00302CFB"/>
    <w:rsid w:val="00304D66"/>
    <w:rsid w:val="00305E0F"/>
    <w:rsid w:val="0031032B"/>
    <w:rsid w:val="00311229"/>
    <w:rsid w:val="00312380"/>
    <w:rsid w:val="003127DD"/>
    <w:rsid w:val="00312868"/>
    <w:rsid w:val="00315BB7"/>
    <w:rsid w:val="00320428"/>
    <w:rsid w:val="00320E48"/>
    <w:rsid w:val="00325B60"/>
    <w:rsid w:val="00330B9E"/>
    <w:rsid w:val="00331813"/>
    <w:rsid w:val="00335DBA"/>
    <w:rsid w:val="00337997"/>
    <w:rsid w:val="00341327"/>
    <w:rsid w:val="0034424A"/>
    <w:rsid w:val="00354F6C"/>
    <w:rsid w:val="003572FE"/>
    <w:rsid w:val="0035762B"/>
    <w:rsid w:val="00357D22"/>
    <w:rsid w:val="003646B1"/>
    <w:rsid w:val="00374DC3"/>
    <w:rsid w:val="00375746"/>
    <w:rsid w:val="003803E3"/>
    <w:rsid w:val="0038156B"/>
    <w:rsid w:val="003834C8"/>
    <w:rsid w:val="003838E8"/>
    <w:rsid w:val="00385258"/>
    <w:rsid w:val="00385A32"/>
    <w:rsid w:val="00387175"/>
    <w:rsid w:val="00390F75"/>
    <w:rsid w:val="00395D0F"/>
    <w:rsid w:val="003968A3"/>
    <w:rsid w:val="003B0195"/>
    <w:rsid w:val="003B6098"/>
    <w:rsid w:val="003C0CC8"/>
    <w:rsid w:val="003C3D11"/>
    <w:rsid w:val="003C409C"/>
    <w:rsid w:val="003C7A35"/>
    <w:rsid w:val="003D0B79"/>
    <w:rsid w:val="003D3D72"/>
    <w:rsid w:val="003D68E3"/>
    <w:rsid w:val="003E36EA"/>
    <w:rsid w:val="003E44AB"/>
    <w:rsid w:val="003E4CB3"/>
    <w:rsid w:val="003E5965"/>
    <w:rsid w:val="003E6825"/>
    <w:rsid w:val="003F0A77"/>
    <w:rsid w:val="003F2CC5"/>
    <w:rsid w:val="003F4A72"/>
    <w:rsid w:val="00400057"/>
    <w:rsid w:val="00403644"/>
    <w:rsid w:val="004062D4"/>
    <w:rsid w:val="004112D1"/>
    <w:rsid w:val="004123EE"/>
    <w:rsid w:val="004154CB"/>
    <w:rsid w:val="00420418"/>
    <w:rsid w:val="00421068"/>
    <w:rsid w:val="004259AE"/>
    <w:rsid w:val="00431028"/>
    <w:rsid w:val="00433681"/>
    <w:rsid w:val="0043370B"/>
    <w:rsid w:val="0043484A"/>
    <w:rsid w:val="004442FA"/>
    <w:rsid w:val="004469BD"/>
    <w:rsid w:val="00457748"/>
    <w:rsid w:val="004612BC"/>
    <w:rsid w:val="004636EB"/>
    <w:rsid w:val="00465ADE"/>
    <w:rsid w:val="00465F10"/>
    <w:rsid w:val="0047195C"/>
    <w:rsid w:val="004747AA"/>
    <w:rsid w:val="00474C15"/>
    <w:rsid w:val="004766AC"/>
    <w:rsid w:val="00487CB6"/>
    <w:rsid w:val="004937A3"/>
    <w:rsid w:val="00496D23"/>
    <w:rsid w:val="00496F97"/>
    <w:rsid w:val="004A141C"/>
    <w:rsid w:val="004A3795"/>
    <w:rsid w:val="004A623E"/>
    <w:rsid w:val="004A6FFF"/>
    <w:rsid w:val="004B304C"/>
    <w:rsid w:val="004B5022"/>
    <w:rsid w:val="004B522B"/>
    <w:rsid w:val="004B6183"/>
    <w:rsid w:val="004C049A"/>
    <w:rsid w:val="004C2880"/>
    <w:rsid w:val="004C3887"/>
    <w:rsid w:val="004D0AAE"/>
    <w:rsid w:val="004D0EBE"/>
    <w:rsid w:val="004D16A0"/>
    <w:rsid w:val="004D5815"/>
    <w:rsid w:val="004D7372"/>
    <w:rsid w:val="004E3446"/>
    <w:rsid w:val="004E47A0"/>
    <w:rsid w:val="004E5D05"/>
    <w:rsid w:val="004F38B4"/>
    <w:rsid w:val="004F667A"/>
    <w:rsid w:val="00501BFB"/>
    <w:rsid w:val="0050222F"/>
    <w:rsid w:val="00503960"/>
    <w:rsid w:val="00504054"/>
    <w:rsid w:val="00505573"/>
    <w:rsid w:val="005055DD"/>
    <w:rsid w:val="00511429"/>
    <w:rsid w:val="00511757"/>
    <w:rsid w:val="0051192E"/>
    <w:rsid w:val="005126EE"/>
    <w:rsid w:val="00520136"/>
    <w:rsid w:val="00521A60"/>
    <w:rsid w:val="00521DCD"/>
    <w:rsid w:val="0052654B"/>
    <w:rsid w:val="0053091F"/>
    <w:rsid w:val="00532751"/>
    <w:rsid w:val="005336C1"/>
    <w:rsid w:val="00533C85"/>
    <w:rsid w:val="00533CAF"/>
    <w:rsid w:val="0053588D"/>
    <w:rsid w:val="00541451"/>
    <w:rsid w:val="00541BCB"/>
    <w:rsid w:val="00542A62"/>
    <w:rsid w:val="00543D8C"/>
    <w:rsid w:val="005508DD"/>
    <w:rsid w:val="0055261E"/>
    <w:rsid w:val="005533E7"/>
    <w:rsid w:val="00554623"/>
    <w:rsid w:val="00554B0D"/>
    <w:rsid w:val="00557538"/>
    <w:rsid w:val="005605F9"/>
    <w:rsid w:val="0056092B"/>
    <w:rsid w:val="00565C2F"/>
    <w:rsid w:val="00567BB2"/>
    <w:rsid w:val="00567C74"/>
    <w:rsid w:val="00570023"/>
    <w:rsid w:val="0057205D"/>
    <w:rsid w:val="00580501"/>
    <w:rsid w:val="005813CB"/>
    <w:rsid w:val="005951F6"/>
    <w:rsid w:val="00595EFD"/>
    <w:rsid w:val="005A5086"/>
    <w:rsid w:val="005A57A0"/>
    <w:rsid w:val="005A5D36"/>
    <w:rsid w:val="005B10BB"/>
    <w:rsid w:val="005B1AF6"/>
    <w:rsid w:val="005B6F4D"/>
    <w:rsid w:val="005C0E6A"/>
    <w:rsid w:val="005C39E4"/>
    <w:rsid w:val="005D0CFA"/>
    <w:rsid w:val="005D14BF"/>
    <w:rsid w:val="005D67FF"/>
    <w:rsid w:val="005E1D84"/>
    <w:rsid w:val="005E1DBB"/>
    <w:rsid w:val="005E61D0"/>
    <w:rsid w:val="005E7E8A"/>
    <w:rsid w:val="00601B2F"/>
    <w:rsid w:val="00605618"/>
    <w:rsid w:val="006059D7"/>
    <w:rsid w:val="006072C1"/>
    <w:rsid w:val="00613018"/>
    <w:rsid w:val="006138DF"/>
    <w:rsid w:val="00617DD5"/>
    <w:rsid w:val="006211DB"/>
    <w:rsid w:val="00623112"/>
    <w:rsid w:val="0063060E"/>
    <w:rsid w:val="00630AA7"/>
    <w:rsid w:val="00631AFD"/>
    <w:rsid w:val="00644841"/>
    <w:rsid w:val="00645FCF"/>
    <w:rsid w:val="00651E48"/>
    <w:rsid w:val="0065737E"/>
    <w:rsid w:val="00660716"/>
    <w:rsid w:val="00661A47"/>
    <w:rsid w:val="00661B1C"/>
    <w:rsid w:val="00661F86"/>
    <w:rsid w:val="006633B4"/>
    <w:rsid w:val="00663EEA"/>
    <w:rsid w:val="00664EEF"/>
    <w:rsid w:val="00665516"/>
    <w:rsid w:val="00665850"/>
    <w:rsid w:val="00666EB8"/>
    <w:rsid w:val="006701CF"/>
    <w:rsid w:val="00671298"/>
    <w:rsid w:val="00673B8D"/>
    <w:rsid w:val="00674AF9"/>
    <w:rsid w:val="00677939"/>
    <w:rsid w:val="00680FC1"/>
    <w:rsid w:val="00681619"/>
    <w:rsid w:val="00690D24"/>
    <w:rsid w:val="00695047"/>
    <w:rsid w:val="00696802"/>
    <w:rsid w:val="006A1977"/>
    <w:rsid w:val="006A5F3F"/>
    <w:rsid w:val="006B3634"/>
    <w:rsid w:val="006C0AED"/>
    <w:rsid w:val="006C16B7"/>
    <w:rsid w:val="006C5BEB"/>
    <w:rsid w:val="006C7DCE"/>
    <w:rsid w:val="006D2550"/>
    <w:rsid w:val="006E3AE5"/>
    <w:rsid w:val="006E516A"/>
    <w:rsid w:val="006F183D"/>
    <w:rsid w:val="006F188F"/>
    <w:rsid w:val="006F3586"/>
    <w:rsid w:val="006F36F4"/>
    <w:rsid w:val="006F3F09"/>
    <w:rsid w:val="006F4A9B"/>
    <w:rsid w:val="006F5A11"/>
    <w:rsid w:val="006F5AB2"/>
    <w:rsid w:val="006F5C95"/>
    <w:rsid w:val="006F6729"/>
    <w:rsid w:val="007013FE"/>
    <w:rsid w:val="007015C4"/>
    <w:rsid w:val="00703A36"/>
    <w:rsid w:val="00703E72"/>
    <w:rsid w:val="007078E6"/>
    <w:rsid w:val="007124BB"/>
    <w:rsid w:val="00712A10"/>
    <w:rsid w:val="007213B5"/>
    <w:rsid w:val="00724E6D"/>
    <w:rsid w:val="00726D11"/>
    <w:rsid w:val="00727292"/>
    <w:rsid w:val="00727820"/>
    <w:rsid w:val="007303C5"/>
    <w:rsid w:val="00735654"/>
    <w:rsid w:val="007360BC"/>
    <w:rsid w:val="00741201"/>
    <w:rsid w:val="007449A4"/>
    <w:rsid w:val="00753C5A"/>
    <w:rsid w:val="00756DCC"/>
    <w:rsid w:val="00756F7A"/>
    <w:rsid w:val="0076043D"/>
    <w:rsid w:val="00763914"/>
    <w:rsid w:val="00764F99"/>
    <w:rsid w:val="00765ADF"/>
    <w:rsid w:val="0076668B"/>
    <w:rsid w:val="00772331"/>
    <w:rsid w:val="00772849"/>
    <w:rsid w:val="00772898"/>
    <w:rsid w:val="007750E4"/>
    <w:rsid w:val="00775753"/>
    <w:rsid w:val="007A325D"/>
    <w:rsid w:val="007A6A42"/>
    <w:rsid w:val="007A7961"/>
    <w:rsid w:val="007A7A66"/>
    <w:rsid w:val="007B0467"/>
    <w:rsid w:val="007B33CC"/>
    <w:rsid w:val="007B5E3E"/>
    <w:rsid w:val="007B7BC0"/>
    <w:rsid w:val="007C2A6B"/>
    <w:rsid w:val="007C39CE"/>
    <w:rsid w:val="007C3C7B"/>
    <w:rsid w:val="007C7747"/>
    <w:rsid w:val="007D0180"/>
    <w:rsid w:val="007D208F"/>
    <w:rsid w:val="007D2C1E"/>
    <w:rsid w:val="007D2FF3"/>
    <w:rsid w:val="007D3524"/>
    <w:rsid w:val="007D3D90"/>
    <w:rsid w:val="007D690D"/>
    <w:rsid w:val="007D6A85"/>
    <w:rsid w:val="007E31F1"/>
    <w:rsid w:val="007E397E"/>
    <w:rsid w:val="007E4FD7"/>
    <w:rsid w:val="007F100B"/>
    <w:rsid w:val="007F12B3"/>
    <w:rsid w:val="007F3409"/>
    <w:rsid w:val="007F3CDF"/>
    <w:rsid w:val="007F433D"/>
    <w:rsid w:val="007F4DE0"/>
    <w:rsid w:val="007F7973"/>
    <w:rsid w:val="0080517B"/>
    <w:rsid w:val="00805B55"/>
    <w:rsid w:val="00807290"/>
    <w:rsid w:val="00812CB2"/>
    <w:rsid w:val="008176B7"/>
    <w:rsid w:val="00830376"/>
    <w:rsid w:val="0083174C"/>
    <w:rsid w:val="00832497"/>
    <w:rsid w:val="00833480"/>
    <w:rsid w:val="00835446"/>
    <w:rsid w:val="00843FB7"/>
    <w:rsid w:val="00847CE4"/>
    <w:rsid w:val="0085130C"/>
    <w:rsid w:val="00851624"/>
    <w:rsid w:val="00854773"/>
    <w:rsid w:val="008549CA"/>
    <w:rsid w:val="00855881"/>
    <w:rsid w:val="00857634"/>
    <w:rsid w:val="00857D3D"/>
    <w:rsid w:val="008615E0"/>
    <w:rsid w:val="0086353B"/>
    <w:rsid w:val="008664F3"/>
    <w:rsid w:val="00885A28"/>
    <w:rsid w:val="00887C2F"/>
    <w:rsid w:val="0089640A"/>
    <w:rsid w:val="00896E8E"/>
    <w:rsid w:val="0089797E"/>
    <w:rsid w:val="008A23CF"/>
    <w:rsid w:val="008A369B"/>
    <w:rsid w:val="008A38BE"/>
    <w:rsid w:val="008A3C0F"/>
    <w:rsid w:val="008A5878"/>
    <w:rsid w:val="008A5DF6"/>
    <w:rsid w:val="008A710E"/>
    <w:rsid w:val="008B6147"/>
    <w:rsid w:val="008B7134"/>
    <w:rsid w:val="008C05DA"/>
    <w:rsid w:val="008C76B2"/>
    <w:rsid w:val="008D0043"/>
    <w:rsid w:val="008D1208"/>
    <w:rsid w:val="008D2677"/>
    <w:rsid w:val="008D4B9E"/>
    <w:rsid w:val="008D7C95"/>
    <w:rsid w:val="008E2176"/>
    <w:rsid w:val="008E3378"/>
    <w:rsid w:val="008F08DB"/>
    <w:rsid w:val="008F2AAB"/>
    <w:rsid w:val="008F3890"/>
    <w:rsid w:val="008F5BA0"/>
    <w:rsid w:val="0090375C"/>
    <w:rsid w:val="009040CF"/>
    <w:rsid w:val="00911B01"/>
    <w:rsid w:val="00914F13"/>
    <w:rsid w:val="00914F9E"/>
    <w:rsid w:val="00915554"/>
    <w:rsid w:val="00916594"/>
    <w:rsid w:val="00917FF9"/>
    <w:rsid w:val="0092356C"/>
    <w:rsid w:val="0092492E"/>
    <w:rsid w:val="00925F04"/>
    <w:rsid w:val="009269AC"/>
    <w:rsid w:val="009304F0"/>
    <w:rsid w:val="00930F2B"/>
    <w:rsid w:val="00930F3D"/>
    <w:rsid w:val="00932809"/>
    <w:rsid w:val="0093432B"/>
    <w:rsid w:val="009345D2"/>
    <w:rsid w:val="00934AA3"/>
    <w:rsid w:val="00935A50"/>
    <w:rsid w:val="00940E77"/>
    <w:rsid w:val="00943D4D"/>
    <w:rsid w:val="009472D6"/>
    <w:rsid w:val="00950F61"/>
    <w:rsid w:val="00952362"/>
    <w:rsid w:val="00952B0A"/>
    <w:rsid w:val="00952CDF"/>
    <w:rsid w:val="00952D04"/>
    <w:rsid w:val="00955F69"/>
    <w:rsid w:val="009627BB"/>
    <w:rsid w:val="00962A50"/>
    <w:rsid w:val="00962B1B"/>
    <w:rsid w:val="00963936"/>
    <w:rsid w:val="00964C7A"/>
    <w:rsid w:val="009668AB"/>
    <w:rsid w:val="00967730"/>
    <w:rsid w:val="00967AD1"/>
    <w:rsid w:val="00972D1C"/>
    <w:rsid w:val="00974B78"/>
    <w:rsid w:val="0097510D"/>
    <w:rsid w:val="0097592B"/>
    <w:rsid w:val="0098348E"/>
    <w:rsid w:val="009861F2"/>
    <w:rsid w:val="00987B4E"/>
    <w:rsid w:val="0099211B"/>
    <w:rsid w:val="00992701"/>
    <w:rsid w:val="00993143"/>
    <w:rsid w:val="00997A85"/>
    <w:rsid w:val="009A17B5"/>
    <w:rsid w:val="009A357D"/>
    <w:rsid w:val="009A37E3"/>
    <w:rsid w:val="009A59C4"/>
    <w:rsid w:val="009A6DA8"/>
    <w:rsid w:val="009A7222"/>
    <w:rsid w:val="009B092C"/>
    <w:rsid w:val="009B3988"/>
    <w:rsid w:val="009C6B6F"/>
    <w:rsid w:val="009D1D3F"/>
    <w:rsid w:val="009D2083"/>
    <w:rsid w:val="009D37AA"/>
    <w:rsid w:val="009D4CB7"/>
    <w:rsid w:val="009D5CB8"/>
    <w:rsid w:val="009D5D79"/>
    <w:rsid w:val="009D69BA"/>
    <w:rsid w:val="009D76BC"/>
    <w:rsid w:val="009E3D74"/>
    <w:rsid w:val="009E656D"/>
    <w:rsid w:val="009E7434"/>
    <w:rsid w:val="009F05E6"/>
    <w:rsid w:val="009F2E38"/>
    <w:rsid w:val="009F34BD"/>
    <w:rsid w:val="009F5524"/>
    <w:rsid w:val="009F6A95"/>
    <w:rsid w:val="009F7D96"/>
    <w:rsid w:val="00A023C7"/>
    <w:rsid w:val="00A0345E"/>
    <w:rsid w:val="00A102CA"/>
    <w:rsid w:val="00A21DFE"/>
    <w:rsid w:val="00A229CE"/>
    <w:rsid w:val="00A25824"/>
    <w:rsid w:val="00A2666A"/>
    <w:rsid w:val="00A3479D"/>
    <w:rsid w:val="00A34DA6"/>
    <w:rsid w:val="00A34DF9"/>
    <w:rsid w:val="00A354D4"/>
    <w:rsid w:val="00A37BC3"/>
    <w:rsid w:val="00A41084"/>
    <w:rsid w:val="00A4207D"/>
    <w:rsid w:val="00A4747B"/>
    <w:rsid w:val="00A505B7"/>
    <w:rsid w:val="00A5372A"/>
    <w:rsid w:val="00A616B7"/>
    <w:rsid w:val="00A61FCC"/>
    <w:rsid w:val="00A636C4"/>
    <w:rsid w:val="00A637EE"/>
    <w:rsid w:val="00A63FF3"/>
    <w:rsid w:val="00A723FF"/>
    <w:rsid w:val="00A74055"/>
    <w:rsid w:val="00A74169"/>
    <w:rsid w:val="00A766C3"/>
    <w:rsid w:val="00A77774"/>
    <w:rsid w:val="00A77866"/>
    <w:rsid w:val="00A80477"/>
    <w:rsid w:val="00A82E14"/>
    <w:rsid w:val="00A843B7"/>
    <w:rsid w:val="00A846EB"/>
    <w:rsid w:val="00A85255"/>
    <w:rsid w:val="00A856F4"/>
    <w:rsid w:val="00A949DF"/>
    <w:rsid w:val="00A95EED"/>
    <w:rsid w:val="00AA0811"/>
    <w:rsid w:val="00AA1742"/>
    <w:rsid w:val="00AA59B4"/>
    <w:rsid w:val="00AA5CC9"/>
    <w:rsid w:val="00AA5E1F"/>
    <w:rsid w:val="00AA7830"/>
    <w:rsid w:val="00AB3287"/>
    <w:rsid w:val="00AB3C39"/>
    <w:rsid w:val="00AB48DF"/>
    <w:rsid w:val="00AC05DC"/>
    <w:rsid w:val="00AC3B69"/>
    <w:rsid w:val="00AC5B02"/>
    <w:rsid w:val="00AC5F04"/>
    <w:rsid w:val="00AC7C95"/>
    <w:rsid w:val="00AD2AF3"/>
    <w:rsid w:val="00AD2E5E"/>
    <w:rsid w:val="00AD39CE"/>
    <w:rsid w:val="00AD4185"/>
    <w:rsid w:val="00AD454C"/>
    <w:rsid w:val="00AE0754"/>
    <w:rsid w:val="00AE2698"/>
    <w:rsid w:val="00AE2769"/>
    <w:rsid w:val="00AE36EE"/>
    <w:rsid w:val="00AE71EA"/>
    <w:rsid w:val="00AF0C15"/>
    <w:rsid w:val="00AF1820"/>
    <w:rsid w:val="00AF4743"/>
    <w:rsid w:val="00B00E96"/>
    <w:rsid w:val="00B03526"/>
    <w:rsid w:val="00B05E4A"/>
    <w:rsid w:val="00B07EE6"/>
    <w:rsid w:val="00B15CA9"/>
    <w:rsid w:val="00B21401"/>
    <w:rsid w:val="00B23552"/>
    <w:rsid w:val="00B2533F"/>
    <w:rsid w:val="00B25F37"/>
    <w:rsid w:val="00B310F2"/>
    <w:rsid w:val="00B3250D"/>
    <w:rsid w:val="00B334A3"/>
    <w:rsid w:val="00B349E7"/>
    <w:rsid w:val="00B36C92"/>
    <w:rsid w:val="00B37101"/>
    <w:rsid w:val="00B3798A"/>
    <w:rsid w:val="00B410B8"/>
    <w:rsid w:val="00B44154"/>
    <w:rsid w:val="00B441E6"/>
    <w:rsid w:val="00B4492B"/>
    <w:rsid w:val="00B5221C"/>
    <w:rsid w:val="00B53B82"/>
    <w:rsid w:val="00B54CEA"/>
    <w:rsid w:val="00B61B54"/>
    <w:rsid w:val="00B61E2A"/>
    <w:rsid w:val="00B6208F"/>
    <w:rsid w:val="00B66741"/>
    <w:rsid w:val="00B67467"/>
    <w:rsid w:val="00B73650"/>
    <w:rsid w:val="00B73776"/>
    <w:rsid w:val="00B7430F"/>
    <w:rsid w:val="00B772C7"/>
    <w:rsid w:val="00B7756C"/>
    <w:rsid w:val="00B77CA3"/>
    <w:rsid w:val="00B87F72"/>
    <w:rsid w:val="00B909C5"/>
    <w:rsid w:val="00B912DA"/>
    <w:rsid w:val="00B91EF0"/>
    <w:rsid w:val="00B922C1"/>
    <w:rsid w:val="00B975BB"/>
    <w:rsid w:val="00B97EE9"/>
    <w:rsid w:val="00BA1FB0"/>
    <w:rsid w:val="00BA43FC"/>
    <w:rsid w:val="00BA4841"/>
    <w:rsid w:val="00BB02E3"/>
    <w:rsid w:val="00BB23FA"/>
    <w:rsid w:val="00BB53C7"/>
    <w:rsid w:val="00BB5927"/>
    <w:rsid w:val="00BB6E40"/>
    <w:rsid w:val="00BC2096"/>
    <w:rsid w:val="00BC2298"/>
    <w:rsid w:val="00BC6F76"/>
    <w:rsid w:val="00BC791F"/>
    <w:rsid w:val="00BD1D83"/>
    <w:rsid w:val="00BD71C8"/>
    <w:rsid w:val="00BD7C84"/>
    <w:rsid w:val="00BD7E76"/>
    <w:rsid w:val="00BE028C"/>
    <w:rsid w:val="00BE16D8"/>
    <w:rsid w:val="00BE3E67"/>
    <w:rsid w:val="00BE5DEE"/>
    <w:rsid w:val="00BE6C56"/>
    <w:rsid w:val="00BE71C7"/>
    <w:rsid w:val="00BF06BF"/>
    <w:rsid w:val="00BF7303"/>
    <w:rsid w:val="00BF7D96"/>
    <w:rsid w:val="00C02354"/>
    <w:rsid w:val="00C03A77"/>
    <w:rsid w:val="00C03B90"/>
    <w:rsid w:val="00C03B99"/>
    <w:rsid w:val="00C07E99"/>
    <w:rsid w:val="00C1401F"/>
    <w:rsid w:val="00C17958"/>
    <w:rsid w:val="00C17EE8"/>
    <w:rsid w:val="00C236D1"/>
    <w:rsid w:val="00C257C4"/>
    <w:rsid w:val="00C302B7"/>
    <w:rsid w:val="00C311B6"/>
    <w:rsid w:val="00C31282"/>
    <w:rsid w:val="00C312B2"/>
    <w:rsid w:val="00C31B5C"/>
    <w:rsid w:val="00C33425"/>
    <w:rsid w:val="00C345BC"/>
    <w:rsid w:val="00C3576B"/>
    <w:rsid w:val="00C37E0C"/>
    <w:rsid w:val="00C42390"/>
    <w:rsid w:val="00C42B53"/>
    <w:rsid w:val="00C4344A"/>
    <w:rsid w:val="00C51758"/>
    <w:rsid w:val="00C57D8F"/>
    <w:rsid w:val="00C636D6"/>
    <w:rsid w:val="00C65426"/>
    <w:rsid w:val="00C743C0"/>
    <w:rsid w:val="00C76844"/>
    <w:rsid w:val="00C842A0"/>
    <w:rsid w:val="00C84CD7"/>
    <w:rsid w:val="00C84F4C"/>
    <w:rsid w:val="00C8795F"/>
    <w:rsid w:val="00C933A4"/>
    <w:rsid w:val="00CA0D29"/>
    <w:rsid w:val="00CA2C4D"/>
    <w:rsid w:val="00CA37FF"/>
    <w:rsid w:val="00CB12DB"/>
    <w:rsid w:val="00CB3D9F"/>
    <w:rsid w:val="00CB3FA9"/>
    <w:rsid w:val="00CB7437"/>
    <w:rsid w:val="00CC29C8"/>
    <w:rsid w:val="00CC7A4F"/>
    <w:rsid w:val="00CD402E"/>
    <w:rsid w:val="00CD44D7"/>
    <w:rsid w:val="00CD4F71"/>
    <w:rsid w:val="00CD5A2D"/>
    <w:rsid w:val="00CE0F6A"/>
    <w:rsid w:val="00CE1DA7"/>
    <w:rsid w:val="00CE2198"/>
    <w:rsid w:val="00CE21F7"/>
    <w:rsid w:val="00CE44D1"/>
    <w:rsid w:val="00CE56C9"/>
    <w:rsid w:val="00CE59AF"/>
    <w:rsid w:val="00CE6589"/>
    <w:rsid w:val="00CE6854"/>
    <w:rsid w:val="00CF02FC"/>
    <w:rsid w:val="00CF58F1"/>
    <w:rsid w:val="00CF5D80"/>
    <w:rsid w:val="00CF6F78"/>
    <w:rsid w:val="00CF7892"/>
    <w:rsid w:val="00D02B11"/>
    <w:rsid w:val="00D033F0"/>
    <w:rsid w:val="00D04A3E"/>
    <w:rsid w:val="00D0508B"/>
    <w:rsid w:val="00D06498"/>
    <w:rsid w:val="00D06F23"/>
    <w:rsid w:val="00D07C46"/>
    <w:rsid w:val="00D100B4"/>
    <w:rsid w:val="00D105D9"/>
    <w:rsid w:val="00D119AC"/>
    <w:rsid w:val="00D125D4"/>
    <w:rsid w:val="00D12745"/>
    <w:rsid w:val="00D13491"/>
    <w:rsid w:val="00D1522F"/>
    <w:rsid w:val="00D170D8"/>
    <w:rsid w:val="00D17F3F"/>
    <w:rsid w:val="00D208F7"/>
    <w:rsid w:val="00D22D51"/>
    <w:rsid w:val="00D23A74"/>
    <w:rsid w:val="00D23FE1"/>
    <w:rsid w:val="00D241EC"/>
    <w:rsid w:val="00D24449"/>
    <w:rsid w:val="00D25255"/>
    <w:rsid w:val="00D31117"/>
    <w:rsid w:val="00D32139"/>
    <w:rsid w:val="00D33849"/>
    <w:rsid w:val="00D36070"/>
    <w:rsid w:val="00D3612D"/>
    <w:rsid w:val="00D37A2A"/>
    <w:rsid w:val="00D43AC0"/>
    <w:rsid w:val="00D5021F"/>
    <w:rsid w:val="00D50FDF"/>
    <w:rsid w:val="00D53FCD"/>
    <w:rsid w:val="00D54D7B"/>
    <w:rsid w:val="00D55BCA"/>
    <w:rsid w:val="00D60855"/>
    <w:rsid w:val="00D615CC"/>
    <w:rsid w:val="00D64B25"/>
    <w:rsid w:val="00D65928"/>
    <w:rsid w:val="00D7789D"/>
    <w:rsid w:val="00D81172"/>
    <w:rsid w:val="00D819EC"/>
    <w:rsid w:val="00D81F33"/>
    <w:rsid w:val="00D855B0"/>
    <w:rsid w:val="00D85F03"/>
    <w:rsid w:val="00D8670C"/>
    <w:rsid w:val="00D86D60"/>
    <w:rsid w:val="00D86EBA"/>
    <w:rsid w:val="00D87022"/>
    <w:rsid w:val="00D871C1"/>
    <w:rsid w:val="00D94981"/>
    <w:rsid w:val="00D9776B"/>
    <w:rsid w:val="00DA2636"/>
    <w:rsid w:val="00DA26AA"/>
    <w:rsid w:val="00DA3651"/>
    <w:rsid w:val="00DA4B3A"/>
    <w:rsid w:val="00DA698D"/>
    <w:rsid w:val="00DA77ED"/>
    <w:rsid w:val="00DB2C7A"/>
    <w:rsid w:val="00DB63FF"/>
    <w:rsid w:val="00DB6A3C"/>
    <w:rsid w:val="00DC123F"/>
    <w:rsid w:val="00DC21EF"/>
    <w:rsid w:val="00DC2EC1"/>
    <w:rsid w:val="00DC6FC4"/>
    <w:rsid w:val="00DD22E1"/>
    <w:rsid w:val="00DD327A"/>
    <w:rsid w:val="00DE07DA"/>
    <w:rsid w:val="00DE40DC"/>
    <w:rsid w:val="00DF1F79"/>
    <w:rsid w:val="00DF1FA5"/>
    <w:rsid w:val="00DF2247"/>
    <w:rsid w:val="00DF2ADF"/>
    <w:rsid w:val="00DF3AD9"/>
    <w:rsid w:val="00DF3B9B"/>
    <w:rsid w:val="00E00100"/>
    <w:rsid w:val="00E0019A"/>
    <w:rsid w:val="00E004E1"/>
    <w:rsid w:val="00E03625"/>
    <w:rsid w:val="00E04614"/>
    <w:rsid w:val="00E06BFC"/>
    <w:rsid w:val="00E10B42"/>
    <w:rsid w:val="00E114E1"/>
    <w:rsid w:val="00E132AB"/>
    <w:rsid w:val="00E1559F"/>
    <w:rsid w:val="00E15EF8"/>
    <w:rsid w:val="00E161E0"/>
    <w:rsid w:val="00E208AB"/>
    <w:rsid w:val="00E25012"/>
    <w:rsid w:val="00E25359"/>
    <w:rsid w:val="00E27E38"/>
    <w:rsid w:val="00E305E0"/>
    <w:rsid w:val="00E4038A"/>
    <w:rsid w:val="00E41792"/>
    <w:rsid w:val="00E41FD0"/>
    <w:rsid w:val="00E43818"/>
    <w:rsid w:val="00E43A25"/>
    <w:rsid w:val="00E47122"/>
    <w:rsid w:val="00E51D9F"/>
    <w:rsid w:val="00E5318E"/>
    <w:rsid w:val="00E5477B"/>
    <w:rsid w:val="00E5773C"/>
    <w:rsid w:val="00E60A74"/>
    <w:rsid w:val="00E6253A"/>
    <w:rsid w:val="00E630BB"/>
    <w:rsid w:val="00E64566"/>
    <w:rsid w:val="00E6548F"/>
    <w:rsid w:val="00E66A49"/>
    <w:rsid w:val="00E711B4"/>
    <w:rsid w:val="00E71225"/>
    <w:rsid w:val="00E718DF"/>
    <w:rsid w:val="00E737CF"/>
    <w:rsid w:val="00E74C72"/>
    <w:rsid w:val="00E75740"/>
    <w:rsid w:val="00E83A7E"/>
    <w:rsid w:val="00E83B61"/>
    <w:rsid w:val="00E85A50"/>
    <w:rsid w:val="00E871FB"/>
    <w:rsid w:val="00E900DD"/>
    <w:rsid w:val="00E92455"/>
    <w:rsid w:val="00E96344"/>
    <w:rsid w:val="00E96EB2"/>
    <w:rsid w:val="00EA5709"/>
    <w:rsid w:val="00EA7296"/>
    <w:rsid w:val="00EB3B2A"/>
    <w:rsid w:val="00EB422B"/>
    <w:rsid w:val="00EC5BFE"/>
    <w:rsid w:val="00ED058A"/>
    <w:rsid w:val="00ED4954"/>
    <w:rsid w:val="00EE0C0A"/>
    <w:rsid w:val="00EE1A5E"/>
    <w:rsid w:val="00EE4B48"/>
    <w:rsid w:val="00EE6839"/>
    <w:rsid w:val="00EF2290"/>
    <w:rsid w:val="00EF56D0"/>
    <w:rsid w:val="00EF59B6"/>
    <w:rsid w:val="00EF6C68"/>
    <w:rsid w:val="00EF77D6"/>
    <w:rsid w:val="00EF7BEA"/>
    <w:rsid w:val="00F03398"/>
    <w:rsid w:val="00F05069"/>
    <w:rsid w:val="00F0669B"/>
    <w:rsid w:val="00F11BC6"/>
    <w:rsid w:val="00F1343B"/>
    <w:rsid w:val="00F21CFE"/>
    <w:rsid w:val="00F23F2E"/>
    <w:rsid w:val="00F241FB"/>
    <w:rsid w:val="00F242C5"/>
    <w:rsid w:val="00F24CA5"/>
    <w:rsid w:val="00F269DC"/>
    <w:rsid w:val="00F26EBE"/>
    <w:rsid w:val="00F30CBB"/>
    <w:rsid w:val="00F313D0"/>
    <w:rsid w:val="00F32831"/>
    <w:rsid w:val="00F32D86"/>
    <w:rsid w:val="00F335C4"/>
    <w:rsid w:val="00F348BA"/>
    <w:rsid w:val="00F37EBF"/>
    <w:rsid w:val="00F433B4"/>
    <w:rsid w:val="00F450AB"/>
    <w:rsid w:val="00F467C3"/>
    <w:rsid w:val="00F525E0"/>
    <w:rsid w:val="00F53121"/>
    <w:rsid w:val="00F54E0C"/>
    <w:rsid w:val="00F54E31"/>
    <w:rsid w:val="00F5666C"/>
    <w:rsid w:val="00F647D7"/>
    <w:rsid w:val="00F70706"/>
    <w:rsid w:val="00F70DE9"/>
    <w:rsid w:val="00F7136B"/>
    <w:rsid w:val="00F73E45"/>
    <w:rsid w:val="00F8653D"/>
    <w:rsid w:val="00F96D83"/>
    <w:rsid w:val="00FA0159"/>
    <w:rsid w:val="00FA3987"/>
    <w:rsid w:val="00FB0E8D"/>
    <w:rsid w:val="00FB2FA4"/>
    <w:rsid w:val="00FB4613"/>
    <w:rsid w:val="00FB470B"/>
    <w:rsid w:val="00FB7A5D"/>
    <w:rsid w:val="00FC1126"/>
    <w:rsid w:val="00FC170B"/>
    <w:rsid w:val="00FC2C3D"/>
    <w:rsid w:val="00FC2F73"/>
    <w:rsid w:val="00FC2F85"/>
    <w:rsid w:val="00FC3BE7"/>
    <w:rsid w:val="00FC6010"/>
    <w:rsid w:val="00FD20C9"/>
    <w:rsid w:val="00FD5E30"/>
    <w:rsid w:val="00FD7765"/>
    <w:rsid w:val="00FE250C"/>
    <w:rsid w:val="00FE2687"/>
    <w:rsid w:val="00FE55F0"/>
    <w:rsid w:val="00FE7345"/>
    <w:rsid w:val="00FF434D"/>
    <w:rsid w:val="00FF4533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D66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C76844"/>
    <w:pPr>
      <w:keepNext/>
      <w:spacing w:after="0" w:line="240" w:lineRule="auto"/>
      <w:ind w:firstLine="720"/>
      <w:jc w:val="both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76844"/>
    <w:rPr>
      <w:rFonts w:eastAsia="SimSun" w:cs="Times New Roman"/>
      <w:b/>
      <w:bCs/>
      <w:sz w:val="24"/>
      <w:szCs w:val="24"/>
      <w:lang w:val="ru-RU" w:eastAsia="en-US" w:bidi="ar-SA"/>
    </w:rPr>
  </w:style>
  <w:style w:type="paragraph" w:styleId="NormalWeb">
    <w:name w:val="Normal (Web)"/>
    <w:basedOn w:val="Normal"/>
    <w:uiPriority w:val="99"/>
    <w:rsid w:val="004F38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F38B4"/>
    <w:rPr>
      <w:rFonts w:cs="Times New Roman"/>
      <w:b/>
    </w:rPr>
  </w:style>
  <w:style w:type="character" w:customStyle="1" w:styleId="apple-converted-space">
    <w:name w:val="apple-converted-space"/>
    <w:uiPriority w:val="99"/>
    <w:rsid w:val="004F38B4"/>
  </w:style>
  <w:style w:type="character" w:styleId="Emphasis">
    <w:name w:val="Emphasis"/>
    <w:basedOn w:val="DefaultParagraphFont"/>
    <w:uiPriority w:val="99"/>
    <w:qFormat/>
    <w:rsid w:val="004F38B4"/>
    <w:rPr>
      <w:rFonts w:cs="Times New Roman"/>
      <w:i/>
    </w:rPr>
  </w:style>
  <w:style w:type="character" w:styleId="Hyperlink">
    <w:name w:val="Hyperlink"/>
    <w:basedOn w:val="DefaultParagraphFont"/>
    <w:uiPriority w:val="99"/>
    <w:rsid w:val="004F38B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F38B4"/>
    <w:pPr>
      <w:ind w:left="720"/>
      <w:contextualSpacing/>
    </w:pPr>
    <w:rPr>
      <w:lang w:eastAsia="en-US"/>
    </w:rPr>
  </w:style>
  <w:style w:type="paragraph" w:customStyle="1" w:styleId="a">
    <w:name w:val="Содержимое таблицы"/>
    <w:basedOn w:val="Normal"/>
    <w:uiPriority w:val="99"/>
    <w:rsid w:val="009F7D96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hAnsi="Times New Roman"/>
      <w:color w:val="00000A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992701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92701"/>
    <w:rPr>
      <w:rFonts w:eastAsia="SimSun" w:cs="Times New Roman"/>
      <w:sz w:val="24"/>
      <w:szCs w:val="24"/>
      <w:lang w:val="ru-RU" w:eastAsia="en-US" w:bidi="ar-SA"/>
    </w:rPr>
  </w:style>
  <w:style w:type="paragraph" w:styleId="BodyText">
    <w:name w:val="Body Text"/>
    <w:basedOn w:val="Normal"/>
    <w:link w:val="BodyTextChar"/>
    <w:uiPriority w:val="99"/>
    <w:rsid w:val="00C768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76844"/>
    <w:rPr>
      <w:rFonts w:ascii="Calibri" w:eastAsia="SimSun" w:hAnsi="Calibri" w:cs="Times New Roman"/>
      <w:sz w:val="22"/>
      <w:szCs w:val="22"/>
      <w:lang w:val="ru-RU" w:eastAsia="ru-RU" w:bidi="ar-SA"/>
    </w:rPr>
  </w:style>
  <w:style w:type="table" w:styleId="TableGrid">
    <w:name w:val="Table Grid"/>
    <w:basedOn w:val="TableNormal"/>
    <w:uiPriority w:val="99"/>
    <w:locked/>
    <w:rsid w:val="00E41FD0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8525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05B55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5B55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uiPriority w:val="99"/>
    <w:rsid w:val="00254F8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c1">
    <w:name w:val="c1"/>
    <w:basedOn w:val="DefaultParagraphFont"/>
    <w:uiPriority w:val="99"/>
    <w:rsid w:val="006F183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49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74D0"/>
    <w:rPr>
      <w:rFonts w:cs="Times New Roman"/>
    </w:rPr>
  </w:style>
  <w:style w:type="character" w:styleId="PageNumber">
    <w:name w:val="page number"/>
    <w:basedOn w:val="DefaultParagraphFont"/>
    <w:uiPriority w:val="99"/>
    <w:rsid w:val="00044920"/>
    <w:rPr>
      <w:rFonts w:cs="Times New Roman"/>
    </w:rPr>
  </w:style>
  <w:style w:type="character" w:customStyle="1" w:styleId="a0">
    <w:name w:val="Основной текст_"/>
    <w:basedOn w:val="DefaultParagraphFont"/>
    <w:uiPriority w:val="99"/>
    <w:rsid w:val="008A23CF"/>
    <w:rPr>
      <w:rFonts w:ascii="Georgia" w:hAnsi="Georgia" w:cs="Georgia"/>
      <w:spacing w:val="3"/>
      <w:sz w:val="17"/>
      <w:szCs w:val="17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A23CF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">
    <w:name w:val="Основной текст + Tahoma"/>
    <w:aliases w:val="8 pt,Полужирный3,Интервал 0 pt7,Полужирный,Интервал 0 pt3,8,5 pt,Интервал 0 pt,Основной текст + 9,5 pt4,8 pt2,Интервал 0 pt2,Основной текст + 94,Основной текст + Century Schoolbook2,82,5 pt2,Основной текст + Century Schoolbook3"/>
    <w:basedOn w:val="a0"/>
    <w:uiPriority w:val="99"/>
    <w:rsid w:val="008A23CF"/>
    <w:rPr>
      <w:rFonts w:ascii="Tahoma" w:hAnsi="Tahoma" w:cs="Tahoma"/>
      <w:b/>
      <w:bCs/>
      <w:spacing w:val="2"/>
      <w:sz w:val="16"/>
      <w:szCs w:val="16"/>
    </w:rPr>
  </w:style>
  <w:style w:type="paragraph" w:customStyle="1" w:styleId="30">
    <w:name w:val="Основной текст (3)"/>
    <w:basedOn w:val="Normal"/>
    <w:link w:val="3"/>
    <w:uiPriority w:val="99"/>
    <w:rsid w:val="008A23CF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1">
    <w:name w:val="Заголовок №1_"/>
    <w:basedOn w:val="DefaultParagraphFont"/>
    <w:link w:val="10"/>
    <w:uiPriority w:val="99"/>
    <w:locked/>
    <w:rsid w:val="003B0195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10">
    <w:name w:val="Заголовок №1"/>
    <w:basedOn w:val="Normal"/>
    <w:link w:val="1"/>
    <w:uiPriority w:val="99"/>
    <w:rsid w:val="003B0195"/>
    <w:pPr>
      <w:widowControl w:val="0"/>
      <w:shd w:val="clear" w:color="auto" w:fill="FFFFFF"/>
      <w:spacing w:after="0" w:line="221" w:lineRule="exact"/>
      <w:outlineLvl w:val="0"/>
    </w:pPr>
    <w:rPr>
      <w:rFonts w:ascii="Tahoma" w:hAnsi="Tahoma"/>
      <w:b/>
      <w:bCs/>
      <w:noProof/>
      <w:sz w:val="17"/>
      <w:szCs w:val="17"/>
    </w:rPr>
  </w:style>
  <w:style w:type="character" w:customStyle="1" w:styleId="a1">
    <w:name w:val="Основной текст + Курсив"/>
    <w:aliases w:val="Интервал 0 pt1,Основной текст + Курсив1,Основной текст + Franklin Gothic Demi,Основной текст (2) + Не курсив,Основной текст + Garamond,11 pt"/>
    <w:basedOn w:val="a0"/>
    <w:uiPriority w:val="99"/>
    <w:rsid w:val="009A17B5"/>
    <w:rPr>
      <w:rFonts w:ascii="Century Schoolbook" w:hAnsi="Century Schoolbook" w:cs="Century Schoolbook"/>
      <w:i/>
      <w:iCs/>
      <w:spacing w:val="-2"/>
      <w:lang w:val="en-US" w:eastAsia="en-US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F70706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5FranklinGothicMedium">
    <w:name w:val="Основной текст (5) + Franklin Gothic Medium"/>
    <w:aliases w:val="9 pt2,Интервал 0 pt8"/>
    <w:basedOn w:val="5"/>
    <w:uiPriority w:val="99"/>
    <w:rsid w:val="00F70706"/>
    <w:rPr>
      <w:rFonts w:ascii="Franklin Gothic Medium" w:hAnsi="Franklin Gothic Medium" w:cs="Franklin Gothic Medium"/>
      <w:spacing w:val="-3"/>
      <w:sz w:val="18"/>
      <w:szCs w:val="18"/>
    </w:rPr>
  </w:style>
  <w:style w:type="paragraph" w:customStyle="1" w:styleId="50">
    <w:name w:val="Основной текст (5)"/>
    <w:basedOn w:val="Normal"/>
    <w:link w:val="5"/>
    <w:uiPriority w:val="99"/>
    <w:rsid w:val="00F70706"/>
    <w:pPr>
      <w:widowControl w:val="0"/>
      <w:shd w:val="clear" w:color="auto" w:fill="FFFFFF"/>
      <w:spacing w:after="0" w:line="221" w:lineRule="exact"/>
      <w:jc w:val="both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FranklinGothicMedium">
    <w:name w:val="Основной текст + Franklin Gothic Medium"/>
    <w:aliases w:val="9 pt,Интервал 0 pt9,Основной текст + Franklin Gothic Heavy,Основной текст + Arial"/>
    <w:basedOn w:val="a0"/>
    <w:uiPriority w:val="99"/>
    <w:rsid w:val="001C73CD"/>
    <w:rPr>
      <w:rFonts w:ascii="Franklin Gothic Medium" w:hAnsi="Franklin Gothic Medium" w:cs="Franklin Gothic Medium"/>
      <w:spacing w:val="-3"/>
      <w:sz w:val="18"/>
      <w:szCs w:val="18"/>
      <w:lang w:bidi="ar-SA"/>
    </w:rPr>
  </w:style>
  <w:style w:type="character" w:customStyle="1" w:styleId="31">
    <w:name w:val="Заголовок №3_"/>
    <w:basedOn w:val="DefaultParagraphFont"/>
    <w:link w:val="32"/>
    <w:uiPriority w:val="99"/>
    <w:locked/>
    <w:rsid w:val="001C73CD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8pt">
    <w:name w:val="Основной текст + 8 pt"/>
    <w:aliases w:val="Интервал 0 pt4"/>
    <w:basedOn w:val="a0"/>
    <w:uiPriority w:val="99"/>
    <w:rsid w:val="001C73CD"/>
    <w:rPr>
      <w:rFonts w:ascii="Century Schoolbook" w:hAnsi="Century Schoolbook"/>
      <w:spacing w:val="1"/>
      <w:sz w:val="16"/>
      <w:szCs w:val="16"/>
      <w:lang w:bidi="ar-SA"/>
    </w:rPr>
  </w:style>
  <w:style w:type="paragraph" w:customStyle="1" w:styleId="32">
    <w:name w:val="Заголовок №3"/>
    <w:basedOn w:val="Normal"/>
    <w:link w:val="31"/>
    <w:uiPriority w:val="99"/>
    <w:rsid w:val="001C73CD"/>
    <w:pPr>
      <w:widowControl w:val="0"/>
      <w:shd w:val="clear" w:color="auto" w:fill="FFFFFF"/>
      <w:spacing w:after="0" w:line="216" w:lineRule="exact"/>
      <w:jc w:val="both"/>
      <w:outlineLvl w:val="2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Tahoma2">
    <w:name w:val="Основной текст + Tahoma2"/>
    <w:aliases w:val="Интервал 0 pt6"/>
    <w:basedOn w:val="a0"/>
    <w:uiPriority w:val="99"/>
    <w:rsid w:val="004C049A"/>
    <w:rPr>
      <w:rFonts w:ascii="Tahoma" w:hAnsi="Tahoma" w:cs="Tahoma"/>
      <w:spacing w:val="-9"/>
      <w:sz w:val="20"/>
      <w:szCs w:val="20"/>
    </w:rPr>
  </w:style>
  <w:style w:type="paragraph" w:styleId="Header">
    <w:name w:val="header"/>
    <w:basedOn w:val="Normal"/>
    <w:link w:val="HeaderChar"/>
    <w:uiPriority w:val="99"/>
    <w:rsid w:val="00AA17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726D"/>
    <w:rPr>
      <w:rFonts w:cs="Times New Roman"/>
    </w:rPr>
  </w:style>
  <w:style w:type="character" w:customStyle="1" w:styleId="2">
    <w:name w:val="Заголовок №2_"/>
    <w:basedOn w:val="DefaultParagraphFont"/>
    <w:link w:val="20"/>
    <w:uiPriority w:val="99"/>
    <w:locked/>
    <w:rsid w:val="00AA1742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1">
    <w:name w:val="Основной текст + Tahoma1"/>
    <w:aliases w:val="8 pt1,81,5 pt1,Полужирный1,Основной текст + Century Schoolbook1,Курсив,Основной текст + 91,5 pt3,Основной текст (3) + Tahoma"/>
    <w:basedOn w:val="a0"/>
    <w:uiPriority w:val="99"/>
    <w:rsid w:val="00AA1742"/>
    <w:rPr>
      <w:rFonts w:ascii="Tahoma" w:hAnsi="Tahoma" w:cs="Tahoma"/>
      <w:b/>
      <w:bCs/>
      <w:spacing w:val="2"/>
      <w:sz w:val="16"/>
      <w:szCs w:val="16"/>
    </w:rPr>
  </w:style>
  <w:style w:type="paragraph" w:customStyle="1" w:styleId="20">
    <w:name w:val="Заголовок №2"/>
    <w:basedOn w:val="Normal"/>
    <w:link w:val="2"/>
    <w:uiPriority w:val="99"/>
    <w:rsid w:val="00AA1742"/>
    <w:pPr>
      <w:widowControl w:val="0"/>
      <w:shd w:val="clear" w:color="auto" w:fill="FFFFFF"/>
      <w:spacing w:after="0" w:line="221" w:lineRule="exact"/>
      <w:outlineLvl w:val="1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661F86"/>
    <w:rPr>
      <w:rFonts w:ascii="Tahoma" w:hAnsi="Tahoma" w:cs="Times New Roman"/>
      <w:b/>
      <w:bCs/>
      <w:spacing w:val="-3"/>
      <w:sz w:val="17"/>
      <w:szCs w:val="17"/>
      <w:lang w:bidi="ar-SA"/>
    </w:rPr>
  </w:style>
  <w:style w:type="paragraph" w:customStyle="1" w:styleId="22">
    <w:name w:val="Основной текст (2)"/>
    <w:basedOn w:val="Normal"/>
    <w:link w:val="21"/>
    <w:uiPriority w:val="99"/>
    <w:rsid w:val="00661F86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-3"/>
      <w:sz w:val="17"/>
      <w:szCs w:val="17"/>
    </w:rPr>
  </w:style>
  <w:style w:type="character" w:customStyle="1" w:styleId="4">
    <w:name w:val="Заголовок №4_"/>
    <w:basedOn w:val="DefaultParagraphFont"/>
    <w:link w:val="40"/>
    <w:uiPriority w:val="99"/>
    <w:locked/>
    <w:rsid w:val="009D4CB7"/>
    <w:rPr>
      <w:rFonts w:ascii="Trebuchet MS" w:hAnsi="Trebuchet MS" w:cs="Times New Roman"/>
      <w:spacing w:val="-3"/>
      <w:sz w:val="19"/>
      <w:szCs w:val="19"/>
      <w:lang w:bidi="ar-SA"/>
    </w:rPr>
  </w:style>
  <w:style w:type="paragraph" w:customStyle="1" w:styleId="40">
    <w:name w:val="Заголовок №4"/>
    <w:basedOn w:val="Normal"/>
    <w:link w:val="4"/>
    <w:uiPriority w:val="99"/>
    <w:rsid w:val="009D4CB7"/>
    <w:pPr>
      <w:widowControl w:val="0"/>
      <w:shd w:val="clear" w:color="auto" w:fill="FFFFFF"/>
      <w:spacing w:after="0" w:line="221" w:lineRule="exact"/>
      <w:jc w:val="both"/>
      <w:outlineLvl w:val="3"/>
    </w:pPr>
    <w:rPr>
      <w:rFonts w:ascii="Trebuchet MS" w:hAnsi="Trebuchet MS"/>
      <w:noProof/>
      <w:spacing w:val="-3"/>
      <w:sz w:val="19"/>
      <w:szCs w:val="19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90375C"/>
    <w:rPr>
      <w:rFonts w:ascii="Tahoma" w:hAnsi="Tahoma" w:cs="Times New Roman"/>
      <w:b/>
      <w:bCs/>
      <w:spacing w:val="2"/>
      <w:sz w:val="17"/>
      <w:szCs w:val="17"/>
      <w:lang w:bidi="ar-SA"/>
    </w:rPr>
  </w:style>
  <w:style w:type="paragraph" w:customStyle="1" w:styleId="70">
    <w:name w:val="Основной текст (7)"/>
    <w:basedOn w:val="Normal"/>
    <w:link w:val="7"/>
    <w:uiPriority w:val="99"/>
    <w:rsid w:val="0090375C"/>
    <w:pPr>
      <w:widowControl w:val="0"/>
      <w:shd w:val="clear" w:color="auto" w:fill="FFFFFF"/>
      <w:spacing w:after="120" w:line="240" w:lineRule="atLeast"/>
    </w:pPr>
    <w:rPr>
      <w:rFonts w:ascii="Tahoma" w:hAnsi="Tahoma"/>
      <w:b/>
      <w:bCs/>
      <w:noProof/>
      <w:spacing w:val="2"/>
      <w:sz w:val="17"/>
      <w:szCs w:val="17"/>
    </w:rPr>
  </w:style>
  <w:style w:type="character" w:customStyle="1" w:styleId="33">
    <w:name w:val="Основной текст (3) + Малые прописные"/>
    <w:basedOn w:val="3"/>
    <w:uiPriority w:val="99"/>
    <w:rsid w:val="008E2176"/>
    <w:rPr>
      <w:rFonts w:ascii="Times New Roman" w:hAnsi="Times New Roman"/>
      <w:smallCaps/>
      <w:spacing w:val="7"/>
      <w:sz w:val="13"/>
      <w:szCs w:val="13"/>
      <w:u w:val="none"/>
    </w:rPr>
  </w:style>
  <w:style w:type="character" w:customStyle="1" w:styleId="41">
    <w:name w:val="Основной текст (4)_"/>
    <w:basedOn w:val="DefaultParagraphFont"/>
    <w:link w:val="42"/>
    <w:uiPriority w:val="99"/>
    <w:locked/>
    <w:rsid w:val="00CE2198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42">
    <w:name w:val="Основной текст (4)"/>
    <w:basedOn w:val="Normal"/>
    <w:link w:val="41"/>
    <w:uiPriority w:val="99"/>
    <w:rsid w:val="00CE2198"/>
    <w:pPr>
      <w:widowControl w:val="0"/>
      <w:shd w:val="clear" w:color="auto" w:fill="FFFFFF"/>
      <w:spacing w:after="0" w:line="216" w:lineRule="exact"/>
    </w:pPr>
    <w:rPr>
      <w:rFonts w:ascii="Tahoma" w:hAnsi="Tahoma"/>
      <w:b/>
      <w:bCs/>
      <w:noProof/>
      <w:sz w:val="17"/>
      <w:szCs w:val="17"/>
    </w:rPr>
  </w:style>
  <w:style w:type="paragraph" w:customStyle="1" w:styleId="Default">
    <w:name w:val="Default"/>
    <w:uiPriority w:val="99"/>
    <w:rsid w:val="00AE71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16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englishkids.britishcouncil.org/e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cquest.jimdo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bcya.com/second_grade_computer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arfall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4940</TotalTime>
  <Pages>116</Pages>
  <Words>30308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 </dc:title>
  <dc:subject/>
  <dc:creator>Эржена</dc:creator>
  <cp:keywords/>
  <dc:description/>
  <cp:lastModifiedBy>sergey</cp:lastModifiedBy>
  <cp:revision>100</cp:revision>
  <cp:lastPrinted>2015-09-28T16:48:00Z</cp:lastPrinted>
  <dcterms:created xsi:type="dcterms:W3CDTF">2013-09-15T15:48:00Z</dcterms:created>
  <dcterms:modified xsi:type="dcterms:W3CDTF">2015-09-28T16:55:00Z</dcterms:modified>
</cp:coreProperties>
</file>